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D2D" w:rsidRPr="006A1F84" w:rsidRDefault="00381D2D" w:rsidP="00BF29B0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81D2D" w:rsidRDefault="00381D2D" w:rsidP="00BF29B0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распоряжением администрации </w:t>
      </w:r>
    </w:p>
    <w:p w:rsidR="00381D2D" w:rsidRDefault="00381D2D" w:rsidP="00BF29B0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81D2D" w:rsidRPr="006A1F84" w:rsidRDefault="00381D2D" w:rsidP="00BF29B0">
      <w:pPr>
        <w:ind w:left="4500"/>
        <w:jc w:val="center"/>
        <w:rPr>
          <w:sz w:val="28"/>
          <w:szCs w:val="28"/>
        </w:rPr>
      </w:pPr>
      <w:r w:rsidRPr="006A1F84">
        <w:rPr>
          <w:sz w:val="28"/>
          <w:szCs w:val="28"/>
        </w:rPr>
        <w:t>«Холмогорский муниципальный район»</w:t>
      </w:r>
      <w:r>
        <w:rPr>
          <w:sz w:val="28"/>
          <w:szCs w:val="28"/>
        </w:rPr>
        <w:t xml:space="preserve"> от 20 марта 2018 г. № 312</w:t>
      </w:r>
    </w:p>
    <w:p w:rsidR="00381D2D" w:rsidRDefault="00381D2D" w:rsidP="00694E36">
      <w:pPr>
        <w:widowControl/>
        <w:ind w:firstLine="540"/>
        <w:jc w:val="right"/>
        <w:rPr>
          <w:sz w:val="28"/>
          <w:szCs w:val="28"/>
          <w:lang w:eastAsia="en-US"/>
        </w:rPr>
      </w:pPr>
    </w:p>
    <w:p w:rsidR="00381D2D" w:rsidRDefault="00381D2D" w:rsidP="00694E36">
      <w:pPr>
        <w:widowControl/>
        <w:ind w:firstLine="540"/>
        <w:jc w:val="right"/>
        <w:rPr>
          <w:sz w:val="28"/>
          <w:szCs w:val="28"/>
          <w:lang w:eastAsia="en-US"/>
        </w:rPr>
      </w:pPr>
    </w:p>
    <w:p w:rsidR="00381D2D" w:rsidRPr="00BF29B0" w:rsidRDefault="00381D2D" w:rsidP="00BF29B0">
      <w:pPr>
        <w:widowControl/>
        <w:ind w:firstLine="540"/>
        <w:jc w:val="center"/>
        <w:rPr>
          <w:b/>
          <w:bCs/>
          <w:sz w:val="28"/>
          <w:szCs w:val="28"/>
          <w:lang w:eastAsia="en-US"/>
        </w:rPr>
      </w:pPr>
      <w:r w:rsidRPr="00BF29B0">
        <w:rPr>
          <w:b/>
          <w:bCs/>
          <w:sz w:val="28"/>
          <w:szCs w:val="28"/>
          <w:lang w:eastAsia="en-US"/>
        </w:rPr>
        <w:t>ПЛАН</w:t>
      </w:r>
      <w:r>
        <w:rPr>
          <w:b/>
          <w:bCs/>
          <w:sz w:val="28"/>
          <w:szCs w:val="28"/>
          <w:lang w:eastAsia="en-US"/>
        </w:rPr>
        <w:t xml:space="preserve"> </w:t>
      </w:r>
      <w:r w:rsidRPr="00BF29B0">
        <w:rPr>
          <w:b/>
          <w:bCs/>
          <w:sz w:val="28"/>
          <w:szCs w:val="28"/>
          <w:lang w:eastAsia="en-US"/>
        </w:rPr>
        <w:t xml:space="preserve">разработки проекта стратегии социально-экономического развития МО «Холмогорский муниципальный район» на период </w:t>
      </w:r>
      <w:r>
        <w:rPr>
          <w:b/>
          <w:bCs/>
          <w:sz w:val="28"/>
          <w:szCs w:val="28"/>
          <w:lang w:eastAsia="en-US"/>
        </w:rPr>
        <w:t xml:space="preserve">                  </w:t>
      </w:r>
      <w:r w:rsidRPr="00BF29B0">
        <w:rPr>
          <w:b/>
          <w:bCs/>
          <w:sz w:val="28"/>
          <w:szCs w:val="28"/>
          <w:lang w:eastAsia="en-US"/>
        </w:rPr>
        <w:t>до 2030 года</w:t>
      </w:r>
    </w:p>
    <w:p w:rsidR="00381D2D" w:rsidRDefault="00381D2D" w:rsidP="00E633C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81D2D" w:rsidRDefault="00381D2D" w:rsidP="00E633C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6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6"/>
        <w:gridCol w:w="4232"/>
        <w:gridCol w:w="2473"/>
        <w:gridCol w:w="2234"/>
      </w:tblGrid>
      <w:tr w:rsidR="00381D2D" w:rsidTr="00BF29B0">
        <w:tc>
          <w:tcPr>
            <w:tcW w:w="696" w:type="dxa"/>
          </w:tcPr>
          <w:p w:rsidR="00381D2D" w:rsidRPr="00BF29B0" w:rsidRDefault="00381D2D" w:rsidP="009E3C91">
            <w:pPr>
              <w:widowControl/>
              <w:jc w:val="center"/>
              <w:rPr>
                <w:sz w:val="24"/>
                <w:szCs w:val="24"/>
              </w:rPr>
            </w:pPr>
            <w:r w:rsidRPr="00BF29B0">
              <w:rPr>
                <w:sz w:val="24"/>
                <w:szCs w:val="24"/>
              </w:rPr>
              <w:t>№ п/п</w:t>
            </w:r>
          </w:p>
        </w:tc>
        <w:tc>
          <w:tcPr>
            <w:tcW w:w="4232" w:type="dxa"/>
          </w:tcPr>
          <w:p w:rsidR="00381D2D" w:rsidRPr="00BF29B0" w:rsidRDefault="00381D2D" w:rsidP="009E3C91">
            <w:pPr>
              <w:widowControl/>
              <w:jc w:val="center"/>
              <w:rPr>
                <w:sz w:val="24"/>
                <w:szCs w:val="24"/>
              </w:rPr>
            </w:pPr>
            <w:r w:rsidRPr="00BF29B0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73" w:type="dxa"/>
          </w:tcPr>
          <w:p w:rsidR="00381D2D" w:rsidRPr="00BF29B0" w:rsidRDefault="00381D2D" w:rsidP="009E3C91">
            <w:pPr>
              <w:widowControl/>
              <w:jc w:val="center"/>
              <w:rPr>
                <w:sz w:val="24"/>
                <w:szCs w:val="24"/>
              </w:rPr>
            </w:pPr>
            <w:r w:rsidRPr="00BF29B0">
              <w:rPr>
                <w:sz w:val="24"/>
                <w:szCs w:val="24"/>
              </w:rPr>
              <w:t>Исполнитель</w:t>
            </w:r>
          </w:p>
        </w:tc>
        <w:tc>
          <w:tcPr>
            <w:tcW w:w="2234" w:type="dxa"/>
          </w:tcPr>
          <w:p w:rsidR="00381D2D" w:rsidRPr="00BF29B0" w:rsidRDefault="00381D2D" w:rsidP="009E3C91">
            <w:pPr>
              <w:widowControl/>
              <w:jc w:val="center"/>
              <w:rPr>
                <w:sz w:val="24"/>
                <w:szCs w:val="24"/>
              </w:rPr>
            </w:pPr>
            <w:r w:rsidRPr="00BF29B0">
              <w:rPr>
                <w:sz w:val="24"/>
                <w:szCs w:val="24"/>
              </w:rPr>
              <w:t>Срок исполнения</w:t>
            </w:r>
          </w:p>
        </w:tc>
      </w:tr>
      <w:tr w:rsidR="00381D2D" w:rsidTr="00BF29B0">
        <w:tc>
          <w:tcPr>
            <w:tcW w:w="696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1.</w:t>
            </w:r>
          </w:p>
        </w:tc>
        <w:tc>
          <w:tcPr>
            <w:tcW w:w="4232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 xml:space="preserve">Формирование информационного раздела по разработке </w:t>
            </w:r>
            <w:r>
              <w:rPr>
                <w:sz w:val="24"/>
                <w:szCs w:val="24"/>
              </w:rPr>
              <w:t xml:space="preserve">Стратегии на официальном сайте </w:t>
            </w:r>
            <w:r w:rsidRPr="009E3C91">
              <w:rPr>
                <w:sz w:val="24"/>
                <w:szCs w:val="24"/>
              </w:rPr>
              <w:t>администрации МО «Холмогорский муниципальный район»</w:t>
            </w:r>
          </w:p>
        </w:tc>
        <w:tc>
          <w:tcPr>
            <w:tcW w:w="2473" w:type="dxa"/>
          </w:tcPr>
          <w:p w:rsidR="00381D2D" w:rsidRPr="009E3C91" w:rsidRDefault="00381D2D" w:rsidP="00BF29B0">
            <w:pPr>
              <w:widowControl/>
              <w:jc w:val="center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Отдел экономики,</w:t>
            </w:r>
          </w:p>
          <w:p w:rsidR="00381D2D" w:rsidRPr="009E3C91" w:rsidRDefault="00381D2D" w:rsidP="00BF29B0">
            <w:pPr>
              <w:widowControl/>
              <w:jc w:val="center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Отдел по организационной работе и местному самоуправлению</w:t>
            </w:r>
          </w:p>
        </w:tc>
        <w:tc>
          <w:tcPr>
            <w:tcW w:w="2234" w:type="dxa"/>
            <w:vAlign w:val="center"/>
          </w:tcPr>
          <w:p w:rsidR="00381D2D" w:rsidRPr="009E3C91" w:rsidRDefault="00381D2D" w:rsidP="009E3C91">
            <w:pPr>
              <w:widowControl/>
              <w:jc w:val="center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до 01.01.2018</w:t>
            </w:r>
            <w:r>
              <w:rPr>
                <w:sz w:val="24"/>
                <w:szCs w:val="24"/>
              </w:rPr>
              <w:t xml:space="preserve"> </w:t>
            </w:r>
            <w:r w:rsidRPr="009E3C91">
              <w:rPr>
                <w:sz w:val="24"/>
                <w:szCs w:val="24"/>
              </w:rPr>
              <w:t>г.</w:t>
            </w:r>
          </w:p>
        </w:tc>
      </w:tr>
      <w:tr w:rsidR="00381D2D" w:rsidTr="00BF29B0">
        <w:tc>
          <w:tcPr>
            <w:tcW w:w="696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2.</w:t>
            </w:r>
          </w:p>
        </w:tc>
        <w:tc>
          <w:tcPr>
            <w:tcW w:w="4232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Информирование населения Холмогорского муниципального района о разработке Стратегии на официальном сайте администрации</w:t>
            </w:r>
          </w:p>
        </w:tc>
        <w:tc>
          <w:tcPr>
            <w:tcW w:w="2473" w:type="dxa"/>
          </w:tcPr>
          <w:p w:rsidR="00381D2D" w:rsidRPr="009E3C91" w:rsidRDefault="00381D2D" w:rsidP="00BF29B0">
            <w:pPr>
              <w:widowControl/>
              <w:jc w:val="center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Отдел экономики,</w:t>
            </w:r>
          </w:p>
          <w:p w:rsidR="00381D2D" w:rsidRPr="009E3C91" w:rsidRDefault="00381D2D" w:rsidP="00BF29B0">
            <w:pPr>
              <w:widowControl/>
              <w:jc w:val="center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Отдел по организац</w:t>
            </w:r>
            <w:bookmarkStart w:id="0" w:name="_GoBack"/>
            <w:bookmarkEnd w:id="0"/>
            <w:r w:rsidRPr="009E3C91">
              <w:rPr>
                <w:sz w:val="24"/>
                <w:szCs w:val="24"/>
              </w:rPr>
              <w:t>ионной работе и местному самоуправлению</w:t>
            </w:r>
          </w:p>
        </w:tc>
        <w:tc>
          <w:tcPr>
            <w:tcW w:w="2234" w:type="dxa"/>
            <w:vAlign w:val="center"/>
          </w:tcPr>
          <w:p w:rsidR="00381D2D" w:rsidRPr="009E3C91" w:rsidRDefault="00381D2D" w:rsidP="009E3C91">
            <w:pPr>
              <w:widowControl/>
              <w:jc w:val="center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до 01.03.2018</w:t>
            </w:r>
            <w:r>
              <w:rPr>
                <w:sz w:val="24"/>
                <w:szCs w:val="24"/>
              </w:rPr>
              <w:t xml:space="preserve"> </w:t>
            </w:r>
            <w:r w:rsidRPr="009E3C91">
              <w:rPr>
                <w:sz w:val="24"/>
                <w:szCs w:val="24"/>
              </w:rPr>
              <w:t>г.</w:t>
            </w:r>
          </w:p>
        </w:tc>
      </w:tr>
      <w:tr w:rsidR="00381D2D" w:rsidTr="00BF29B0">
        <w:tc>
          <w:tcPr>
            <w:tcW w:w="696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3.</w:t>
            </w:r>
          </w:p>
        </w:tc>
        <w:tc>
          <w:tcPr>
            <w:tcW w:w="4232" w:type="dxa"/>
          </w:tcPr>
          <w:p w:rsidR="00381D2D" w:rsidRPr="009E3C91" w:rsidRDefault="00381D2D" w:rsidP="009E3C91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9E3C91">
              <w:rPr>
                <w:color w:val="000000"/>
                <w:sz w:val="24"/>
                <w:szCs w:val="24"/>
              </w:rPr>
              <w:t>Проведение стратегического анализа стартовых условий и исходных предпосылок социально-экономического развития района:</w:t>
            </w:r>
          </w:p>
          <w:p w:rsidR="00381D2D" w:rsidRPr="009E3C91" w:rsidRDefault="00381D2D" w:rsidP="009E3C91">
            <w:pPr>
              <w:widowControl/>
              <w:autoSpaceDE/>
              <w:autoSpaceDN/>
              <w:adjustRightInd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E3C91">
              <w:rPr>
                <w:sz w:val="24"/>
                <w:szCs w:val="24"/>
              </w:rPr>
              <w:t>проведение анализа текущего состояния и динамики основных показателей развития за 2013-2017 годы в соответствующих сферах  деятельности, предварительный прогноз на 2018 год;</w:t>
            </w:r>
          </w:p>
          <w:p w:rsidR="00381D2D" w:rsidRPr="009E3C91" w:rsidRDefault="00381D2D" w:rsidP="009E3C91">
            <w:pPr>
              <w:widowControl/>
              <w:autoSpaceDE/>
              <w:autoSpaceDN/>
              <w:adjustRightInd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E3C91">
              <w:rPr>
                <w:sz w:val="24"/>
                <w:szCs w:val="24"/>
              </w:rPr>
              <w:t>проведение анализа реализации муниципальных программ;</w:t>
            </w:r>
          </w:p>
          <w:p w:rsidR="00381D2D" w:rsidRPr="009E3C91" w:rsidRDefault="00381D2D" w:rsidP="009E3C91">
            <w:pPr>
              <w:widowControl/>
              <w:autoSpaceDE/>
              <w:autoSpaceDN/>
              <w:adjustRightInd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E3C91">
              <w:rPr>
                <w:sz w:val="24"/>
                <w:szCs w:val="24"/>
              </w:rPr>
              <w:t>выявление ключевых проблем социально-экономического развития</w:t>
            </w:r>
          </w:p>
        </w:tc>
        <w:tc>
          <w:tcPr>
            <w:tcW w:w="2473" w:type="dxa"/>
          </w:tcPr>
          <w:p w:rsidR="00381D2D" w:rsidRPr="009E3C91" w:rsidRDefault="00381D2D" w:rsidP="00BF29B0">
            <w:pPr>
              <w:widowControl/>
              <w:jc w:val="center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Координирующий орган совместно с органами местной администрации</w:t>
            </w:r>
          </w:p>
        </w:tc>
        <w:tc>
          <w:tcPr>
            <w:tcW w:w="2234" w:type="dxa"/>
            <w:vAlign w:val="center"/>
          </w:tcPr>
          <w:p w:rsidR="00381D2D" w:rsidRPr="009E3C91" w:rsidRDefault="00381D2D" w:rsidP="009E3C91">
            <w:pPr>
              <w:widowControl/>
              <w:jc w:val="center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до 01.09.2018</w:t>
            </w:r>
            <w:r>
              <w:rPr>
                <w:sz w:val="24"/>
                <w:szCs w:val="24"/>
              </w:rPr>
              <w:t xml:space="preserve"> </w:t>
            </w:r>
            <w:r w:rsidRPr="009E3C91">
              <w:rPr>
                <w:sz w:val="24"/>
                <w:szCs w:val="24"/>
              </w:rPr>
              <w:t>г.</w:t>
            </w:r>
          </w:p>
        </w:tc>
      </w:tr>
      <w:tr w:rsidR="00381D2D" w:rsidTr="00BF29B0">
        <w:tc>
          <w:tcPr>
            <w:tcW w:w="696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4.</w:t>
            </w:r>
          </w:p>
        </w:tc>
        <w:tc>
          <w:tcPr>
            <w:tcW w:w="4232" w:type="dxa"/>
          </w:tcPr>
          <w:p w:rsidR="00381D2D" w:rsidRPr="00BF29B0" w:rsidRDefault="00381D2D" w:rsidP="009E3C91">
            <w:pPr>
              <w:widowControl/>
              <w:autoSpaceDE/>
              <w:autoSpaceDN/>
              <w:adjustRightInd/>
              <w:spacing w:line="240" w:lineRule="exact"/>
              <w:jc w:val="both"/>
              <w:rPr>
                <w:sz w:val="24"/>
                <w:szCs w:val="24"/>
              </w:rPr>
            </w:pPr>
            <w:r w:rsidRPr="00BF29B0">
              <w:rPr>
                <w:sz w:val="24"/>
                <w:szCs w:val="24"/>
              </w:rPr>
              <w:t xml:space="preserve">Обобщение полученной от  участников разработки Стратегии информации и формирование общего  SWOT-анализа </w:t>
            </w:r>
          </w:p>
        </w:tc>
        <w:tc>
          <w:tcPr>
            <w:tcW w:w="2473" w:type="dxa"/>
          </w:tcPr>
          <w:p w:rsidR="00381D2D" w:rsidRPr="00BF29B0" w:rsidRDefault="00381D2D" w:rsidP="00BF29B0">
            <w:pPr>
              <w:widowControl/>
              <w:jc w:val="center"/>
              <w:rPr>
                <w:sz w:val="24"/>
                <w:szCs w:val="24"/>
              </w:rPr>
            </w:pPr>
            <w:r w:rsidRPr="00BF29B0">
              <w:rPr>
                <w:sz w:val="24"/>
                <w:szCs w:val="24"/>
              </w:rPr>
              <w:t>Координирующий орган</w:t>
            </w:r>
          </w:p>
        </w:tc>
        <w:tc>
          <w:tcPr>
            <w:tcW w:w="2234" w:type="dxa"/>
            <w:vAlign w:val="center"/>
          </w:tcPr>
          <w:p w:rsidR="00381D2D" w:rsidRPr="00BF29B0" w:rsidRDefault="00381D2D" w:rsidP="009E3C91">
            <w:pPr>
              <w:widowControl/>
              <w:jc w:val="center"/>
              <w:rPr>
                <w:sz w:val="24"/>
                <w:szCs w:val="24"/>
              </w:rPr>
            </w:pPr>
            <w:r w:rsidRPr="00BF29B0">
              <w:rPr>
                <w:sz w:val="24"/>
                <w:szCs w:val="24"/>
              </w:rPr>
              <w:t>до 01.10.2018 г.</w:t>
            </w:r>
          </w:p>
        </w:tc>
      </w:tr>
      <w:tr w:rsidR="00381D2D" w:rsidTr="00BF29B0">
        <w:tc>
          <w:tcPr>
            <w:tcW w:w="696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5.</w:t>
            </w:r>
          </w:p>
        </w:tc>
        <w:tc>
          <w:tcPr>
            <w:tcW w:w="4232" w:type="dxa"/>
          </w:tcPr>
          <w:p w:rsidR="00381D2D" w:rsidRPr="00BF29B0" w:rsidRDefault="00381D2D" w:rsidP="009E3C91">
            <w:pPr>
              <w:widowControl/>
              <w:autoSpaceDE/>
              <w:autoSpaceDN/>
              <w:adjustRightInd/>
              <w:spacing w:line="240" w:lineRule="exact"/>
              <w:jc w:val="both"/>
              <w:rPr>
                <w:sz w:val="24"/>
                <w:szCs w:val="24"/>
              </w:rPr>
            </w:pPr>
            <w:r w:rsidRPr="00BF29B0">
              <w:rPr>
                <w:sz w:val="24"/>
                <w:szCs w:val="24"/>
              </w:rPr>
              <w:t>Определение целей и задач социально-экономического развития района  на основании проведенного анализа по направлениям</w:t>
            </w:r>
          </w:p>
        </w:tc>
        <w:tc>
          <w:tcPr>
            <w:tcW w:w="2473" w:type="dxa"/>
          </w:tcPr>
          <w:p w:rsidR="00381D2D" w:rsidRPr="00BF29B0" w:rsidRDefault="00381D2D" w:rsidP="00BF29B0">
            <w:pPr>
              <w:widowControl/>
              <w:jc w:val="center"/>
              <w:rPr>
                <w:sz w:val="24"/>
                <w:szCs w:val="24"/>
              </w:rPr>
            </w:pPr>
            <w:r w:rsidRPr="00BF29B0">
              <w:rPr>
                <w:sz w:val="24"/>
                <w:szCs w:val="24"/>
              </w:rPr>
              <w:t>Координирующий орган совместно с органами местной администрации</w:t>
            </w:r>
          </w:p>
        </w:tc>
        <w:tc>
          <w:tcPr>
            <w:tcW w:w="2234" w:type="dxa"/>
            <w:vAlign w:val="center"/>
          </w:tcPr>
          <w:p w:rsidR="00381D2D" w:rsidRPr="00BF29B0" w:rsidRDefault="00381D2D" w:rsidP="009E3C91">
            <w:pPr>
              <w:widowControl/>
              <w:jc w:val="center"/>
              <w:rPr>
                <w:sz w:val="24"/>
                <w:szCs w:val="24"/>
              </w:rPr>
            </w:pPr>
            <w:r w:rsidRPr="00BF29B0">
              <w:rPr>
                <w:sz w:val="24"/>
                <w:szCs w:val="24"/>
              </w:rPr>
              <w:t>до 01.10.2018 г.</w:t>
            </w:r>
          </w:p>
        </w:tc>
      </w:tr>
      <w:tr w:rsidR="00381D2D" w:rsidTr="00BF29B0">
        <w:tc>
          <w:tcPr>
            <w:tcW w:w="696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6.</w:t>
            </w:r>
          </w:p>
        </w:tc>
        <w:tc>
          <w:tcPr>
            <w:tcW w:w="4232" w:type="dxa"/>
          </w:tcPr>
          <w:p w:rsidR="00381D2D" w:rsidRPr="00BF29B0" w:rsidRDefault="00381D2D" w:rsidP="009E3C91">
            <w:pPr>
              <w:widowControl/>
              <w:autoSpaceDE/>
              <w:autoSpaceDN/>
              <w:adjustRightInd/>
              <w:spacing w:line="240" w:lineRule="exact"/>
              <w:rPr>
                <w:sz w:val="24"/>
                <w:szCs w:val="24"/>
              </w:rPr>
            </w:pPr>
            <w:r w:rsidRPr="00BF29B0">
              <w:rPr>
                <w:sz w:val="24"/>
                <w:szCs w:val="24"/>
              </w:rPr>
              <w:t>Формирование проекта Стратегии</w:t>
            </w:r>
          </w:p>
          <w:p w:rsidR="00381D2D" w:rsidRPr="00BF29B0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473" w:type="dxa"/>
          </w:tcPr>
          <w:p w:rsidR="00381D2D" w:rsidRPr="00BF29B0" w:rsidRDefault="00381D2D" w:rsidP="00BF29B0">
            <w:pPr>
              <w:widowControl/>
              <w:jc w:val="center"/>
              <w:rPr>
                <w:sz w:val="24"/>
                <w:szCs w:val="24"/>
              </w:rPr>
            </w:pPr>
            <w:r w:rsidRPr="00BF29B0">
              <w:rPr>
                <w:sz w:val="24"/>
                <w:szCs w:val="24"/>
              </w:rPr>
              <w:t>Координирующий орган совместно с органами местной администрации</w:t>
            </w:r>
          </w:p>
        </w:tc>
        <w:tc>
          <w:tcPr>
            <w:tcW w:w="2234" w:type="dxa"/>
            <w:vAlign w:val="center"/>
          </w:tcPr>
          <w:p w:rsidR="00381D2D" w:rsidRPr="00BF29B0" w:rsidRDefault="00381D2D" w:rsidP="009E3C91">
            <w:pPr>
              <w:widowControl/>
              <w:jc w:val="center"/>
              <w:rPr>
                <w:sz w:val="24"/>
                <w:szCs w:val="24"/>
              </w:rPr>
            </w:pPr>
            <w:r w:rsidRPr="00BF29B0">
              <w:rPr>
                <w:sz w:val="24"/>
                <w:szCs w:val="24"/>
              </w:rPr>
              <w:t>до 31.12.2018 г.</w:t>
            </w:r>
          </w:p>
        </w:tc>
      </w:tr>
      <w:tr w:rsidR="00381D2D" w:rsidTr="00BF29B0">
        <w:tc>
          <w:tcPr>
            <w:tcW w:w="696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232" w:type="dxa"/>
          </w:tcPr>
          <w:p w:rsidR="00381D2D" w:rsidRPr="00BF29B0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BF29B0">
              <w:rPr>
                <w:sz w:val="24"/>
                <w:szCs w:val="24"/>
              </w:rPr>
              <w:t>Рассмотрение проекта Стратегии на заседании рабочей группы</w:t>
            </w:r>
          </w:p>
        </w:tc>
        <w:tc>
          <w:tcPr>
            <w:tcW w:w="2473" w:type="dxa"/>
          </w:tcPr>
          <w:p w:rsidR="00381D2D" w:rsidRPr="00BF29B0" w:rsidRDefault="00381D2D" w:rsidP="00BF29B0">
            <w:pPr>
              <w:widowControl/>
              <w:jc w:val="center"/>
              <w:rPr>
                <w:sz w:val="24"/>
                <w:szCs w:val="24"/>
              </w:rPr>
            </w:pPr>
            <w:r w:rsidRPr="00BF29B0">
              <w:rPr>
                <w:sz w:val="24"/>
                <w:szCs w:val="24"/>
              </w:rPr>
              <w:t>Координирующий орган</w:t>
            </w:r>
          </w:p>
        </w:tc>
        <w:tc>
          <w:tcPr>
            <w:tcW w:w="2234" w:type="dxa"/>
            <w:vAlign w:val="center"/>
          </w:tcPr>
          <w:p w:rsidR="00381D2D" w:rsidRPr="00BF29B0" w:rsidRDefault="00381D2D" w:rsidP="009E3C91">
            <w:pPr>
              <w:widowControl/>
              <w:jc w:val="center"/>
              <w:rPr>
                <w:sz w:val="24"/>
                <w:szCs w:val="24"/>
              </w:rPr>
            </w:pPr>
            <w:r w:rsidRPr="00BF29B0">
              <w:rPr>
                <w:sz w:val="24"/>
                <w:szCs w:val="24"/>
              </w:rPr>
              <w:t>до 31.01.2019 г.</w:t>
            </w:r>
          </w:p>
        </w:tc>
      </w:tr>
      <w:tr w:rsidR="00381D2D" w:rsidTr="00BF29B0">
        <w:tc>
          <w:tcPr>
            <w:tcW w:w="696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232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Общественное обсуждение проекта Стратегии</w:t>
            </w:r>
          </w:p>
        </w:tc>
        <w:tc>
          <w:tcPr>
            <w:tcW w:w="2473" w:type="dxa"/>
          </w:tcPr>
          <w:p w:rsidR="00381D2D" w:rsidRPr="009E3C91" w:rsidRDefault="00381D2D" w:rsidP="00BF29B0">
            <w:pPr>
              <w:widowControl/>
              <w:jc w:val="center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Координирующий орган</w:t>
            </w:r>
          </w:p>
        </w:tc>
        <w:tc>
          <w:tcPr>
            <w:tcW w:w="2234" w:type="dxa"/>
            <w:vAlign w:val="center"/>
          </w:tcPr>
          <w:p w:rsidR="00381D2D" w:rsidRPr="009E3C91" w:rsidRDefault="00381D2D" w:rsidP="009E3C91">
            <w:pPr>
              <w:widowControl/>
              <w:jc w:val="center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до 01.03.2019</w:t>
            </w:r>
            <w:r>
              <w:rPr>
                <w:sz w:val="24"/>
                <w:szCs w:val="24"/>
              </w:rPr>
              <w:t xml:space="preserve"> </w:t>
            </w:r>
            <w:r w:rsidRPr="009E3C91">
              <w:rPr>
                <w:sz w:val="24"/>
                <w:szCs w:val="24"/>
              </w:rPr>
              <w:t>г.</w:t>
            </w:r>
          </w:p>
        </w:tc>
      </w:tr>
      <w:tr w:rsidR="00381D2D" w:rsidTr="00BF29B0">
        <w:tc>
          <w:tcPr>
            <w:tcW w:w="696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9.</w:t>
            </w:r>
          </w:p>
        </w:tc>
        <w:tc>
          <w:tcPr>
            <w:tcW w:w="4232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Направление проекта Стратегии на согласование в агентство стратегических разработок Архангельской области</w:t>
            </w:r>
          </w:p>
        </w:tc>
        <w:tc>
          <w:tcPr>
            <w:tcW w:w="2473" w:type="dxa"/>
          </w:tcPr>
          <w:p w:rsidR="00381D2D" w:rsidRPr="009E3C91" w:rsidRDefault="00381D2D" w:rsidP="00BF29B0">
            <w:pPr>
              <w:widowControl/>
              <w:jc w:val="center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Координирующий орган</w:t>
            </w:r>
          </w:p>
        </w:tc>
        <w:tc>
          <w:tcPr>
            <w:tcW w:w="2234" w:type="dxa"/>
            <w:vAlign w:val="center"/>
          </w:tcPr>
          <w:p w:rsidR="00381D2D" w:rsidRPr="009E3C91" w:rsidRDefault="00381D2D" w:rsidP="009E3C91">
            <w:pPr>
              <w:widowControl/>
              <w:jc w:val="center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до 01.04.2019</w:t>
            </w:r>
            <w:r>
              <w:rPr>
                <w:sz w:val="24"/>
                <w:szCs w:val="24"/>
              </w:rPr>
              <w:t xml:space="preserve"> </w:t>
            </w:r>
            <w:r w:rsidRPr="009E3C91">
              <w:rPr>
                <w:sz w:val="24"/>
                <w:szCs w:val="24"/>
              </w:rPr>
              <w:t>г.</w:t>
            </w:r>
          </w:p>
        </w:tc>
      </w:tr>
      <w:tr w:rsidR="00381D2D" w:rsidTr="00BF29B0">
        <w:tc>
          <w:tcPr>
            <w:tcW w:w="696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10.</w:t>
            </w:r>
          </w:p>
        </w:tc>
        <w:tc>
          <w:tcPr>
            <w:tcW w:w="4232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Организация обсуждения проекта Стратегии на публичных слушаниях</w:t>
            </w:r>
          </w:p>
        </w:tc>
        <w:tc>
          <w:tcPr>
            <w:tcW w:w="2473" w:type="dxa"/>
          </w:tcPr>
          <w:p w:rsidR="00381D2D" w:rsidRPr="009E3C91" w:rsidRDefault="00381D2D" w:rsidP="00BF29B0">
            <w:pPr>
              <w:widowControl/>
              <w:jc w:val="center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Координирующий орган</w:t>
            </w:r>
          </w:p>
        </w:tc>
        <w:tc>
          <w:tcPr>
            <w:tcW w:w="2234" w:type="dxa"/>
            <w:vAlign w:val="center"/>
          </w:tcPr>
          <w:p w:rsidR="00381D2D" w:rsidRPr="009E3C91" w:rsidRDefault="00381D2D" w:rsidP="009E3C91">
            <w:pPr>
              <w:widowControl/>
              <w:jc w:val="center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до 15.05.2019</w:t>
            </w:r>
            <w:r>
              <w:rPr>
                <w:sz w:val="24"/>
                <w:szCs w:val="24"/>
              </w:rPr>
              <w:t xml:space="preserve"> </w:t>
            </w:r>
            <w:r w:rsidRPr="009E3C91">
              <w:rPr>
                <w:sz w:val="24"/>
                <w:szCs w:val="24"/>
              </w:rPr>
              <w:t xml:space="preserve">г. </w:t>
            </w:r>
          </w:p>
        </w:tc>
      </w:tr>
      <w:tr w:rsidR="00381D2D" w:rsidTr="00BF29B0">
        <w:tc>
          <w:tcPr>
            <w:tcW w:w="696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 xml:space="preserve">11. </w:t>
            </w:r>
          </w:p>
        </w:tc>
        <w:tc>
          <w:tcPr>
            <w:tcW w:w="4232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Подготовка и направление проекта решения Стратегии на рассмотрение  Собрания депутатов МО «Холмогорский муниципальный район»</w:t>
            </w:r>
          </w:p>
        </w:tc>
        <w:tc>
          <w:tcPr>
            <w:tcW w:w="2473" w:type="dxa"/>
          </w:tcPr>
          <w:p w:rsidR="00381D2D" w:rsidRPr="009E3C91" w:rsidRDefault="00381D2D" w:rsidP="00BF29B0">
            <w:pPr>
              <w:widowControl/>
              <w:jc w:val="center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Координирующий орган</w:t>
            </w:r>
          </w:p>
        </w:tc>
        <w:tc>
          <w:tcPr>
            <w:tcW w:w="2234" w:type="dxa"/>
            <w:vAlign w:val="center"/>
          </w:tcPr>
          <w:p w:rsidR="00381D2D" w:rsidRPr="009E3C91" w:rsidRDefault="00381D2D" w:rsidP="009E3C91">
            <w:pPr>
              <w:widowControl/>
              <w:jc w:val="center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до 18.05.2019</w:t>
            </w:r>
            <w:r>
              <w:rPr>
                <w:sz w:val="24"/>
                <w:szCs w:val="24"/>
              </w:rPr>
              <w:t xml:space="preserve"> </w:t>
            </w:r>
            <w:r w:rsidRPr="009E3C91">
              <w:rPr>
                <w:sz w:val="24"/>
                <w:szCs w:val="24"/>
              </w:rPr>
              <w:t>г.</w:t>
            </w:r>
          </w:p>
        </w:tc>
      </w:tr>
      <w:tr w:rsidR="00381D2D" w:rsidTr="00BF29B0">
        <w:tc>
          <w:tcPr>
            <w:tcW w:w="696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 xml:space="preserve">12. </w:t>
            </w:r>
          </w:p>
        </w:tc>
        <w:tc>
          <w:tcPr>
            <w:tcW w:w="4232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Разработка плана мероприятий по реализации Стратегии (в 2 мес. срок, после утверждения стратегии)</w:t>
            </w:r>
          </w:p>
        </w:tc>
        <w:tc>
          <w:tcPr>
            <w:tcW w:w="2473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234" w:type="dxa"/>
            <w:vAlign w:val="center"/>
          </w:tcPr>
          <w:p w:rsidR="00381D2D" w:rsidRPr="009E3C91" w:rsidRDefault="00381D2D" w:rsidP="009E3C91">
            <w:pPr>
              <w:widowControl/>
              <w:jc w:val="center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01.09.2019</w:t>
            </w:r>
            <w:r>
              <w:rPr>
                <w:sz w:val="24"/>
                <w:szCs w:val="24"/>
              </w:rPr>
              <w:t xml:space="preserve"> </w:t>
            </w:r>
            <w:r w:rsidRPr="009E3C91">
              <w:rPr>
                <w:sz w:val="24"/>
                <w:szCs w:val="24"/>
              </w:rPr>
              <w:t>г.</w:t>
            </w:r>
          </w:p>
        </w:tc>
      </w:tr>
      <w:tr w:rsidR="00381D2D" w:rsidTr="00BF29B0">
        <w:tc>
          <w:tcPr>
            <w:tcW w:w="696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13.</w:t>
            </w:r>
          </w:p>
        </w:tc>
        <w:tc>
          <w:tcPr>
            <w:tcW w:w="4232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Актуализация перечня муниципальных программ</w:t>
            </w:r>
          </w:p>
        </w:tc>
        <w:tc>
          <w:tcPr>
            <w:tcW w:w="2473" w:type="dxa"/>
          </w:tcPr>
          <w:p w:rsidR="00381D2D" w:rsidRPr="009E3C91" w:rsidRDefault="00381D2D" w:rsidP="00BF29B0">
            <w:pPr>
              <w:widowControl/>
              <w:jc w:val="center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Координирующий орган совместно с органами местной администрации</w:t>
            </w:r>
          </w:p>
        </w:tc>
        <w:tc>
          <w:tcPr>
            <w:tcW w:w="2234" w:type="dxa"/>
            <w:vAlign w:val="center"/>
          </w:tcPr>
          <w:p w:rsidR="00381D2D" w:rsidRPr="009E3C91" w:rsidRDefault="00381D2D" w:rsidP="009E3C91">
            <w:pPr>
              <w:widowControl/>
              <w:jc w:val="center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01.10.2019</w:t>
            </w:r>
            <w:r>
              <w:rPr>
                <w:sz w:val="24"/>
                <w:szCs w:val="24"/>
              </w:rPr>
              <w:t xml:space="preserve"> </w:t>
            </w:r>
            <w:r w:rsidRPr="009E3C91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.</w:t>
            </w:r>
          </w:p>
        </w:tc>
      </w:tr>
      <w:tr w:rsidR="00381D2D" w:rsidTr="00BF29B0">
        <w:tc>
          <w:tcPr>
            <w:tcW w:w="696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14.</w:t>
            </w:r>
          </w:p>
        </w:tc>
        <w:tc>
          <w:tcPr>
            <w:tcW w:w="4232" w:type="dxa"/>
          </w:tcPr>
          <w:p w:rsidR="00381D2D" w:rsidRPr="009E3C91" w:rsidRDefault="00381D2D" w:rsidP="009E3C91">
            <w:pPr>
              <w:widowControl/>
              <w:jc w:val="both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 xml:space="preserve">Разработка, корректировка и утверждение муниципальных программ </w:t>
            </w:r>
          </w:p>
        </w:tc>
        <w:tc>
          <w:tcPr>
            <w:tcW w:w="2473" w:type="dxa"/>
          </w:tcPr>
          <w:p w:rsidR="00381D2D" w:rsidRPr="009E3C91" w:rsidRDefault="00381D2D" w:rsidP="00BF29B0">
            <w:pPr>
              <w:widowControl/>
              <w:jc w:val="center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Ответственные исполнители муниципальных программ</w:t>
            </w:r>
          </w:p>
        </w:tc>
        <w:tc>
          <w:tcPr>
            <w:tcW w:w="2234" w:type="dxa"/>
            <w:vAlign w:val="center"/>
          </w:tcPr>
          <w:p w:rsidR="00381D2D" w:rsidRPr="009E3C91" w:rsidRDefault="00381D2D" w:rsidP="009E3C91">
            <w:pPr>
              <w:widowControl/>
              <w:jc w:val="center"/>
              <w:rPr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В соответствии с порядком разработки, реализации и оценки эффективности муниципальных программ МО «Холмогорский муниципальный район» от 24.08.2017</w:t>
            </w:r>
            <w:r>
              <w:rPr>
                <w:sz w:val="24"/>
                <w:szCs w:val="24"/>
              </w:rPr>
              <w:t xml:space="preserve"> </w:t>
            </w:r>
            <w:r w:rsidRPr="009E3C91">
              <w:rPr>
                <w:sz w:val="24"/>
                <w:szCs w:val="24"/>
              </w:rPr>
              <w:t>г. № 101</w:t>
            </w:r>
          </w:p>
          <w:p w:rsidR="00381D2D" w:rsidRPr="009E3C91" w:rsidRDefault="00381D2D" w:rsidP="009E3C9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9E3C91">
              <w:rPr>
                <w:sz w:val="24"/>
                <w:szCs w:val="24"/>
              </w:rPr>
              <w:t>01.10.2019</w:t>
            </w:r>
            <w:r>
              <w:rPr>
                <w:sz w:val="24"/>
                <w:szCs w:val="24"/>
              </w:rPr>
              <w:t xml:space="preserve"> </w:t>
            </w:r>
            <w:r w:rsidRPr="009E3C91">
              <w:rPr>
                <w:sz w:val="24"/>
                <w:szCs w:val="24"/>
              </w:rPr>
              <w:t>г.</w:t>
            </w:r>
          </w:p>
        </w:tc>
      </w:tr>
    </w:tbl>
    <w:p w:rsidR="00381D2D" w:rsidRPr="00BF29B0" w:rsidRDefault="00381D2D" w:rsidP="00BF29B0">
      <w:pPr>
        <w:widowControl/>
        <w:jc w:val="center"/>
        <w:rPr>
          <w:b/>
          <w:bCs/>
          <w:sz w:val="28"/>
          <w:szCs w:val="28"/>
        </w:rPr>
      </w:pPr>
    </w:p>
    <w:p w:rsidR="00381D2D" w:rsidRPr="00BF29B0" w:rsidRDefault="00381D2D" w:rsidP="00BF29B0">
      <w:pPr>
        <w:jc w:val="center"/>
        <w:rPr>
          <w:sz w:val="28"/>
          <w:szCs w:val="28"/>
        </w:rPr>
      </w:pPr>
    </w:p>
    <w:p w:rsidR="00381D2D" w:rsidRDefault="00381D2D" w:rsidP="00BF29B0">
      <w:pPr>
        <w:jc w:val="center"/>
        <w:rPr>
          <w:sz w:val="28"/>
          <w:szCs w:val="28"/>
        </w:rPr>
      </w:pPr>
    </w:p>
    <w:p w:rsidR="00381D2D" w:rsidRPr="00BF29B0" w:rsidRDefault="00381D2D" w:rsidP="00BF29B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sectPr w:rsidR="00381D2D" w:rsidRPr="00BF29B0" w:rsidSect="00BF29B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D2D" w:rsidRDefault="00381D2D">
      <w:r>
        <w:separator/>
      </w:r>
    </w:p>
  </w:endnote>
  <w:endnote w:type="continuationSeparator" w:id="1">
    <w:p w:rsidR="00381D2D" w:rsidRDefault="00381D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D2D" w:rsidRDefault="00381D2D">
      <w:r>
        <w:separator/>
      </w:r>
    </w:p>
  </w:footnote>
  <w:footnote w:type="continuationSeparator" w:id="1">
    <w:p w:rsidR="00381D2D" w:rsidRDefault="00381D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D2D" w:rsidRDefault="00381D2D" w:rsidP="008A2D92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81D2D" w:rsidRDefault="00381D2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B47"/>
    <w:rsid w:val="001C62DF"/>
    <w:rsid w:val="00247A32"/>
    <w:rsid w:val="00324B9C"/>
    <w:rsid w:val="003352E8"/>
    <w:rsid w:val="0034600D"/>
    <w:rsid w:val="00381D2D"/>
    <w:rsid w:val="0038796D"/>
    <w:rsid w:val="004C3985"/>
    <w:rsid w:val="00542735"/>
    <w:rsid w:val="00596A33"/>
    <w:rsid w:val="005F1E56"/>
    <w:rsid w:val="00694E36"/>
    <w:rsid w:val="006A1F84"/>
    <w:rsid w:val="00727BE4"/>
    <w:rsid w:val="007A7238"/>
    <w:rsid w:val="007D18BA"/>
    <w:rsid w:val="008019D2"/>
    <w:rsid w:val="00863690"/>
    <w:rsid w:val="008A2D92"/>
    <w:rsid w:val="008C39DC"/>
    <w:rsid w:val="009300FA"/>
    <w:rsid w:val="009E3C91"/>
    <w:rsid w:val="00A078B7"/>
    <w:rsid w:val="00A337FC"/>
    <w:rsid w:val="00BF29B0"/>
    <w:rsid w:val="00E633C7"/>
    <w:rsid w:val="00E72B47"/>
    <w:rsid w:val="00E96A6E"/>
    <w:rsid w:val="00FD3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3C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633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E633C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 Знак Знак Знак Знак"/>
    <w:basedOn w:val="Normal"/>
    <w:link w:val="DefaultParagraphFont"/>
    <w:uiPriority w:val="99"/>
    <w:rsid w:val="00BF29B0"/>
    <w:pPr>
      <w:widowControl/>
      <w:autoSpaceDE/>
      <w:autoSpaceDN/>
      <w:adjustRightInd/>
      <w:spacing w:after="160" w:line="240" w:lineRule="exact"/>
    </w:pPr>
    <w:rPr>
      <w:rFonts w:ascii="Verdana" w:eastAsia="Calibri" w:hAnsi="Verdana" w:cs="Verdana"/>
      <w:lang w:val="en-US" w:eastAsia="en-US"/>
    </w:rPr>
  </w:style>
  <w:style w:type="paragraph" w:styleId="Header">
    <w:name w:val="header"/>
    <w:basedOn w:val="Normal"/>
    <w:link w:val="HeaderChar"/>
    <w:uiPriority w:val="99"/>
    <w:rsid w:val="00BF29B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0A12"/>
    <w:rPr>
      <w:rFonts w:ascii="Times New Roman" w:eastAsia="Times New Roman" w:hAnsi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BF29B0"/>
  </w:style>
  <w:style w:type="paragraph" w:styleId="BalloonText">
    <w:name w:val="Balloon Text"/>
    <w:basedOn w:val="Normal"/>
    <w:link w:val="BalloonTextChar"/>
    <w:uiPriority w:val="99"/>
    <w:semiHidden/>
    <w:rsid w:val="00727B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A12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281</TotalTime>
  <Pages>2</Pages>
  <Words>435</Words>
  <Characters>2481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Павозкова Ирина Михайловна</dc:creator>
  <cp:keywords/>
  <dc:description/>
  <cp:lastModifiedBy>Пользователь Компьют</cp:lastModifiedBy>
  <cp:revision>11</cp:revision>
  <cp:lastPrinted>2018-03-21T06:27:00Z</cp:lastPrinted>
  <dcterms:created xsi:type="dcterms:W3CDTF">2017-11-17T07:06:00Z</dcterms:created>
  <dcterms:modified xsi:type="dcterms:W3CDTF">2018-03-21T06:30:00Z</dcterms:modified>
</cp:coreProperties>
</file>