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  <w:r w:rsidRPr="006F0AC8">
        <w:rPr>
          <w:color w:val="000000"/>
          <w:lang w:val="ru-RU"/>
        </w:rPr>
        <w:t>ООО «Геодезия и Межевание»</w:t>
      </w:r>
    </w:p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  <w:r w:rsidRPr="006F0AC8">
        <w:rPr>
          <w:color w:val="000000"/>
          <w:lang w:val="ru-RU"/>
        </w:rPr>
        <w:t>150002 Россия, г. Ярославль, ул. Будкина., д. 7</w:t>
      </w:r>
    </w:p>
    <w:p w:rsidR="00CB5D49" w:rsidRPr="006F0AC8" w:rsidRDefault="00CB5D49" w:rsidP="00FF6F70">
      <w:pPr>
        <w:pStyle w:val="a2"/>
        <w:rPr>
          <w:color w:val="000000"/>
          <w:lang w:val="ru-RU"/>
        </w:rPr>
      </w:pPr>
    </w:p>
    <w:p w:rsidR="00CB5D49" w:rsidRPr="006F0AC8" w:rsidRDefault="00CB5D49" w:rsidP="00D92809">
      <w:pPr>
        <w:pStyle w:val="a2"/>
        <w:ind w:left="5387"/>
        <w:rPr>
          <w:color w:val="000000"/>
          <w:lang w:val="ru-RU"/>
        </w:rPr>
      </w:pPr>
      <w:r w:rsidRPr="006F0AC8">
        <w:rPr>
          <w:color w:val="000000"/>
          <w:lang w:val="ru-RU"/>
        </w:rPr>
        <w:t>Заказчик: Администрация муниципального образования «</w:t>
      </w:r>
      <w:r>
        <w:rPr>
          <w:color w:val="000000"/>
          <w:lang w:val="ru-RU"/>
        </w:rPr>
        <w:t>Хаврогорское</w:t>
      </w:r>
      <w:r w:rsidRPr="006F0AC8">
        <w:rPr>
          <w:color w:val="000000"/>
          <w:lang w:val="ru-RU"/>
        </w:rPr>
        <w:t>» Холмогорского муниципального района Архангельской области</w:t>
      </w:r>
    </w:p>
    <w:p w:rsidR="00CB5D49" w:rsidRPr="006F0AC8" w:rsidRDefault="00CB5D49" w:rsidP="00D92809">
      <w:pPr>
        <w:pStyle w:val="a2"/>
        <w:ind w:left="5387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jc w:val="center"/>
        <w:rPr>
          <w:b/>
          <w:bCs/>
          <w:color w:val="000000"/>
          <w:sz w:val="32"/>
          <w:szCs w:val="32"/>
          <w:lang w:val="ru-RU"/>
        </w:rPr>
      </w:pPr>
      <w:r w:rsidRPr="006F0AC8">
        <w:rPr>
          <w:b/>
          <w:bCs/>
          <w:color w:val="000000"/>
          <w:sz w:val="32"/>
          <w:szCs w:val="32"/>
          <w:lang w:val="ru-RU"/>
        </w:rPr>
        <w:t>Генеральный план</w:t>
      </w:r>
    </w:p>
    <w:p w:rsidR="00CB5D49" w:rsidRPr="006F0AC8" w:rsidRDefault="00CB5D49" w:rsidP="00FF6F70">
      <w:pPr>
        <w:pStyle w:val="a2"/>
        <w:jc w:val="center"/>
        <w:rPr>
          <w:color w:val="000000"/>
          <w:sz w:val="28"/>
          <w:szCs w:val="28"/>
          <w:lang w:val="ru-RU"/>
        </w:rPr>
      </w:pPr>
      <w:r w:rsidRPr="006F0AC8">
        <w:rPr>
          <w:color w:val="000000"/>
          <w:sz w:val="28"/>
          <w:szCs w:val="28"/>
          <w:lang w:val="ru-RU"/>
        </w:rPr>
        <w:t xml:space="preserve">муниципального образования </w:t>
      </w:r>
      <w:r w:rsidRPr="006F0AC8">
        <w:rPr>
          <w:b/>
          <w:bCs/>
          <w:color w:val="000000"/>
          <w:sz w:val="28"/>
          <w:szCs w:val="28"/>
          <w:lang w:val="ru-RU"/>
        </w:rPr>
        <w:t>«</w:t>
      </w:r>
      <w:r>
        <w:rPr>
          <w:b/>
          <w:bCs/>
          <w:color w:val="000000"/>
          <w:sz w:val="28"/>
          <w:szCs w:val="28"/>
          <w:lang w:val="ru-RU"/>
        </w:rPr>
        <w:t>Хаврогорское</w:t>
      </w:r>
      <w:r w:rsidRPr="006F0AC8">
        <w:rPr>
          <w:b/>
          <w:bCs/>
          <w:color w:val="000000"/>
          <w:sz w:val="28"/>
          <w:szCs w:val="28"/>
          <w:lang w:val="ru-RU"/>
        </w:rPr>
        <w:t>»</w:t>
      </w:r>
      <w:r>
        <w:rPr>
          <w:b/>
          <w:bCs/>
          <w:color w:val="000000"/>
          <w:sz w:val="28"/>
          <w:szCs w:val="28"/>
          <w:lang w:val="ru-RU"/>
        </w:rPr>
        <w:t xml:space="preserve"> </w:t>
      </w:r>
      <w:r w:rsidRPr="006F0AC8">
        <w:rPr>
          <w:color w:val="000000"/>
          <w:sz w:val="28"/>
          <w:szCs w:val="28"/>
          <w:lang w:val="ru-RU"/>
        </w:rPr>
        <w:t>Холмогорского муниципального района</w:t>
      </w:r>
      <w:r>
        <w:rPr>
          <w:color w:val="000000"/>
          <w:sz w:val="28"/>
          <w:szCs w:val="28"/>
          <w:lang w:val="ru-RU"/>
        </w:rPr>
        <w:t xml:space="preserve"> </w:t>
      </w:r>
      <w:r w:rsidRPr="006F0AC8">
        <w:rPr>
          <w:color w:val="000000"/>
          <w:sz w:val="28"/>
          <w:szCs w:val="28"/>
          <w:lang w:val="ru-RU"/>
        </w:rPr>
        <w:t xml:space="preserve"> Архангельской области</w:t>
      </w:r>
    </w:p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  <w:r w:rsidRPr="006F0AC8">
        <w:rPr>
          <w:color w:val="000000"/>
          <w:lang w:val="ru-RU"/>
        </w:rPr>
        <w:t>Нормативно-правовой акт</w:t>
      </w:r>
    </w:p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jc w:val="center"/>
        <w:rPr>
          <w:b/>
          <w:bCs/>
          <w:color w:val="000000"/>
          <w:lang w:val="ru-RU"/>
        </w:rPr>
      </w:pPr>
      <w:r w:rsidRPr="006F0AC8">
        <w:rPr>
          <w:b/>
          <w:bCs/>
          <w:color w:val="000000"/>
          <w:lang w:val="ru-RU"/>
        </w:rPr>
        <w:t>Пояснительная записка</w:t>
      </w:r>
    </w:p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jc w:val="center"/>
        <w:rPr>
          <w:b/>
          <w:bCs/>
          <w:color w:val="000000"/>
          <w:lang w:val="ru-RU"/>
        </w:rPr>
      </w:pPr>
      <w:r w:rsidRPr="006F0AC8">
        <w:rPr>
          <w:b/>
          <w:bCs/>
          <w:color w:val="000000"/>
          <w:lang w:val="ru-RU"/>
        </w:rPr>
        <w:t>Том 2</w:t>
      </w:r>
    </w:p>
    <w:p w:rsidR="00CB5D49" w:rsidRPr="006F0AC8" w:rsidRDefault="00CB5D49" w:rsidP="00FF6F70">
      <w:pPr>
        <w:pStyle w:val="a2"/>
        <w:jc w:val="center"/>
        <w:rPr>
          <w:color w:val="000000"/>
          <w:lang w:val="ru-RU"/>
        </w:rPr>
      </w:pPr>
      <w:r w:rsidRPr="006F0AC8">
        <w:rPr>
          <w:b/>
          <w:bCs/>
          <w:color w:val="000000"/>
          <w:lang w:val="ru-RU"/>
        </w:rPr>
        <w:t>Положения о территориальном планировании</w:t>
      </w:r>
    </w:p>
    <w:p w:rsidR="00CB5D49" w:rsidRPr="006F0AC8" w:rsidRDefault="00CB5D49" w:rsidP="00FF6F70">
      <w:pPr>
        <w:pStyle w:val="a2"/>
        <w:rPr>
          <w:b/>
          <w:bCs/>
          <w:color w:val="000000"/>
          <w:lang w:val="ru-RU"/>
        </w:rPr>
      </w:pPr>
    </w:p>
    <w:p w:rsidR="00CB5D49" w:rsidRPr="006F0AC8" w:rsidRDefault="00CB5D49" w:rsidP="00FF6F70">
      <w:pPr>
        <w:pStyle w:val="a2"/>
        <w:rPr>
          <w:color w:val="000000"/>
          <w:lang w:val="ru-RU"/>
        </w:rPr>
      </w:pPr>
      <w:r w:rsidRPr="006F0AC8">
        <w:rPr>
          <w:color w:val="000000"/>
          <w:lang w:val="ru-RU"/>
        </w:rPr>
        <w:t>Генеральный директор</w:t>
      </w:r>
    </w:p>
    <w:p w:rsidR="00CB5D49" w:rsidRPr="006F0AC8" w:rsidRDefault="00CB5D49" w:rsidP="00FF6F70">
      <w:pPr>
        <w:pStyle w:val="a2"/>
        <w:rPr>
          <w:color w:val="000000"/>
          <w:lang w:val="ru-RU"/>
        </w:rPr>
      </w:pPr>
      <w:r w:rsidRPr="006F0AC8">
        <w:rPr>
          <w:color w:val="000000"/>
          <w:lang w:val="ru-RU"/>
        </w:rPr>
        <w:t>ООО «Геодезия и Межевание»                                                                           И. П. Губочкин</w:t>
      </w:r>
    </w:p>
    <w:p w:rsidR="00CB5D49" w:rsidRPr="006F0AC8" w:rsidRDefault="00CB5D49" w:rsidP="00934654">
      <w:pPr>
        <w:pStyle w:val="a2"/>
        <w:rPr>
          <w:color w:val="000000"/>
          <w:lang w:val="ru-RU"/>
        </w:rPr>
      </w:pPr>
      <w:r w:rsidRPr="006F0AC8">
        <w:rPr>
          <w:color w:val="000000"/>
          <w:lang w:val="ru-RU"/>
        </w:rPr>
        <w:t xml:space="preserve">Руководитель темы, </w:t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</w:r>
      <w:r w:rsidRPr="006F0AC8">
        <w:rPr>
          <w:color w:val="000000"/>
          <w:lang w:val="ru-RU"/>
        </w:rPr>
        <w:tab/>
        <w:t xml:space="preserve">  В. В. Богородицкий</w:t>
      </w:r>
    </w:p>
    <w:p w:rsidR="00CB5D49" w:rsidRPr="006F0AC8" w:rsidRDefault="00CB5D49" w:rsidP="00FF6F70">
      <w:pPr>
        <w:pStyle w:val="a2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rPr>
          <w:color w:val="000000"/>
          <w:lang w:val="ru-RU"/>
        </w:rPr>
      </w:pPr>
    </w:p>
    <w:p w:rsidR="00CB5D49" w:rsidRPr="006F0AC8" w:rsidRDefault="00CB5D49" w:rsidP="00FF6F70">
      <w:pPr>
        <w:pStyle w:val="a2"/>
        <w:spacing w:before="0" w:beforeAutospacing="0" w:after="0" w:afterAutospacing="0" w:line="288" w:lineRule="auto"/>
        <w:jc w:val="center"/>
        <w:rPr>
          <w:color w:val="000000"/>
          <w:lang w:val="ru-RU"/>
        </w:rPr>
      </w:pPr>
      <w:r w:rsidRPr="006F0AC8">
        <w:rPr>
          <w:color w:val="000000"/>
          <w:lang w:val="ru-RU"/>
        </w:rPr>
        <w:t>Ярославль 2017 г.</w:t>
      </w:r>
      <w:r w:rsidRPr="006F0AC8">
        <w:rPr>
          <w:color w:val="000000"/>
          <w:lang w:val="ru-RU"/>
        </w:rPr>
        <w:br w:type="page"/>
      </w:r>
    </w:p>
    <w:tbl>
      <w:tblPr>
        <w:tblW w:w="0" w:type="auto"/>
        <w:tblInd w:w="-106" w:type="dxa"/>
        <w:tblCellMar>
          <w:top w:w="170" w:type="dxa"/>
          <w:bottom w:w="170" w:type="dxa"/>
        </w:tblCellMar>
        <w:tblLook w:val="00A0"/>
      </w:tblPr>
      <w:tblGrid>
        <w:gridCol w:w="961"/>
        <w:gridCol w:w="8610"/>
      </w:tblGrid>
      <w:tr w:rsidR="00CB5D49" w:rsidRPr="00EA7657">
        <w:tc>
          <w:tcPr>
            <w:tcW w:w="993" w:type="dxa"/>
          </w:tcPr>
          <w:p w:rsidR="00CB5D49" w:rsidRPr="00EA7657" w:rsidRDefault="00CB5D49" w:rsidP="00D92809">
            <w:pPr>
              <w:pStyle w:val="Heading1"/>
            </w:pPr>
          </w:p>
        </w:tc>
        <w:tc>
          <w:tcPr>
            <w:tcW w:w="8896" w:type="dxa"/>
          </w:tcPr>
          <w:p w:rsidR="00CB5D49" w:rsidRPr="00EA7657" w:rsidRDefault="00CB5D49" w:rsidP="00EA7657">
            <w:pPr>
              <w:pStyle w:val="Heading2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7657">
              <w:rPr>
                <w:rFonts w:ascii="Times New Roman" w:hAnsi="Times New Roman" w:cs="Times New Roman"/>
                <w:b/>
                <w:bCs/>
                <w:color w:val="000000"/>
              </w:rPr>
              <w:t>Состав Генерального плана муниципального образования  «Хаврогорское»  Холмогорского муниципального района Архангельской области</w:t>
            </w:r>
          </w:p>
        </w:tc>
      </w:tr>
    </w:tbl>
    <w:p w:rsidR="00CB5D49" w:rsidRPr="006F0AC8" w:rsidRDefault="00CB5D49" w:rsidP="00CC0A53">
      <w:pPr>
        <w:rPr>
          <w:color w:val="00000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92"/>
        <w:gridCol w:w="5987"/>
        <w:gridCol w:w="2192"/>
      </w:tblGrid>
      <w:tr w:rsidR="00CB5D49" w:rsidRPr="00EA7657">
        <w:tc>
          <w:tcPr>
            <w:tcW w:w="1423" w:type="dxa"/>
          </w:tcPr>
          <w:p w:rsidR="00CB5D49" w:rsidRPr="00EA7657" w:rsidRDefault="00CB5D49" w:rsidP="00D92809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Номер тома</w:t>
            </w:r>
          </w:p>
        </w:tc>
        <w:tc>
          <w:tcPr>
            <w:tcW w:w="6233" w:type="dxa"/>
          </w:tcPr>
          <w:p w:rsidR="00CB5D49" w:rsidRPr="00EA7657" w:rsidRDefault="00CB5D49" w:rsidP="00D92809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32" w:type="dxa"/>
          </w:tcPr>
          <w:p w:rsidR="00CB5D49" w:rsidRPr="00EA7657" w:rsidRDefault="00CB5D49" w:rsidP="00D92809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CB5D49" w:rsidRPr="00EA7657">
        <w:tc>
          <w:tcPr>
            <w:tcW w:w="9888" w:type="dxa"/>
            <w:gridSpan w:val="3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b/>
                <w:bCs/>
                <w:color w:val="000000"/>
              </w:rPr>
              <w:t>Материалы по обоснованию проекта:</w:t>
            </w:r>
          </w:p>
        </w:tc>
      </w:tr>
      <w:tr w:rsidR="00CB5D49" w:rsidRPr="00EA7657">
        <w:tc>
          <w:tcPr>
            <w:tcW w:w="142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Том 1</w:t>
            </w:r>
          </w:p>
        </w:tc>
        <w:tc>
          <w:tcPr>
            <w:tcW w:w="623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Пояснительная записка.</w:t>
            </w:r>
          </w:p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Материалы по обоснованию генерального плана</w:t>
            </w:r>
          </w:p>
        </w:tc>
        <w:tc>
          <w:tcPr>
            <w:tcW w:w="2232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</w:p>
        </w:tc>
      </w:tr>
      <w:tr w:rsidR="00CB5D49" w:rsidRPr="00EA7657">
        <w:tc>
          <w:tcPr>
            <w:tcW w:w="142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Книга 1</w:t>
            </w:r>
          </w:p>
        </w:tc>
        <w:tc>
          <w:tcPr>
            <w:tcW w:w="623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Анализ и  оценка современного состояния территории</w:t>
            </w:r>
          </w:p>
        </w:tc>
        <w:tc>
          <w:tcPr>
            <w:tcW w:w="2232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</w:p>
        </w:tc>
      </w:tr>
      <w:tr w:rsidR="00CB5D49" w:rsidRPr="00EA7657">
        <w:tc>
          <w:tcPr>
            <w:tcW w:w="142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Книга 2</w:t>
            </w:r>
          </w:p>
        </w:tc>
        <w:tc>
          <w:tcPr>
            <w:tcW w:w="623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 xml:space="preserve">Концепция градостроительного развития территории. </w:t>
            </w:r>
          </w:p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Обоснование мероприятий по территориальному планированию</w:t>
            </w:r>
          </w:p>
        </w:tc>
        <w:tc>
          <w:tcPr>
            <w:tcW w:w="2232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</w:p>
        </w:tc>
      </w:tr>
      <w:tr w:rsidR="00CB5D49" w:rsidRPr="00EA7657">
        <w:tc>
          <w:tcPr>
            <w:tcW w:w="9888" w:type="dxa"/>
            <w:gridSpan w:val="3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b/>
                <w:bCs/>
                <w:color w:val="000000"/>
              </w:rPr>
              <w:t>Положение о территориальном планировании (утверждаемая часть):</w:t>
            </w:r>
          </w:p>
        </w:tc>
      </w:tr>
      <w:tr w:rsidR="00CB5D49" w:rsidRPr="00EA7657">
        <w:tc>
          <w:tcPr>
            <w:tcW w:w="142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Том 2</w:t>
            </w:r>
          </w:p>
        </w:tc>
        <w:tc>
          <w:tcPr>
            <w:tcW w:w="6233" w:type="dxa"/>
          </w:tcPr>
          <w:p w:rsidR="00CB5D49" w:rsidRPr="00EA7657" w:rsidRDefault="00CB5D49" w:rsidP="00D92809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Пояснительная записка.</w:t>
            </w:r>
          </w:p>
          <w:p w:rsidR="00CB5D49" w:rsidRPr="00EA7657" w:rsidRDefault="00CB5D49" w:rsidP="00D92809">
            <w:pPr>
              <w:spacing w:before="200"/>
              <w:ind w:left="0"/>
              <w:rPr>
                <w:color w:val="000000"/>
              </w:rPr>
            </w:pPr>
            <w:r w:rsidRPr="00EA7657">
              <w:rPr>
                <w:color w:val="000000"/>
              </w:rPr>
              <w:t xml:space="preserve">Положение о территориальном планировании </w:t>
            </w:r>
          </w:p>
        </w:tc>
        <w:tc>
          <w:tcPr>
            <w:tcW w:w="2232" w:type="dxa"/>
          </w:tcPr>
          <w:p w:rsidR="00CB5D49" w:rsidRPr="00EA7657" w:rsidRDefault="00CB5D49" w:rsidP="00D92809">
            <w:pPr>
              <w:ind w:left="33"/>
            </w:pPr>
          </w:p>
        </w:tc>
      </w:tr>
    </w:tbl>
    <w:p w:rsidR="00CB5D49" w:rsidRPr="006F0AC8" w:rsidRDefault="00CB5D49" w:rsidP="00CC0A53">
      <w:pPr>
        <w:ind w:firstLine="851"/>
        <w:rPr>
          <w:b/>
          <w:bCs/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rPr>
          <w:color w:val="000000"/>
        </w:rPr>
      </w:pPr>
    </w:p>
    <w:p w:rsidR="00CB5D49" w:rsidRPr="006F0AC8" w:rsidRDefault="00CB5D49" w:rsidP="00CC0A53">
      <w:pPr>
        <w:ind w:left="0"/>
        <w:rPr>
          <w:color w:val="000000"/>
        </w:rPr>
      </w:pPr>
    </w:p>
    <w:p w:rsidR="00CB5D49" w:rsidRPr="006F0AC8" w:rsidRDefault="00CB5D49" w:rsidP="00CC0A53">
      <w:pPr>
        <w:pStyle w:val="Heading2"/>
        <w:rPr>
          <w:rFonts w:ascii="Times New Roman" w:hAnsi="Times New Roman" w:cs="Times New Roman"/>
          <w:b/>
          <w:bCs/>
          <w:color w:val="000000"/>
        </w:rPr>
      </w:pPr>
      <w:r w:rsidRPr="006F0AC8">
        <w:rPr>
          <w:rFonts w:ascii="Times New Roman" w:hAnsi="Times New Roman" w:cs="Times New Roman"/>
          <w:b/>
          <w:bCs/>
          <w:color w:val="000000"/>
        </w:rPr>
        <w:t>Перечень графических материалов</w:t>
      </w:r>
    </w:p>
    <w:p w:rsidR="00CB5D49" w:rsidRPr="006F0AC8" w:rsidRDefault="00CB5D49" w:rsidP="00CC0A53">
      <w:pPr>
        <w:ind w:left="0"/>
        <w:rPr>
          <w:b/>
          <w:bCs/>
          <w:color w:val="000000"/>
        </w:rPr>
      </w:pPr>
      <w:r w:rsidRPr="006F0AC8">
        <w:rPr>
          <w:b/>
          <w:bCs/>
          <w:color w:val="000000"/>
        </w:rPr>
        <w:t>в составе генерального плана  муниципального образования  «</w:t>
      </w:r>
      <w:r>
        <w:rPr>
          <w:b/>
          <w:bCs/>
          <w:color w:val="000000"/>
        </w:rPr>
        <w:t>Хаврогорское</w:t>
      </w:r>
      <w:r w:rsidRPr="006F0AC8">
        <w:rPr>
          <w:b/>
          <w:bCs/>
          <w:color w:val="000000"/>
        </w:rPr>
        <w:t>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227"/>
        <w:gridCol w:w="4510"/>
        <w:gridCol w:w="1866"/>
        <w:gridCol w:w="1968"/>
      </w:tblGrid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</w:p>
          <w:p w:rsidR="00CB5D49" w:rsidRPr="00EA7657" w:rsidRDefault="00CB5D49" w:rsidP="00C3334C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Масштаб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CB5D49" w:rsidRPr="00EA7657">
        <w:tc>
          <w:tcPr>
            <w:tcW w:w="9889" w:type="dxa"/>
            <w:gridSpan w:val="4"/>
          </w:tcPr>
          <w:p w:rsidR="00CB5D49" w:rsidRPr="00EA7657" w:rsidRDefault="00CB5D49" w:rsidP="00C3334C">
            <w:pPr>
              <w:pStyle w:val="a0"/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Положение о территориальном планировании:</w:t>
            </w:r>
          </w:p>
        </w:tc>
      </w:tr>
      <w:tr w:rsidR="00CB5D49" w:rsidRPr="00EA7657">
        <w:tc>
          <w:tcPr>
            <w:tcW w:w="9889" w:type="dxa"/>
            <w:gridSpan w:val="4"/>
          </w:tcPr>
          <w:p w:rsidR="00CB5D49" w:rsidRPr="00EA7657" w:rsidRDefault="00CB5D49" w:rsidP="00C3334C">
            <w:pPr>
              <w:pStyle w:val="a0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</w:rPr>
              <w:t>1. Материалы по обоснованию генерального плана: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 xml:space="preserve">Опорный план  </w:t>
            </w:r>
          </w:p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 xml:space="preserve">(Современное использование территории). 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50 000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2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 xml:space="preserve">Карта планировочной организации территории. 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50 000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  <w:lang w:val="en-US"/>
              </w:rPr>
            </w:pPr>
            <w:r w:rsidRPr="00EA7657">
              <w:rPr>
                <w:color w:val="000000"/>
              </w:rPr>
              <w:t>3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Карта территорий, подверженных риску возникновения чрезвычайных ситуаций природного и техногенного характера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50 000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  <w:tr w:rsidR="00CB5D49" w:rsidRPr="00EA7657">
        <w:tc>
          <w:tcPr>
            <w:tcW w:w="9889" w:type="dxa"/>
            <w:gridSpan w:val="4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rStyle w:val="Strong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2. Положение о территориальном планировании: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4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Карта планируемого размещения объектов местного значения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50 000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5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Карта функциональных зон.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50 000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6</w:t>
            </w:r>
          </w:p>
        </w:tc>
        <w:tc>
          <w:tcPr>
            <w:tcW w:w="4701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Карта границ населенных пунктов д. Погост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10 000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  <w:tr w:rsidR="00CB5D49" w:rsidRPr="00EA7657">
        <w:tc>
          <w:tcPr>
            <w:tcW w:w="127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6.1</w:t>
            </w:r>
          </w:p>
        </w:tc>
        <w:tc>
          <w:tcPr>
            <w:tcW w:w="4701" w:type="dxa"/>
          </w:tcPr>
          <w:p w:rsidR="00CB5D49" w:rsidRPr="00EA7657" w:rsidRDefault="00CB5D49" w:rsidP="00B538E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Карта границ населенных пунктов</w:t>
            </w:r>
          </w:p>
        </w:tc>
        <w:tc>
          <w:tcPr>
            <w:tcW w:w="1914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1: 10 000</w:t>
            </w:r>
          </w:p>
        </w:tc>
        <w:tc>
          <w:tcPr>
            <w:tcW w:w="1997" w:type="dxa"/>
          </w:tcPr>
          <w:p w:rsidR="00CB5D49" w:rsidRPr="00EA7657" w:rsidRDefault="00CB5D49" w:rsidP="00C3334C">
            <w:pPr>
              <w:pStyle w:val="a0"/>
              <w:rPr>
                <w:color w:val="000000"/>
              </w:rPr>
            </w:pPr>
            <w:r w:rsidRPr="00EA7657">
              <w:rPr>
                <w:color w:val="000000"/>
              </w:rPr>
              <w:t>н/с</w:t>
            </w:r>
          </w:p>
        </w:tc>
      </w:tr>
    </w:tbl>
    <w:p w:rsidR="00CB5D49" w:rsidRPr="006F0AC8" w:rsidRDefault="00CB5D49" w:rsidP="00CC0A53">
      <w:pPr>
        <w:pStyle w:val="Quote"/>
        <w:rPr>
          <w:color w:val="000000"/>
          <w:lang w:val="ru-RU"/>
        </w:rPr>
      </w:pPr>
      <w:r w:rsidRPr="006F0AC8">
        <w:rPr>
          <w:color w:val="000000"/>
        </w:rPr>
        <w:t>н/с  – не секретная.</w:t>
      </w:r>
    </w:p>
    <w:p w:rsidR="00CB5D49" w:rsidRPr="006F0AC8" w:rsidRDefault="00CB5D49" w:rsidP="00CC0A53">
      <w:pPr>
        <w:ind w:left="0"/>
        <w:rPr>
          <w:color w:val="000000"/>
        </w:rPr>
      </w:pPr>
    </w:p>
    <w:p w:rsidR="00CB5D49" w:rsidRPr="006F0AC8" w:rsidRDefault="00CB5D49" w:rsidP="00CC0A53">
      <w:pPr>
        <w:ind w:left="0"/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Pr="006F0AC8" w:rsidRDefault="00CB5D49" w:rsidP="00835D49">
      <w:pPr>
        <w:rPr>
          <w:color w:val="000000"/>
        </w:rPr>
      </w:pPr>
    </w:p>
    <w:p w:rsidR="00CB5D49" w:rsidRDefault="00CB5D49" w:rsidP="000C3D9C">
      <w:pPr>
        <w:pageBreakBefore/>
        <w:ind w:left="0"/>
        <w:rPr>
          <w:noProof/>
        </w:rPr>
      </w:pPr>
      <w:r w:rsidRPr="006F0AC8">
        <w:rPr>
          <w:b/>
          <w:bCs/>
          <w:color w:val="000000"/>
        </w:rPr>
        <w:t>Содержание</w:t>
      </w:r>
      <w:r w:rsidRPr="006F0AC8">
        <w:rPr>
          <w:color w:val="000000"/>
        </w:rPr>
        <w:fldChar w:fldCharType="begin"/>
      </w:r>
      <w:r w:rsidRPr="006F0AC8">
        <w:rPr>
          <w:color w:val="000000"/>
        </w:rPr>
        <w:instrText xml:space="preserve"> TOC \h \z \t "Мой стиль;1" </w:instrText>
      </w:r>
      <w:r w:rsidRPr="006F0AC8">
        <w:rPr>
          <w:color w:val="000000"/>
        </w:rPr>
        <w:fldChar w:fldCharType="separate"/>
      </w:r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84" w:history="1">
        <w:r w:rsidRPr="0042407F">
          <w:rPr>
            <w:rStyle w:val="Hyperlink"/>
            <w:noProof/>
          </w:rPr>
          <w:t>Общие положения.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85" w:history="1">
        <w:r w:rsidRPr="0042407F">
          <w:rPr>
            <w:rStyle w:val="Hyperlink"/>
            <w:noProof/>
          </w:rPr>
          <w:t>1. Цели и задачи территориального планирования муниципального образования  «</w:t>
        </w:r>
        <w:r>
          <w:rPr>
            <w:rStyle w:val="Hyperlink"/>
            <w:noProof/>
          </w:rPr>
          <w:t>Хаврогорское</w:t>
        </w:r>
        <w:r w:rsidRPr="0042407F">
          <w:rPr>
            <w:rStyle w:val="Hyperlink"/>
            <w:noProof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86" w:history="1">
        <w:r w:rsidRPr="0042407F">
          <w:rPr>
            <w:rStyle w:val="Hyperlink"/>
            <w:noProof/>
          </w:rPr>
          <w:t>2. Основные стратегические направления (концепция) градостроительного развития территории муниципального образования «</w:t>
        </w:r>
        <w:r>
          <w:rPr>
            <w:rStyle w:val="Hyperlink"/>
            <w:noProof/>
          </w:rPr>
          <w:t>Хаврогорское</w:t>
        </w:r>
        <w:r w:rsidRPr="0042407F">
          <w:rPr>
            <w:rStyle w:val="Hyperlink"/>
            <w:noProof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87" w:history="1">
        <w:r w:rsidRPr="0042407F">
          <w:rPr>
            <w:rStyle w:val="Hyperlink"/>
            <w:noProof/>
          </w:rPr>
          <w:t>3.    Перечень мероприятий по территориальному планированию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88" w:history="1">
        <w:r w:rsidRPr="0042407F">
          <w:rPr>
            <w:rStyle w:val="Hyperlink"/>
            <w:noProof/>
          </w:rPr>
          <w:t>3.1. Мероприятия по развитию и преобразованию функционально-планировочной структуры.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89" w:history="1">
        <w:r w:rsidRPr="0042407F">
          <w:rPr>
            <w:rStyle w:val="Hyperlink"/>
            <w:noProof/>
          </w:rPr>
          <w:t>3.2. Мероприятия по развитию и размещению объектов капитального строительств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0" w:history="1">
        <w:r w:rsidRPr="0042407F">
          <w:rPr>
            <w:rStyle w:val="Hyperlink"/>
            <w:noProof/>
          </w:rPr>
          <w:t>3.2.1. Мероприятия по развитию и размещению основных объектов экономической деятельности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1" w:history="1">
        <w:r w:rsidRPr="0042407F">
          <w:rPr>
            <w:rStyle w:val="Hyperlink"/>
            <w:noProof/>
          </w:rPr>
          <w:t>3.2.2. Мероприятия по развитию жилого фонда и размещению объектов культурно-бытового обслуживания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left" w:pos="9084"/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2" w:history="1">
        <w:r w:rsidRPr="0042407F">
          <w:rPr>
            <w:rStyle w:val="Hyperlink"/>
            <w:noProof/>
          </w:rPr>
          <w:t>3.2.3. Мероприятия по развитию и размещению объектов инженерной и транспортной</w:t>
        </w:r>
        <w:r>
          <w:rPr>
            <w:rFonts w:ascii="Franklin Gothic Book" w:hAnsi="Franklin Gothic Book" w:cs="Franklin Gothic Book"/>
            <w:noProof/>
            <w:sz w:val="22"/>
            <w:szCs w:val="22"/>
            <w:lang w:eastAsia="ru-RU"/>
          </w:rPr>
          <w:tab/>
        </w:r>
        <w:r w:rsidRPr="0042407F">
          <w:rPr>
            <w:rStyle w:val="Hyperlink"/>
            <w:noProof/>
          </w:rPr>
          <w:t xml:space="preserve">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3" w:history="1">
        <w:r w:rsidRPr="0042407F">
          <w:rPr>
            <w:rStyle w:val="Hyperlink"/>
            <w:noProof/>
          </w:rPr>
          <w:t>3.3. Мероприятия по сохранению объектов культурного наследия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4" w:history="1">
        <w:r w:rsidRPr="0042407F">
          <w:rPr>
            <w:rStyle w:val="Hyperlink"/>
            <w:noProof/>
          </w:rPr>
          <w:t>3.4. Мероприятия по развитию рекреационных зон, размещению объектов по обслуживанию туристов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5" w:history="1">
        <w:r w:rsidRPr="0042407F">
          <w:rPr>
            <w:rStyle w:val="Hyperlink"/>
            <w:noProof/>
          </w:rPr>
          <w:t>3.5. Мероприятия по улучшению экологической обстановки и охране окружающей среды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6" w:history="1">
        <w:r w:rsidRPr="0042407F">
          <w:rPr>
            <w:rStyle w:val="Hyperlink"/>
            <w:noProof/>
          </w:rPr>
          <w:t>3.6  Мероприятия по предотвращению чрезвычайных ситуаций природного и техногенного характера и пожарной безопасности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CB5D49" w:rsidRDefault="00CB5D49">
      <w:pPr>
        <w:pStyle w:val="TOC1"/>
        <w:tabs>
          <w:tab w:val="right" w:leader="dot" w:pos="9345"/>
        </w:tabs>
        <w:rPr>
          <w:rFonts w:ascii="Franklin Gothic Book" w:hAnsi="Franklin Gothic Book" w:cs="Franklin Gothic Book"/>
          <w:noProof/>
          <w:sz w:val="22"/>
          <w:szCs w:val="22"/>
          <w:lang w:eastAsia="ru-RU"/>
        </w:rPr>
      </w:pPr>
      <w:hyperlink w:anchor="_Toc496259797" w:history="1">
        <w:r w:rsidRPr="0042407F">
          <w:rPr>
            <w:rStyle w:val="Hyperlink"/>
            <w:noProof/>
          </w:rPr>
          <w:t>4. Градостроительный паспорт МО «</w:t>
        </w:r>
        <w:r>
          <w:rPr>
            <w:rStyle w:val="Hyperlink"/>
            <w:noProof/>
          </w:rPr>
          <w:t>Хаврогорское</w:t>
        </w:r>
        <w:r w:rsidRPr="0042407F">
          <w:rPr>
            <w:rStyle w:val="Hyperlink"/>
            <w:noProof/>
          </w:rPr>
          <w:t>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_Toc496259797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CB5D49" w:rsidRPr="006F0AC8" w:rsidRDefault="00CB5D49" w:rsidP="00835D49">
      <w:pPr>
        <w:rPr>
          <w:color w:val="000000"/>
        </w:rPr>
      </w:pPr>
      <w:r w:rsidRPr="006F0AC8">
        <w:rPr>
          <w:color w:val="000000"/>
        </w:rPr>
        <w:fldChar w:fldCharType="end"/>
      </w:r>
    </w:p>
    <w:p w:rsidR="00CB5D49" w:rsidRPr="006F0AC8" w:rsidRDefault="00CB5D49" w:rsidP="007F5129">
      <w:pPr>
        <w:ind w:left="0"/>
        <w:rPr>
          <w:color w:val="000000"/>
        </w:rPr>
      </w:pPr>
    </w:p>
    <w:p w:rsidR="00CB5D49" w:rsidRPr="006F0AC8" w:rsidRDefault="00CB5D49" w:rsidP="007F5129">
      <w:pPr>
        <w:ind w:left="0"/>
        <w:rPr>
          <w:b/>
          <w:bCs/>
          <w:color w:val="000000"/>
        </w:rPr>
      </w:pPr>
    </w:p>
    <w:p w:rsidR="00CB5D49" w:rsidRPr="006F0AC8" w:rsidRDefault="00CB5D49" w:rsidP="007F5129">
      <w:pPr>
        <w:ind w:left="0"/>
        <w:rPr>
          <w:b/>
          <w:bCs/>
          <w:color w:val="000000"/>
        </w:rPr>
      </w:pPr>
    </w:p>
    <w:p w:rsidR="00CB5D49" w:rsidRPr="006F0AC8" w:rsidRDefault="00CB5D49" w:rsidP="007F5129">
      <w:pPr>
        <w:ind w:left="0"/>
        <w:rPr>
          <w:b/>
          <w:bCs/>
          <w:color w:val="000000"/>
        </w:rPr>
      </w:pPr>
    </w:p>
    <w:p w:rsidR="00CB5D49" w:rsidRPr="006F0AC8" w:rsidRDefault="00CB5D49" w:rsidP="007F5129">
      <w:pPr>
        <w:ind w:left="0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tbl>
      <w:tblPr>
        <w:tblW w:w="0" w:type="auto"/>
        <w:tblInd w:w="-106" w:type="dxa"/>
        <w:tblCellMar>
          <w:top w:w="170" w:type="dxa"/>
          <w:bottom w:w="170" w:type="dxa"/>
        </w:tblCellMar>
        <w:tblLook w:val="00A0"/>
      </w:tblPr>
      <w:tblGrid>
        <w:gridCol w:w="962"/>
        <w:gridCol w:w="8609"/>
      </w:tblGrid>
      <w:tr w:rsidR="00CB5D49" w:rsidRPr="00EA7657">
        <w:tc>
          <w:tcPr>
            <w:tcW w:w="993" w:type="dxa"/>
          </w:tcPr>
          <w:p w:rsidR="00CB5D49" w:rsidRPr="00EA7657" w:rsidRDefault="00CB5D49" w:rsidP="00EA7657">
            <w:pPr>
              <w:pStyle w:val="Heading2"/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96" w:type="dxa"/>
          </w:tcPr>
          <w:p w:rsidR="00CB5D49" w:rsidRPr="00EA7657" w:rsidRDefault="00CB5D49" w:rsidP="00EA7657">
            <w:pPr>
              <w:pStyle w:val="Heading2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A7657">
              <w:rPr>
                <w:rFonts w:ascii="Times New Roman" w:hAnsi="Times New Roman" w:cs="Times New Roman"/>
                <w:b/>
                <w:bCs/>
                <w:color w:val="000000"/>
              </w:rPr>
              <w:t>Состав авторского коллектива и ответственных исполнителей</w:t>
            </w:r>
          </w:p>
        </w:tc>
      </w:tr>
    </w:tbl>
    <w:p w:rsidR="00CB5D49" w:rsidRPr="006F0AC8" w:rsidRDefault="00CB5D49" w:rsidP="00934654">
      <w:pPr>
        <w:rPr>
          <w:color w:val="000000"/>
        </w:rPr>
      </w:pPr>
    </w:p>
    <w:p w:rsidR="00CB5D49" w:rsidRPr="006F0AC8" w:rsidRDefault="00CB5D49" w:rsidP="00934654">
      <w:pPr>
        <w:ind w:firstLine="567"/>
        <w:rPr>
          <w:color w:val="000000"/>
        </w:rPr>
      </w:pPr>
    </w:p>
    <w:tbl>
      <w:tblPr>
        <w:tblW w:w="0" w:type="auto"/>
        <w:tblInd w:w="-106" w:type="dxa"/>
        <w:tblLook w:val="00A0"/>
      </w:tblPr>
      <w:tblGrid>
        <w:gridCol w:w="6912"/>
        <w:gridCol w:w="2659"/>
      </w:tblGrid>
      <w:tr w:rsidR="00CB5D49" w:rsidRPr="00EA7657">
        <w:trPr>
          <w:trHeight w:val="756"/>
        </w:trPr>
        <w:tc>
          <w:tcPr>
            <w:tcW w:w="6912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Руководитель темы,</w:t>
            </w:r>
          </w:p>
        </w:tc>
        <w:tc>
          <w:tcPr>
            <w:tcW w:w="2659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В. В. Богородицкий</w:t>
            </w:r>
          </w:p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</w:p>
        </w:tc>
      </w:tr>
      <w:tr w:rsidR="00CB5D49" w:rsidRPr="00EA7657">
        <w:trPr>
          <w:trHeight w:val="425"/>
        </w:trPr>
        <w:tc>
          <w:tcPr>
            <w:tcW w:w="6912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Главный инженер проекта (ГИП)</w:t>
            </w:r>
          </w:p>
        </w:tc>
        <w:tc>
          <w:tcPr>
            <w:tcW w:w="2659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А. В. Бурлаков</w:t>
            </w:r>
          </w:p>
        </w:tc>
      </w:tr>
      <w:tr w:rsidR="00CB5D49" w:rsidRPr="00EA7657">
        <w:trPr>
          <w:trHeight w:val="430"/>
        </w:trPr>
        <w:tc>
          <w:tcPr>
            <w:tcW w:w="6912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Главный архитектор проекта (ГАП)</w:t>
            </w:r>
          </w:p>
        </w:tc>
        <w:tc>
          <w:tcPr>
            <w:tcW w:w="2659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Р. Н. Шатров</w:t>
            </w:r>
          </w:p>
        </w:tc>
      </w:tr>
      <w:tr w:rsidR="00CB5D49" w:rsidRPr="00EA7657">
        <w:trPr>
          <w:trHeight w:val="430"/>
        </w:trPr>
        <w:tc>
          <w:tcPr>
            <w:tcW w:w="6912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Архитектор</w:t>
            </w:r>
          </w:p>
        </w:tc>
        <w:tc>
          <w:tcPr>
            <w:tcW w:w="2659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Т. С. Жилкина</w:t>
            </w:r>
          </w:p>
        </w:tc>
      </w:tr>
      <w:tr w:rsidR="00CB5D49" w:rsidRPr="00EA7657">
        <w:trPr>
          <w:trHeight w:val="417"/>
        </w:trPr>
        <w:tc>
          <w:tcPr>
            <w:tcW w:w="6912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Инженер по инженерно-транспортной инфраструктуре</w:t>
            </w:r>
          </w:p>
        </w:tc>
        <w:tc>
          <w:tcPr>
            <w:tcW w:w="2659" w:type="dxa"/>
          </w:tcPr>
          <w:p w:rsidR="00CB5D49" w:rsidRPr="00EA7657" w:rsidRDefault="00CB5D49" w:rsidP="00EA7657">
            <w:pPr>
              <w:pStyle w:val="a0"/>
              <w:jc w:val="both"/>
              <w:rPr>
                <w:color w:val="000000"/>
              </w:rPr>
            </w:pPr>
            <w:r w:rsidRPr="00EA7657">
              <w:rPr>
                <w:color w:val="000000"/>
              </w:rPr>
              <w:t>А. В. Бурлаков</w:t>
            </w:r>
          </w:p>
        </w:tc>
      </w:tr>
    </w:tbl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3E33A4">
      <w:pPr>
        <w:ind w:left="1134"/>
        <w:rPr>
          <w:b/>
          <w:bCs/>
          <w:color w:val="000000"/>
        </w:rPr>
      </w:pPr>
    </w:p>
    <w:p w:rsidR="00CB5D49" w:rsidRPr="006F0AC8" w:rsidRDefault="00CB5D49" w:rsidP="00934654">
      <w:pPr>
        <w:pStyle w:val="a8"/>
        <w:pageBreakBefore/>
        <w:spacing w:line="360" w:lineRule="auto"/>
        <w:ind w:left="567"/>
        <w:rPr>
          <w:b w:val="0"/>
          <w:bCs w:val="0"/>
        </w:rPr>
      </w:pPr>
      <w:bookmarkStart w:id="0" w:name="_Toc496259784"/>
      <w:r w:rsidRPr="006F0AC8">
        <w:t>Общие положения.</w:t>
      </w:r>
      <w:bookmarkEnd w:id="0"/>
    </w:p>
    <w:p w:rsidR="00CB5D49" w:rsidRPr="001065AA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914221">
        <w:rPr>
          <w:b/>
          <w:bCs/>
          <w:color w:val="000000"/>
        </w:rPr>
        <w:t xml:space="preserve">Муниципальное образование </w:t>
      </w:r>
      <w:r>
        <w:rPr>
          <w:b/>
          <w:bCs/>
          <w:color w:val="000000"/>
        </w:rPr>
        <w:t>"Хаврогорское"</w:t>
      </w:r>
      <w:r w:rsidRPr="00914221">
        <w:rPr>
          <w:color w:val="000000"/>
        </w:rPr>
        <w:t xml:space="preserve"> административно и территориально входит в состав Холмогорского муниципального района Архангельской области и располагается в </w:t>
      </w:r>
      <w:r>
        <w:rPr>
          <w:color w:val="000000"/>
        </w:rPr>
        <w:t>юго</w:t>
      </w:r>
      <w:r w:rsidRPr="00914221">
        <w:rPr>
          <w:color w:val="000000"/>
        </w:rPr>
        <w:t>-восточной его части. Вместе с ним в состав поселений района (всего - 1</w:t>
      </w:r>
      <w:r>
        <w:rPr>
          <w:color w:val="000000"/>
        </w:rPr>
        <w:t>3</w:t>
      </w:r>
      <w:r w:rsidRPr="00914221">
        <w:rPr>
          <w:color w:val="000000"/>
        </w:rPr>
        <w:t xml:space="preserve">) входят </w:t>
      </w:r>
      <w:hyperlink r:id="rId7" w:history="1">
        <w:r>
          <w:rPr>
            <w:rStyle w:val="Hyperlink"/>
            <w:color w:val="000000"/>
            <w:u w:val="none"/>
          </w:rPr>
          <w:t>Белогорское</w:t>
        </w:r>
      </w:hyperlink>
      <w:r w:rsidRPr="00914221">
        <w:rPr>
          <w:color w:val="000000"/>
        </w:rPr>
        <w:t xml:space="preserve">, </w:t>
      </w:r>
      <w:hyperlink r:id="rId8" w:history="1">
        <w:r w:rsidRPr="001065AA">
          <w:rPr>
            <w:rStyle w:val="Hyperlink"/>
            <w:color w:val="000000"/>
            <w:u w:val="none"/>
          </w:rPr>
          <w:t>Двинское</w:t>
        </w:r>
      </w:hyperlink>
      <w:r w:rsidRPr="001065AA">
        <w:rPr>
          <w:color w:val="000000"/>
        </w:rPr>
        <w:t xml:space="preserve">, </w:t>
      </w:r>
      <w:hyperlink r:id="rId9" w:history="1">
        <w:r w:rsidRPr="001065AA">
          <w:rPr>
            <w:rStyle w:val="Hyperlink"/>
            <w:color w:val="000000"/>
            <w:u w:val="none"/>
          </w:rPr>
          <w:t>Емецкое</w:t>
        </w:r>
      </w:hyperlink>
      <w:r w:rsidRPr="001065AA">
        <w:rPr>
          <w:color w:val="000000"/>
        </w:rPr>
        <w:t xml:space="preserve">, </w:t>
      </w:r>
      <w:hyperlink r:id="rId10" w:history="1">
        <w:r w:rsidRPr="001065AA">
          <w:rPr>
            <w:rStyle w:val="Hyperlink"/>
            <w:color w:val="000000"/>
            <w:u w:val="none"/>
          </w:rPr>
          <w:t>Кехотское</w:t>
        </w:r>
      </w:hyperlink>
      <w:r w:rsidRPr="001065AA">
        <w:rPr>
          <w:color w:val="000000"/>
        </w:rPr>
        <w:t xml:space="preserve">, </w:t>
      </w:r>
      <w:hyperlink r:id="rId11" w:history="1">
        <w:r w:rsidRPr="001065AA">
          <w:rPr>
            <w:rStyle w:val="Hyperlink"/>
            <w:color w:val="000000"/>
            <w:u w:val="none"/>
          </w:rPr>
          <w:t>Койдокурское</w:t>
        </w:r>
      </w:hyperlink>
      <w:r w:rsidRPr="001065AA">
        <w:rPr>
          <w:color w:val="000000"/>
        </w:rPr>
        <w:t xml:space="preserve">, </w:t>
      </w:r>
      <w:hyperlink r:id="rId12" w:history="1">
        <w:r w:rsidRPr="001065AA">
          <w:rPr>
            <w:rStyle w:val="Hyperlink"/>
            <w:color w:val="000000"/>
            <w:u w:val="none"/>
          </w:rPr>
          <w:t>Матигорское</w:t>
        </w:r>
      </w:hyperlink>
      <w:r w:rsidRPr="001065AA">
        <w:rPr>
          <w:color w:val="000000"/>
        </w:rPr>
        <w:t xml:space="preserve">, </w:t>
      </w:r>
      <w:hyperlink r:id="rId13" w:history="1">
        <w:r w:rsidRPr="001065AA">
          <w:rPr>
            <w:rStyle w:val="Hyperlink"/>
            <w:color w:val="000000"/>
            <w:u w:val="none"/>
          </w:rPr>
          <w:t>Ракульское</w:t>
        </w:r>
      </w:hyperlink>
      <w:r w:rsidRPr="001065AA">
        <w:rPr>
          <w:color w:val="000000"/>
        </w:rPr>
        <w:t xml:space="preserve">, </w:t>
      </w:r>
      <w:hyperlink r:id="rId14" w:history="1">
        <w:r w:rsidRPr="001065AA">
          <w:rPr>
            <w:rStyle w:val="Hyperlink"/>
            <w:color w:val="000000"/>
            <w:u w:val="none"/>
          </w:rPr>
          <w:t>Луковецкое</w:t>
        </w:r>
      </w:hyperlink>
      <w:r w:rsidRPr="001065AA">
        <w:rPr>
          <w:color w:val="000000"/>
        </w:rPr>
        <w:t xml:space="preserve">, </w:t>
      </w:r>
      <w:hyperlink r:id="rId15" w:history="1">
        <w:r w:rsidRPr="001065AA">
          <w:rPr>
            <w:rStyle w:val="Hyperlink"/>
            <w:color w:val="000000"/>
            <w:u w:val="none"/>
          </w:rPr>
          <w:t>Светлозерское</w:t>
        </w:r>
      </w:hyperlink>
      <w:r w:rsidRPr="001065AA">
        <w:rPr>
          <w:color w:val="000000"/>
        </w:rPr>
        <w:t xml:space="preserve">, </w:t>
      </w:r>
      <w:hyperlink r:id="rId16" w:history="1">
        <w:r w:rsidRPr="001065AA">
          <w:rPr>
            <w:rStyle w:val="Hyperlink"/>
            <w:color w:val="000000"/>
            <w:u w:val="none"/>
          </w:rPr>
          <w:t>Усть-Пинежское</w:t>
        </w:r>
      </w:hyperlink>
      <w:r w:rsidRPr="001065AA">
        <w:rPr>
          <w:color w:val="000000"/>
        </w:rPr>
        <w:t xml:space="preserve">, </w:t>
      </w:r>
      <w:hyperlink r:id="rId17" w:history="1">
        <w:r w:rsidRPr="001065AA">
          <w:rPr>
            <w:rStyle w:val="Hyperlink"/>
            <w:color w:val="000000"/>
            <w:u w:val="none"/>
          </w:rPr>
          <w:t>Ухтостровское</w:t>
        </w:r>
      </w:hyperlink>
      <w:r w:rsidRPr="001065AA">
        <w:rPr>
          <w:color w:val="000000"/>
        </w:rPr>
        <w:t xml:space="preserve">, </w:t>
      </w:r>
      <w:hyperlink r:id="rId18" w:history="1">
        <w:r w:rsidRPr="001065AA">
          <w:rPr>
            <w:rStyle w:val="Hyperlink"/>
            <w:color w:val="000000"/>
            <w:u w:val="none"/>
          </w:rPr>
          <w:t>Хаврогорское</w:t>
        </w:r>
      </w:hyperlink>
      <w:r w:rsidRPr="001065AA">
        <w:rPr>
          <w:color w:val="000000"/>
        </w:rPr>
        <w:t xml:space="preserve">, </w:t>
      </w:r>
      <w:hyperlink r:id="rId19" w:history="1">
        <w:r w:rsidRPr="001065AA">
          <w:rPr>
            <w:rStyle w:val="Hyperlink"/>
            <w:color w:val="000000"/>
            <w:u w:val="none"/>
          </w:rPr>
          <w:t>Холмогорское</w:t>
        </w:r>
      </w:hyperlink>
      <w:r w:rsidRPr="001065AA">
        <w:rPr>
          <w:color w:val="000000"/>
        </w:rPr>
        <w:t>.</w:t>
      </w:r>
    </w:p>
    <w:p w:rsidR="00CB5D49" w:rsidRPr="001065AA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1065AA">
        <w:rPr>
          <w:color w:val="000000"/>
        </w:rPr>
        <w:t xml:space="preserve">Площадь территории МО составляет  </w:t>
      </w:r>
      <w:r>
        <w:rPr>
          <w:color w:val="000000"/>
        </w:rPr>
        <w:t>1081,28</w:t>
      </w:r>
      <w:r w:rsidRPr="001065AA">
        <w:rPr>
          <w:color w:val="000000"/>
        </w:rPr>
        <w:t xml:space="preserve"> кв. км или </w:t>
      </w:r>
      <w:r>
        <w:rPr>
          <w:color w:val="000000"/>
        </w:rPr>
        <w:t>108128</w:t>
      </w:r>
      <w:r w:rsidRPr="001065AA">
        <w:rPr>
          <w:color w:val="000000"/>
        </w:rPr>
        <w:t xml:space="preserve"> га, что составляет от площади Холмогорского муниципального района (1 680 000  га или 16800  кв. км) – </w:t>
      </w:r>
      <w:r>
        <w:rPr>
          <w:color w:val="000000"/>
        </w:rPr>
        <w:t>6,4</w:t>
      </w:r>
      <w:r w:rsidRPr="001065AA">
        <w:rPr>
          <w:color w:val="000000"/>
        </w:rPr>
        <w:t xml:space="preserve"> %.</w:t>
      </w:r>
    </w:p>
    <w:p w:rsidR="00CB5D49" w:rsidRPr="001065AA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1065AA">
        <w:rPr>
          <w:color w:val="000000"/>
        </w:rPr>
        <w:t>Население МО на 201</w:t>
      </w:r>
      <w:r>
        <w:rPr>
          <w:color w:val="000000"/>
        </w:rPr>
        <w:t>5</w:t>
      </w:r>
      <w:r w:rsidRPr="001065AA">
        <w:rPr>
          <w:color w:val="000000"/>
        </w:rPr>
        <w:t xml:space="preserve"> г. составляет </w:t>
      </w:r>
      <w:r>
        <w:rPr>
          <w:color w:val="000000"/>
        </w:rPr>
        <w:t>835</w:t>
      </w:r>
      <w:r w:rsidRPr="001065AA">
        <w:rPr>
          <w:color w:val="000000"/>
        </w:rPr>
        <w:t xml:space="preserve"> чел. или </w:t>
      </w:r>
      <w:r>
        <w:rPr>
          <w:color w:val="000000"/>
        </w:rPr>
        <w:t>0,83</w:t>
      </w:r>
      <w:r w:rsidRPr="001065AA">
        <w:rPr>
          <w:color w:val="000000"/>
        </w:rPr>
        <w:t xml:space="preserve">  тыс. чел. или  </w:t>
      </w:r>
      <w:r>
        <w:rPr>
          <w:color w:val="000000"/>
        </w:rPr>
        <w:t>3,8</w:t>
      </w:r>
      <w:r w:rsidRPr="001065AA">
        <w:rPr>
          <w:color w:val="000000"/>
        </w:rPr>
        <w:t xml:space="preserve"> % от населения района (всего).</w:t>
      </w:r>
    </w:p>
    <w:p w:rsidR="00CB5D49" w:rsidRPr="00A04ECD" w:rsidRDefault="00CB5D49" w:rsidP="000B425F">
      <w:pPr>
        <w:spacing w:line="360" w:lineRule="auto"/>
        <w:ind w:left="0" w:firstLine="567"/>
        <w:jc w:val="both"/>
        <w:rPr>
          <w:color w:val="000000"/>
          <w:highlight w:val="yellow"/>
        </w:rPr>
      </w:pPr>
      <w:r w:rsidRPr="001065AA">
        <w:rPr>
          <w:b/>
          <w:bCs/>
          <w:color w:val="000000"/>
        </w:rPr>
        <w:t>Административным центром</w:t>
      </w:r>
      <w:r w:rsidRPr="001065AA">
        <w:rPr>
          <w:color w:val="000000"/>
        </w:rPr>
        <w:t xml:space="preserve"> МО является </w:t>
      </w:r>
      <w:r>
        <w:rPr>
          <w:b/>
          <w:bCs/>
          <w:color w:val="000000"/>
        </w:rPr>
        <w:t>д. Погост (Пингиша)</w:t>
      </w:r>
      <w:r w:rsidRPr="001065AA">
        <w:rPr>
          <w:color w:val="000000"/>
        </w:rPr>
        <w:t xml:space="preserve">, который представляет собой опорный, организующий центр расселения, с населением </w:t>
      </w:r>
      <w:r>
        <w:rPr>
          <w:color w:val="000000"/>
        </w:rPr>
        <w:t>97</w:t>
      </w:r>
      <w:r w:rsidRPr="001065AA">
        <w:rPr>
          <w:color w:val="000000"/>
        </w:rPr>
        <w:t xml:space="preserve"> чел. (</w:t>
      </w:r>
      <w:r>
        <w:rPr>
          <w:color w:val="000000"/>
        </w:rPr>
        <w:t>11,6</w:t>
      </w:r>
      <w:r w:rsidRPr="001065AA">
        <w:rPr>
          <w:color w:val="000000"/>
        </w:rPr>
        <w:t xml:space="preserve"> % от общего </w:t>
      </w:r>
      <w:r w:rsidRPr="00F42740">
        <w:rPr>
          <w:color w:val="000000"/>
        </w:rPr>
        <w:t xml:space="preserve">населения МО), расположен приблизительно в </w:t>
      </w:r>
      <w:r>
        <w:rPr>
          <w:color w:val="000000"/>
        </w:rPr>
        <w:t>120</w:t>
      </w:r>
      <w:r w:rsidRPr="00F42740">
        <w:rPr>
          <w:color w:val="000000"/>
        </w:rPr>
        <w:t xml:space="preserve"> км от с. Холмогоры (районного центра)</w:t>
      </w:r>
      <w:r>
        <w:rPr>
          <w:color w:val="000000"/>
        </w:rPr>
        <w:t xml:space="preserve"> и в 200 км от областного центра г. Архангельска.</w:t>
      </w:r>
    </w:p>
    <w:p w:rsidR="00CB5D4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8506F7">
        <w:rPr>
          <w:color w:val="000000"/>
        </w:rPr>
        <w:t>В соответствии с законом Архангельской области «О статусе и границах территорий муниципальных образований в Архангельской области», принятым Архангельским областным Собранием депутатов (</w:t>
      </w:r>
      <w:hyperlink r:id="rId20" w:history="1">
        <w:r w:rsidRPr="008506F7">
          <w:rPr>
            <w:rStyle w:val="Hyperlink"/>
            <w:color w:val="000000"/>
            <w:u w:val="none"/>
          </w:rPr>
          <w:t>Постановление</w:t>
        </w:r>
      </w:hyperlink>
      <w:r>
        <w:rPr>
          <w:color w:val="000000"/>
        </w:rPr>
        <w:t xml:space="preserve"> от 23 сентября 2004 года №</w:t>
      </w:r>
      <w:r w:rsidRPr="008506F7">
        <w:rPr>
          <w:color w:val="000000"/>
        </w:rPr>
        <w:t xml:space="preserve"> 884), в состав МО «Хаврогорское» входит 72 населенных пункт</w:t>
      </w:r>
      <w:r>
        <w:rPr>
          <w:color w:val="000000"/>
        </w:rPr>
        <w:t xml:space="preserve">а: </w:t>
      </w:r>
    </w:p>
    <w:p w:rsidR="00CB5D4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54F7F">
        <w:rPr>
          <w:b/>
          <w:bCs/>
          <w:i/>
          <w:iCs/>
          <w:color w:val="000000"/>
        </w:rPr>
        <w:t>деревни</w:t>
      </w:r>
      <w:r>
        <w:rPr>
          <w:color w:val="000000"/>
        </w:rPr>
        <w:t xml:space="preserve">: Плесо, Луташи, Минеши, Макары, Болото, </w:t>
      </w:r>
      <w:r w:rsidRPr="008506F7">
        <w:rPr>
          <w:color w:val="000000"/>
        </w:rPr>
        <w:t>Ивановы,</w:t>
      </w:r>
      <w:r>
        <w:rPr>
          <w:color w:val="000000"/>
        </w:rPr>
        <w:t xml:space="preserve"> </w:t>
      </w:r>
      <w:r w:rsidRPr="008506F7">
        <w:rPr>
          <w:color w:val="000000"/>
        </w:rPr>
        <w:t>Старостины,</w:t>
      </w:r>
      <w:r>
        <w:rPr>
          <w:color w:val="000000"/>
        </w:rPr>
        <w:t xml:space="preserve"> </w:t>
      </w:r>
      <w:r w:rsidRPr="008506F7">
        <w:rPr>
          <w:color w:val="000000"/>
        </w:rPr>
        <w:t>Бушковы,</w:t>
      </w:r>
      <w:r>
        <w:rPr>
          <w:color w:val="000000"/>
        </w:rPr>
        <w:t xml:space="preserve"> </w:t>
      </w:r>
      <w:r w:rsidRPr="008506F7">
        <w:rPr>
          <w:color w:val="000000"/>
        </w:rPr>
        <w:t>Бухоровщина,</w:t>
      </w:r>
      <w:r>
        <w:rPr>
          <w:color w:val="000000"/>
        </w:rPr>
        <w:t xml:space="preserve"> </w:t>
      </w:r>
      <w:r w:rsidRPr="008506F7">
        <w:rPr>
          <w:color w:val="000000"/>
        </w:rPr>
        <w:t>Басалиха,</w:t>
      </w:r>
      <w:r>
        <w:rPr>
          <w:color w:val="000000"/>
        </w:rPr>
        <w:t xml:space="preserve"> </w:t>
      </w:r>
      <w:r w:rsidRPr="008506F7">
        <w:rPr>
          <w:color w:val="000000"/>
        </w:rPr>
        <w:t>Березник,</w:t>
      </w:r>
      <w:r>
        <w:rPr>
          <w:color w:val="000000"/>
        </w:rPr>
        <w:t xml:space="preserve"> </w:t>
      </w:r>
      <w:r w:rsidRPr="008506F7">
        <w:rPr>
          <w:color w:val="000000"/>
        </w:rPr>
        <w:t>Заозерье,</w:t>
      </w:r>
      <w:r>
        <w:rPr>
          <w:color w:val="000000"/>
        </w:rPr>
        <w:t xml:space="preserve"> </w:t>
      </w:r>
      <w:r w:rsidRPr="008506F7">
        <w:rPr>
          <w:color w:val="000000"/>
        </w:rPr>
        <w:t>Рябиха,</w:t>
      </w:r>
      <w:r>
        <w:rPr>
          <w:color w:val="000000"/>
        </w:rPr>
        <w:t xml:space="preserve"> </w:t>
      </w:r>
      <w:r w:rsidRPr="008506F7">
        <w:rPr>
          <w:color w:val="000000"/>
        </w:rPr>
        <w:t>Кручинины,</w:t>
      </w:r>
      <w:r>
        <w:rPr>
          <w:color w:val="000000"/>
        </w:rPr>
        <w:t xml:space="preserve"> </w:t>
      </w:r>
      <w:r w:rsidRPr="008506F7">
        <w:rPr>
          <w:color w:val="000000"/>
        </w:rPr>
        <w:t xml:space="preserve">Заполье, Заручевье, </w:t>
      </w:r>
      <w:r>
        <w:rPr>
          <w:color w:val="000000"/>
        </w:rPr>
        <w:t>Никитины, Погост (Хаврогорский)</w:t>
      </w:r>
      <w:r w:rsidRPr="008506F7">
        <w:rPr>
          <w:color w:val="000000"/>
        </w:rPr>
        <w:t>,</w:t>
      </w:r>
      <w:r>
        <w:rPr>
          <w:color w:val="000000"/>
        </w:rPr>
        <w:t xml:space="preserve"> </w:t>
      </w:r>
      <w:r w:rsidRPr="008506F7">
        <w:rPr>
          <w:color w:val="000000"/>
        </w:rPr>
        <w:t>Законокса,</w:t>
      </w:r>
      <w:r>
        <w:rPr>
          <w:color w:val="000000"/>
        </w:rPr>
        <w:t xml:space="preserve"> </w:t>
      </w:r>
      <w:r w:rsidRPr="008506F7">
        <w:rPr>
          <w:color w:val="000000"/>
        </w:rPr>
        <w:t>Кон</w:t>
      </w:r>
      <w:r>
        <w:rPr>
          <w:color w:val="000000"/>
        </w:rPr>
        <w:t>окса, Кузнецовы, Сухие, Часовня</w:t>
      </w:r>
      <w:r w:rsidRPr="008506F7">
        <w:rPr>
          <w:color w:val="000000"/>
        </w:rPr>
        <w:t>, Теребих</w:t>
      </w:r>
      <w:r>
        <w:rPr>
          <w:color w:val="000000"/>
        </w:rPr>
        <w:t>а</w:t>
      </w:r>
      <w:r w:rsidRPr="008506F7">
        <w:rPr>
          <w:color w:val="000000"/>
        </w:rPr>
        <w:t>, Оводовы, Корзовы, Ко</w:t>
      </w:r>
      <w:r>
        <w:rPr>
          <w:color w:val="000000"/>
        </w:rPr>
        <w:t>карево, Ощепково, Горка, Кулига, Терентьево, Низ, Первомайская</w:t>
      </w:r>
      <w:r w:rsidRPr="008506F7">
        <w:rPr>
          <w:color w:val="000000"/>
        </w:rPr>
        <w:t>,</w:t>
      </w:r>
      <w:r>
        <w:rPr>
          <w:color w:val="000000"/>
        </w:rPr>
        <w:t xml:space="preserve"> </w:t>
      </w:r>
      <w:r w:rsidRPr="008506F7">
        <w:rPr>
          <w:color w:val="000000"/>
        </w:rPr>
        <w:t>Домачево,</w:t>
      </w:r>
      <w:r>
        <w:rPr>
          <w:color w:val="000000"/>
        </w:rPr>
        <w:t xml:space="preserve"> Фелово</w:t>
      </w:r>
      <w:r w:rsidRPr="008506F7">
        <w:rPr>
          <w:color w:val="000000"/>
        </w:rPr>
        <w:t>,</w:t>
      </w:r>
      <w:r>
        <w:rPr>
          <w:color w:val="000000"/>
        </w:rPr>
        <w:t xml:space="preserve"> </w:t>
      </w:r>
      <w:r w:rsidRPr="008506F7">
        <w:rPr>
          <w:color w:val="000000"/>
        </w:rPr>
        <w:t>Б</w:t>
      </w:r>
      <w:r>
        <w:rPr>
          <w:color w:val="000000"/>
        </w:rPr>
        <w:t>ор, Тарасица,  Кареньга, Погост</w:t>
      </w:r>
      <w:r w:rsidRPr="008506F7">
        <w:rPr>
          <w:color w:val="000000"/>
        </w:rPr>
        <w:t>,</w:t>
      </w:r>
      <w:r>
        <w:rPr>
          <w:color w:val="000000"/>
        </w:rPr>
        <w:t xml:space="preserve"> </w:t>
      </w:r>
      <w:r w:rsidRPr="008506F7">
        <w:rPr>
          <w:color w:val="000000"/>
        </w:rPr>
        <w:t>Ерзовка Заречье,</w:t>
      </w:r>
      <w:r>
        <w:rPr>
          <w:color w:val="000000"/>
        </w:rPr>
        <w:t xml:space="preserve"> </w:t>
      </w:r>
      <w:r w:rsidRPr="008506F7">
        <w:rPr>
          <w:color w:val="000000"/>
        </w:rPr>
        <w:t>Сивозершино,</w:t>
      </w:r>
      <w:r>
        <w:rPr>
          <w:color w:val="000000"/>
        </w:rPr>
        <w:t xml:space="preserve"> </w:t>
      </w:r>
      <w:r w:rsidRPr="008506F7">
        <w:rPr>
          <w:color w:val="000000"/>
        </w:rPr>
        <w:t>Вахново,</w:t>
      </w:r>
      <w:r>
        <w:rPr>
          <w:color w:val="000000"/>
        </w:rPr>
        <w:t xml:space="preserve"> Заозеро, </w:t>
      </w:r>
      <w:r w:rsidRPr="008506F7">
        <w:rPr>
          <w:color w:val="000000"/>
        </w:rPr>
        <w:t>Плахино, Куково,</w:t>
      </w:r>
      <w:r>
        <w:rPr>
          <w:color w:val="000000"/>
        </w:rPr>
        <w:t xml:space="preserve"> </w:t>
      </w:r>
      <w:r w:rsidRPr="008506F7">
        <w:rPr>
          <w:color w:val="000000"/>
        </w:rPr>
        <w:t>Задняя,</w:t>
      </w:r>
      <w:r>
        <w:rPr>
          <w:color w:val="000000"/>
        </w:rPr>
        <w:t xml:space="preserve"> </w:t>
      </w:r>
      <w:r w:rsidRPr="008506F7">
        <w:rPr>
          <w:color w:val="000000"/>
        </w:rPr>
        <w:t>Кузнецы,</w:t>
      </w:r>
      <w:r>
        <w:rPr>
          <w:color w:val="000000"/>
        </w:rPr>
        <w:t xml:space="preserve"> </w:t>
      </w:r>
      <w:r w:rsidRPr="008506F7">
        <w:rPr>
          <w:color w:val="000000"/>
        </w:rPr>
        <w:t>Бутырки,</w:t>
      </w:r>
      <w:r>
        <w:rPr>
          <w:color w:val="000000"/>
        </w:rPr>
        <w:t xml:space="preserve"> </w:t>
      </w:r>
      <w:r w:rsidRPr="008506F7">
        <w:rPr>
          <w:color w:val="000000"/>
        </w:rPr>
        <w:t>Перелесок,</w:t>
      </w:r>
      <w:r>
        <w:rPr>
          <w:color w:val="000000"/>
        </w:rPr>
        <w:t xml:space="preserve"> </w:t>
      </w:r>
      <w:r w:rsidRPr="008506F7">
        <w:rPr>
          <w:color w:val="000000"/>
        </w:rPr>
        <w:t>Усть-Ре</w:t>
      </w:r>
      <w:r>
        <w:rPr>
          <w:color w:val="000000"/>
        </w:rPr>
        <w:t>ка</w:t>
      </w:r>
      <w:r w:rsidRPr="008506F7">
        <w:rPr>
          <w:color w:val="000000"/>
        </w:rPr>
        <w:t>,</w:t>
      </w:r>
      <w:r>
        <w:rPr>
          <w:color w:val="000000"/>
        </w:rPr>
        <w:t xml:space="preserve"> Верхний Конец, Заполье</w:t>
      </w:r>
      <w:r w:rsidRPr="008506F7">
        <w:rPr>
          <w:color w:val="000000"/>
        </w:rPr>
        <w:t>,</w:t>
      </w:r>
      <w:r>
        <w:rPr>
          <w:color w:val="000000"/>
        </w:rPr>
        <w:t xml:space="preserve"> Околодок, Пукшеньга, Борок, Клишовщина, </w:t>
      </w:r>
      <w:r w:rsidRPr="008506F7">
        <w:rPr>
          <w:color w:val="000000"/>
        </w:rPr>
        <w:t>Заполье</w:t>
      </w:r>
      <w:r>
        <w:rPr>
          <w:color w:val="000000"/>
        </w:rPr>
        <w:t xml:space="preserve"> </w:t>
      </w:r>
      <w:r w:rsidRPr="008506F7">
        <w:rPr>
          <w:color w:val="000000"/>
        </w:rPr>
        <w:t>(Челмохта),</w:t>
      </w:r>
      <w:r>
        <w:rPr>
          <w:color w:val="000000"/>
        </w:rPr>
        <w:t xml:space="preserve"> </w:t>
      </w:r>
      <w:r w:rsidRPr="008506F7">
        <w:rPr>
          <w:color w:val="000000"/>
        </w:rPr>
        <w:t>Пустыщи,</w:t>
      </w:r>
      <w:r>
        <w:rPr>
          <w:color w:val="000000"/>
        </w:rPr>
        <w:t xml:space="preserve"> </w:t>
      </w:r>
      <w:r w:rsidRPr="008506F7">
        <w:rPr>
          <w:color w:val="000000"/>
        </w:rPr>
        <w:t>Зуевщина,</w:t>
      </w:r>
      <w:r>
        <w:rPr>
          <w:color w:val="000000"/>
        </w:rPr>
        <w:t xml:space="preserve"> </w:t>
      </w:r>
      <w:r w:rsidRPr="008506F7">
        <w:rPr>
          <w:color w:val="000000"/>
        </w:rPr>
        <w:t>Казаковщина,</w:t>
      </w:r>
      <w:r>
        <w:rPr>
          <w:color w:val="000000"/>
        </w:rPr>
        <w:t xml:space="preserve"> </w:t>
      </w:r>
      <w:r w:rsidRPr="008506F7">
        <w:rPr>
          <w:color w:val="000000"/>
        </w:rPr>
        <w:t>Болото</w:t>
      </w:r>
      <w:r>
        <w:rPr>
          <w:color w:val="000000"/>
        </w:rPr>
        <w:t xml:space="preserve"> </w:t>
      </w:r>
      <w:r w:rsidRPr="008506F7">
        <w:rPr>
          <w:color w:val="000000"/>
        </w:rPr>
        <w:t>(Челмохта),</w:t>
      </w:r>
      <w:r>
        <w:rPr>
          <w:color w:val="000000"/>
        </w:rPr>
        <w:t xml:space="preserve"> Сергеевщина</w:t>
      </w:r>
      <w:r w:rsidRPr="008506F7">
        <w:rPr>
          <w:color w:val="000000"/>
        </w:rPr>
        <w:t>,</w:t>
      </w:r>
      <w:r>
        <w:rPr>
          <w:color w:val="000000"/>
        </w:rPr>
        <w:t xml:space="preserve"> Танашовщина</w:t>
      </w:r>
      <w:r w:rsidRPr="008506F7">
        <w:rPr>
          <w:color w:val="000000"/>
        </w:rPr>
        <w:t>, Дорохово</w:t>
      </w:r>
      <w:r>
        <w:rPr>
          <w:color w:val="000000"/>
        </w:rPr>
        <w:t>,</w:t>
      </w:r>
      <w:r w:rsidRPr="008506F7">
        <w:rPr>
          <w:color w:val="000000"/>
        </w:rPr>
        <w:t xml:space="preserve"> Погода,</w:t>
      </w:r>
      <w:r>
        <w:rPr>
          <w:color w:val="000000"/>
        </w:rPr>
        <w:t xml:space="preserve"> </w:t>
      </w:r>
      <w:r w:rsidRPr="008506F7">
        <w:rPr>
          <w:color w:val="000000"/>
        </w:rPr>
        <w:t>Часовня (Челмохта),</w:t>
      </w:r>
      <w:r>
        <w:rPr>
          <w:color w:val="000000"/>
        </w:rPr>
        <w:t xml:space="preserve"> Запольице, Гора, Подгор;</w:t>
      </w:r>
    </w:p>
    <w:p w:rsidR="00CB5D49" w:rsidRPr="008506F7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- </w:t>
      </w:r>
      <w:r w:rsidRPr="00654F7F">
        <w:rPr>
          <w:b/>
          <w:bCs/>
          <w:i/>
          <w:iCs/>
          <w:color w:val="000000"/>
        </w:rPr>
        <w:t>поселки</w:t>
      </w:r>
      <w:r>
        <w:rPr>
          <w:color w:val="000000"/>
        </w:rPr>
        <w:t>: Челмохотская База, Пукшеньга.</w:t>
      </w:r>
    </w:p>
    <w:p w:rsidR="00CB5D49" w:rsidRPr="0023381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 </w:t>
      </w:r>
      <w:r w:rsidRPr="00233819">
        <w:rPr>
          <w:b/>
          <w:bCs/>
          <w:color w:val="000000"/>
        </w:rPr>
        <w:t xml:space="preserve">Плотность </w:t>
      </w:r>
      <w:r w:rsidRPr="00233819">
        <w:rPr>
          <w:color w:val="000000"/>
        </w:rPr>
        <w:t xml:space="preserve">населения составляет </w:t>
      </w:r>
      <w:r>
        <w:rPr>
          <w:color w:val="000000"/>
        </w:rPr>
        <w:t>0,77</w:t>
      </w:r>
      <w:r w:rsidRPr="00233819">
        <w:rPr>
          <w:color w:val="000000"/>
        </w:rPr>
        <w:t xml:space="preserve"> чел./кв. км (в районе – 1,</w:t>
      </w:r>
      <w:r>
        <w:rPr>
          <w:color w:val="000000"/>
        </w:rPr>
        <w:t>2</w:t>
      </w:r>
      <w:r w:rsidRPr="00233819">
        <w:rPr>
          <w:color w:val="000000"/>
        </w:rPr>
        <w:t>5 чел./кв. км).</w:t>
      </w:r>
    </w:p>
    <w:p w:rsidR="00CB5D49" w:rsidRPr="006A0880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EB7EB6">
        <w:rPr>
          <w:color w:val="000000"/>
        </w:rPr>
        <w:t xml:space="preserve">Из общего количества населения – </w:t>
      </w:r>
      <w:r>
        <w:rPr>
          <w:color w:val="000000"/>
        </w:rPr>
        <w:t>835</w:t>
      </w:r>
      <w:r w:rsidRPr="00EB7EB6">
        <w:rPr>
          <w:color w:val="000000"/>
        </w:rPr>
        <w:t xml:space="preserve"> тыс. чел., </w:t>
      </w:r>
      <w:r w:rsidRPr="006A0880">
        <w:rPr>
          <w:color w:val="000000"/>
        </w:rPr>
        <w:t xml:space="preserve">население моложе трудоспособного возраста составляет </w:t>
      </w:r>
      <w:r>
        <w:rPr>
          <w:color w:val="000000"/>
        </w:rPr>
        <w:t>112</w:t>
      </w:r>
      <w:r w:rsidRPr="006A0880">
        <w:rPr>
          <w:color w:val="000000"/>
        </w:rPr>
        <w:t xml:space="preserve"> чел., в трудоспособном возрасте – 3</w:t>
      </w:r>
      <w:r>
        <w:rPr>
          <w:color w:val="000000"/>
        </w:rPr>
        <w:t>63</w:t>
      </w:r>
      <w:r w:rsidRPr="006A0880">
        <w:rPr>
          <w:color w:val="000000"/>
        </w:rPr>
        <w:t xml:space="preserve"> чел, старше трудоспособного возраста – </w:t>
      </w:r>
      <w:r>
        <w:rPr>
          <w:color w:val="000000"/>
        </w:rPr>
        <w:t>360 чел</w:t>
      </w:r>
      <w:r w:rsidRPr="006A0880">
        <w:rPr>
          <w:color w:val="000000"/>
        </w:rPr>
        <w:t>.</w:t>
      </w:r>
    </w:p>
    <w:p w:rsidR="00CB5D49" w:rsidRPr="0023381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233819">
        <w:rPr>
          <w:color w:val="000000"/>
        </w:rPr>
        <w:t>Соотношение мужчин и женщин составляет, приблизительно 46,0 % и 54,0 % (преобладает женское население).</w:t>
      </w:r>
    </w:p>
    <w:p w:rsidR="00CB5D49" w:rsidRPr="0023381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233819">
        <w:rPr>
          <w:color w:val="000000"/>
        </w:rPr>
        <w:t>Национальный состав населения сравнительно однороден. Большая часть приходится на долю русских (около 95 %), помимо встречаются и другие национальности.</w:t>
      </w:r>
    </w:p>
    <w:p w:rsidR="00CB5D49" w:rsidRPr="0054494F" w:rsidRDefault="00CB5D49" w:rsidP="00B26FC4">
      <w:pPr>
        <w:spacing w:line="360" w:lineRule="auto"/>
        <w:ind w:left="0" w:firstLine="567"/>
        <w:jc w:val="both"/>
        <w:rPr>
          <w:color w:val="000000"/>
        </w:rPr>
      </w:pPr>
      <w:r w:rsidRPr="0054494F">
        <w:rPr>
          <w:b/>
          <w:bCs/>
          <w:i/>
          <w:iCs/>
          <w:color w:val="000000"/>
        </w:rPr>
        <w:t>Транспортные</w:t>
      </w:r>
      <w:r w:rsidRPr="0054494F">
        <w:rPr>
          <w:color w:val="000000"/>
        </w:rPr>
        <w:t xml:space="preserve"> связи внутри МО "Хаврогорское" осуществляются по автомобильной дороге регионального значения «Ныкола - Двинской - Макары - Часовня - Пингиша" и "Хаврогоры - Причал" (в летний период -  паромная переправа в п. Двинской и д. Погост (Пингиша) , в зимний -  ледовая  переправа  через р. Северная Двина через п. Двинской и д. Конокса), а также дорогами местного и внутрихозяйственного значения. </w:t>
      </w:r>
    </w:p>
    <w:p w:rsidR="00CB5D49" w:rsidRPr="0023381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AC286E">
        <w:rPr>
          <w:color w:val="000000"/>
        </w:rPr>
        <w:t xml:space="preserve">Основной </w:t>
      </w:r>
      <w:r w:rsidRPr="00AC286E">
        <w:rPr>
          <w:b/>
          <w:bCs/>
          <w:i/>
          <w:iCs/>
          <w:color w:val="000000"/>
        </w:rPr>
        <w:t>ведущей отраслью</w:t>
      </w:r>
      <w:r w:rsidRPr="00AC286E">
        <w:rPr>
          <w:color w:val="000000"/>
        </w:rPr>
        <w:t xml:space="preserve"> является </w:t>
      </w:r>
      <w:r w:rsidRPr="00AC286E">
        <w:rPr>
          <w:b/>
          <w:bCs/>
          <w:i/>
          <w:iCs/>
          <w:color w:val="000000"/>
        </w:rPr>
        <w:t>агропромышленный</w:t>
      </w:r>
      <w:r w:rsidRPr="00AC286E">
        <w:rPr>
          <w:color w:val="000000"/>
        </w:rPr>
        <w:t xml:space="preserve"> комплекс. Данную отрасль на территории МО «Хаврогорское» осуществляет </w:t>
      </w:r>
      <w:r>
        <w:rPr>
          <w:color w:val="000000"/>
        </w:rPr>
        <w:t>с</w:t>
      </w:r>
      <w:r w:rsidRPr="00AC286E">
        <w:rPr>
          <w:color w:val="000000"/>
        </w:rPr>
        <w:t>ельскохозяйственное предприятие ЗАО « Хаврогорское»</w:t>
      </w:r>
      <w:r w:rsidRPr="00233819">
        <w:rPr>
          <w:color w:val="000000"/>
        </w:rPr>
        <w:t>.</w:t>
      </w:r>
    </w:p>
    <w:p w:rsidR="00CB5D4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233819">
        <w:rPr>
          <w:color w:val="000000"/>
        </w:rPr>
        <w:t xml:space="preserve">На территории МО </w:t>
      </w:r>
      <w:r>
        <w:rPr>
          <w:color w:val="000000"/>
        </w:rPr>
        <w:t>"Хаврогорское"</w:t>
      </w:r>
      <w:r w:rsidRPr="00233819">
        <w:rPr>
          <w:color w:val="000000"/>
        </w:rPr>
        <w:t xml:space="preserve"> ведут деятельность </w:t>
      </w:r>
      <w:r w:rsidRPr="00233819">
        <w:rPr>
          <w:b/>
          <w:bCs/>
          <w:color w:val="000000"/>
        </w:rPr>
        <w:t>организации</w:t>
      </w:r>
      <w:r>
        <w:rPr>
          <w:b/>
          <w:bCs/>
          <w:color w:val="000000"/>
        </w:rPr>
        <w:t>:</w:t>
      </w:r>
      <w:r w:rsidRPr="00233819">
        <w:rPr>
          <w:color w:val="000000"/>
        </w:rPr>
        <w:t xml:space="preserve"> </w:t>
      </w:r>
    </w:p>
    <w:p w:rsidR="00CB5D49" w:rsidRPr="00A442A8" w:rsidRDefault="00CB5D49" w:rsidP="00855A30">
      <w:pPr>
        <w:pStyle w:val="ListParagraph"/>
        <w:numPr>
          <w:ilvl w:val="0"/>
          <w:numId w:val="57"/>
        </w:numPr>
        <w:spacing w:line="360" w:lineRule="auto"/>
        <w:ind w:left="851" w:hanging="284"/>
        <w:jc w:val="both"/>
        <w:rPr>
          <w:color w:val="000000"/>
        </w:rPr>
      </w:pPr>
      <w:r w:rsidRPr="00A442A8">
        <w:rPr>
          <w:color w:val="000000"/>
        </w:rPr>
        <w:t>Сельскохозяйственная отрасль: ЗАО« Хаврогорское», ООО «АгроПингиш»;</w:t>
      </w:r>
    </w:p>
    <w:p w:rsidR="00CB5D49" w:rsidRPr="00A442A8" w:rsidRDefault="00CB5D49" w:rsidP="00855A30">
      <w:pPr>
        <w:pStyle w:val="ListParagraph"/>
        <w:numPr>
          <w:ilvl w:val="0"/>
          <w:numId w:val="57"/>
        </w:numPr>
        <w:spacing w:line="360" w:lineRule="auto"/>
        <w:ind w:left="851" w:hanging="284"/>
        <w:jc w:val="both"/>
        <w:rPr>
          <w:color w:val="000000"/>
        </w:rPr>
      </w:pPr>
      <w:r w:rsidRPr="00A442A8">
        <w:rPr>
          <w:color w:val="000000"/>
        </w:rPr>
        <w:t>Сфера образования: М</w:t>
      </w:r>
      <w:r>
        <w:rPr>
          <w:color w:val="000000"/>
        </w:rPr>
        <w:t>Б</w:t>
      </w:r>
      <w:r w:rsidRPr="00A442A8">
        <w:rPr>
          <w:color w:val="000000"/>
        </w:rPr>
        <w:t xml:space="preserve">ОУ «Пингишенская основная  общеобразовательная школа», филиалы  </w:t>
      </w:r>
      <w:r>
        <w:rPr>
          <w:color w:val="000000"/>
        </w:rPr>
        <w:t xml:space="preserve">МБОУ </w:t>
      </w:r>
      <w:r w:rsidRPr="00A442A8">
        <w:rPr>
          <w:color w:val="000000"/>
        </w:rPr>
        <w:t>«Хаврогорская основная общеобразовательная школа», детский сад «Огонек» в д</w:t>
      </w:r>
      <w:r>
        <w:rPr>
          <w:color w:val="000000"/>
        </w:rPr>
        <w:t xml:space="preserve">. </w:t>
      </w:r>
      <w:r w:rsidRPr="00A442A8">
        <w:rPr>
          <w:color w:val="000000"/>
        </w:rPr>
        <w:t>Часовня, детский сад « Рябинушка» д</w:t>
      </w:r>
      <w:r>
        <w:rPr>
          <w:color w:val="000000"/>
        </w:rPr>
        <w:t xml:space="preserve">. </w:t>
      </w:r>
      <w:r w:rsidRPr="00A442A8">
        <w:rPr>
          <w:color w:val="000000"/>
        </w:rPr>
        <w:t>Бор;</w:t>
      </w:r>
    </w:p>
    <w:p w:rsidR="00CB5D49" w:rsidRPr="00A442A8" w:rsidRDefault="00CB5D49" w:rsidP="00855A30">
      <w:pPr>
        <w:pStyle w:val="ListParagraph"/>
        <w:numPr>
          <w:ilvl w:val="0"/>
          <w:numId w:val="57"/>
        </w:numPr>
        <w:spacing w:line="360" w:lineRule="auto"/>
        <w:ind w:left="851" w:hanging="284"/>
        <w:jc w:val="both"/>
        <w:rPr>
          <w:color w:val="000000"/>
        </w:rPr>
      </w:pPr>
      <w:r w:rsidRPr="00A442A8">
        <w:rPr>
          <w:color w:val="000000"/>
        </w:rPr>
        <w:t>Сфера здравоохранения: ФАП в д. Бушковы, ФАП в д.  Часовня. ФАП в д.Бор</w:t>
      </w:r>
    </w:p>
    <w:p w:rsidR="00CB5D49" w:rsidRPr="00A442A8" w:rsidRDefault="00CB5D49" w:rsidP="00855A30">
      <w:pPr>
        <w:pStyle w:val="ListParagraph"/>
        <w:numPr>
          <w:ilvl w:val="0"/>
          <w:numId w:val="57"/>
        </w:numPr>
        <w:spacing w:line="360" w:lineRule="auto"/>
        <w:ind w:left="851" w:hanging="284"/>
        <w:jc w:val="both"/>
        <w:rPr>
          <w:color w:val="000000"/>
        </w:rPr>
      </w:pPr>
      <w:r w:rsidRPr="00A442A8">
        <w:rPr>
          <w:color w:val="000000"/>
        </w:rPr>
        <w:t>Сфера досуга и отдыха: Центральная клубная система  «Пингишенский ДК  в д. Бор  и «Хаврогорский  ДК» в д. Часовня, библиотеки  Макаренская  д. Бушковы, Хаврогорская д.Часовня, Пингишенская  д.Бор.</w:t>
      </w:r>
    </w:p>
    <w:p w:rsidR="00CB5D49" w:rsidRPr="005F4852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 На  территории  МО «</w:t>
      </w:r>
      <w:r w:rsidRPr="005F4852">
        <w:rPr>
          <w:color w:val="000000"/>
        </w:rPr>
        <w:t>Хаврогорское»   работает</w:t>
      </w:r>
      <w:r>
        <w:rPr>
          <w:color w:val="000000"/>
        </w:rPr>
        <w:t xml:space="preserve">   ГАУ Архангельской области  «</w:t>
      </w:r>
      <w:r w:rsidRPr="005F4852">
        <w:rPr>
          <w:color w:val="000000"/>
        </w:rPr>
        <w:t>Центр детского отдыха « Северный Артек»</w:t>
      </w:r>
      <w:r>
        <w:rPr>
          <w:color w:val="000000"/>
        </w:rPr>
        <w:t>.</w:t>
      </w:r>
    </w:p>
    <w:p w:rsidR="00CB5D49" w:rsidRPr="005F4852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F4852">
        <w:rPr>
          <w:color w:val="000000"/>
        </w:rPr>
        <w:t>Торговые организации представлены частными предпринимателями.</w:t>
      </w:r>
    </w:p>
    <w:p w:rsidR="00CB5D49" w:rsidRPr="0054494F" w:rsidRDefault="00CB5D49" w:rsidP="001D0FF8">
      <w:pPr>
        <w:spacing w:line="360" w:lineRule="auto"/>
        <w:ind w:left="0" w:firstLine="567"/>
        <w:jc w:val="both"/>
        <w:rPr>
          <w:color w:val="000000"/>
        </w:rPr>
      </w:pPr>
      <w:r w:rsidRPr="0054494F">
        <w:rPr>
          <w:color w:val="000000"/>
        </w:rPr>
        <w:t>Часть территории МО занимают земли лесного фонда. Земли лесного фонда в МО "Хаврогорское" находятся в Пингишенском и Ковозерском участковом лесничествах Емецкого лесничества.  Номера кварталов входящие в муниципального образования: 1-5, 8-24, 26-42, 44-97 Пингишенского участкового лесничества Емецкого лесничества, 59-63, 76 Ковозерского участкового лесничества Емецкого лесничества. Площадь лесного участка Пингишенского участкового лесничества Емецкого лесничества - 81978 га. Ковозерского участкового лесничества Емецкого лесничества - 111829 га.</w:t>
      </w:r>
    </w:p>
    <w:p w:rsidR="00CB5D49" w:rsidRPr="0023381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233819">
        <w:rPr>
          <w:color w:val="000000"/>
        </w:rPr>
        <w:t>Из земельного фонда на территории МО можно выделить земли населенных пунктов, земли лесного фонда, земли промышленности и земли сельскохозяйственного использования. Значительную площадь поселения занимают земли лесного фонда.</w:t>
      </w:r>
    </w:p>
    <w:p w:rsidR="00CB5D49" w:rsidRPr="00DC16EB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DC16EB">
        <w:rPr>
          <w:color w:val="000000"/>
        </w:rPr>
        <w:t xml:space="preserve">Площадь муниципального </w:t>
      </w:r>
      <w:r w:rsidRPr="00DC16EB">
        <w:rPr>
          <w:b/>
          <w:bCs/>
          <w:color w:val="000000"/>
        </w:rPr>
        <w:t>жилого фонда</w:t>
      </w:r>
      <w:r w:rsidRPr="00DC16EB">
        <w:rPr>
          <w:color w:val="000000"/>
        </w:rPr>
        <w:t xml:space="preserve"> составляет в общей сложности </w:t>
      </w:r>
      <w:r>
        <w:rPr>
          <w:color w:val="000000"/>
        </w:rPr>
        <w:t>73,4</w:t>
      </w:r>
      <w:r w:rsidRPr="00DC16EB">
        <w:rPr>
          <w:color w:val="000000"/>
        </w:rPr>
        <w:t xml:space="preserve"> тыс. кв. метров. Значителен удельный вес ветхого жилья.</w:t>
      </w:r>
    </w:p>
    <w:p w:rsidR="00CB5D49" w:rsidRPr="00DC16EB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DC16EB">
        <w:rPr>
          <w:b/>
          <w:bCs/>
          <w:color w:val="000000"/>
        </w:rPr>
        <w:t>Жилищная</w:t>
      </w:r>
      <w:r w:rsidRPr="00DC16EB">
        <w:rPr>
          <w:color w:val="000000"/>
        </w:rPr>
        <w:t xml:space="preserve"> </w:t>
      </w:r>
      <w:r w:rsidRPr="00DC16EB">
        <w:rPr>
          <w:b/>
          <w:bCs/>
          <w:color w:val="000000"/>
        </w:rPr>
        <w:t>обеспеченность</w:t>
      </w:r>
      <w:r w:rsidRPr="00DC16EB">
        <w:rPr>
          <w:color w:val="000000"/>
        </w:rPr>
        <w:t xml:space="preserve"> составляет </w:t>
      </w:r>
      <w:r>
        <w:rPr>
          <w:color w:val="000000"/>
        </w:rPr>
        <w:t>87,9</w:t>
      </w:r>
      <w:r w:rsidRPr="00DC16EB">
        <w:rPr>
          <w:color w:val="000000"/>
        </w:rPr>
        <w:t xml:space="preserve"> кв. м/чел.</w:t>
      </w:r>
    </w:p>
    <w:p w:rsidR="00CB5D49" w:rsidRPr="00FF20D7" w:rsidRDefault="00CB5D49" w:rsidP="000B425F">
      <w:pPr>
        <w:spacing w:line="360" w:lineRule="auto"/>
        <w:ind w:left="0" w:firstLine="567"/>
        <w:jc w:val="both"/>
        <w:rPr>
          <w:i/>
          <w:iCs/>
          <w:color w:val="000000"/>
        </w:rPr>
      </w:pPr>
      <w:r>
        <w:rPr>
          <w:color w:val="000000"/>
        </w:rPr>
        <w:t>Обеспеченность инженерной инфраструктурой: в</w:t>
      </w:r>
      <w:r w:rsidRPr="00FF20D7">
        <w:rPr>
          <w:color w:val="000000"/>
        </w:rPr>
        <w:t xml:space="preserve">одоснабжение во всех населенных пунктов  </w:t>
      </w:r>
      <w:r>
        <w:rPr>
          <w:color w:val="000000"/>
        </w:rPr>
        <w:t xml:space="preserve">осуществляется </w:t>
      </w:r>
      <w:r w:rsidRPr="00FF20D7">
        <w:rPr>
          <w:color w:val="000000"/>
        </w:rPr>
        <w:t>из колодцев. Централизованная канализация в МО «Хаврогорское» отсутствует. Отопление печное. Населенные пункты электроснабжением обеспечены, кроме л/п Пукшеньга</w:t>
      </w:r>
      <w:r>
        <w:rPr>
          <w:color w:val="000000"/>
        </w:rPr>
        <w:t>.</w:t>
      </w:r>
    </w:p>
    <w:p w:rsidR="00CB5D49" w:rsidRPr="0023381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233819">
        <w:rPr>
          <w:color w:val="000000"/>
        </w:rPr>
        <w:t xml:space="preserve">Застройка </w:t>
      </w:r>
      <w:r w:rsidRPr="00DC16EB">
        <w:rPr>
          <w:color w:val="000000"/>
        </w:rPr>
        <w:t xml:space="preserve">МО на данный момент природным (сетевым) </w:t>
      </w:r>
      <w:r w:rsidRPr="00DC16EB">
        <w:rPr>
          <w:b/>
          <w:bCs/>
          <w:color w:val="000000"/>
        </w:rPr>
        <w:t>газом</w:t>
      </w:r>
      <w:r w:rsidRPr="00DC16EB">
        <w:rPr>
          <w:color w:val="000000"/>
        </w:rPr>
        <w:t xml:space="preserve"> </w:t>
      </w:r>
      <w:r w:rsidRPr="00DC16EB">
        <w:rPr>
          <w:b/>
          <w:bCs/>
          <w:color w:val="000000"/>
        </w:rPr>
        <w:t>не обеспечена</w:t>
      </w:r>
      <w:r w:rsidRPr="00DC16EB">
        <w:rPr>
          <w:color w:val="000000"/>
        </w:rPr>
        <w:t>. Газоснабжение потребителей муниципального образования сжиженным газом осуществляется от индивидуальных установок.</w:t>
      </w:r>
    </w:p>
    <w:p w:rsidR="00CB5D4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FD26F9">
        <w:rPr>
          <w:color w:val="000000"/>
        </w:rPr>
        <w:t xml:space="preserve">По территории МО </w:t>
      </w:r>
      <w:r>
        <w:rPr>
          <w:color w:val="000000"/>
        </w:rPr>
        <w:t>"Хаврогорское"</w:t>
      </w:r>
      <w:r w:rsidRPr="00FD26F9">
        <w:rPr>
          <w:color w:val="000000"/>
        </w:rPr>
        <w:t xml:space="preserve">  проходят линии электропередач </w:t>
      </w:r>
      <w:r w:rsidRPr="00FD26F9">
        <w:rPr>
          <w:color w:val="000000"/>
        </w:rPr>
        <w:br/>
        <w:t xml:space="preserve">ВЛ-110 кВ, ВЛ-10 кВ. Техническое состояние электрических сетей </w:t>
      </w:r>
      <w:r w:rsidRPr="00FD26F9">
        <w:rPr>
          <w:color w:val="000000"/>
        </w:rPr>
        <w:br/>
        <w:t xml:space="preserve">МО </w:t>
      </w:r>
      <w:r>
        <w:rPr>
          <w:color w:val="000000"/>
        </w:rPr>
        <w:t>"Хаврогорское"</w:t>
      </w:r>
      <w:r w:rsidRPr="00FD26F9">
        <w:rPr>
          <w:color w:val="000000"/>
        </w:rPr>
        <w:t xml:space="preserve"> удовлетворительное.</w:t>
      </w:r>
    </w:p>
    <w:p w:rsidR="00CB5D49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371957">
        <w:rPr>
          <w:color w:val="000000"/>
        </w:rPr>
        <w:t xml:space="preserve">На территории МО «Хаврогорское» находятся объекты </w:t>
      </w:r>
      <w:r>
        <w:rPr>
          <w:color w:val="000000"/>
        </w:rPr>
        <w:t>культурного наследия (памятники</w:t>
      </w:r>
      <w:r w:rsidRPr="00371957">
        <w:rPr>
          <w:color w:val="000000"/>
        </w:rPr>
        <w:t xml:space="preserve"> истории и культуры) народов Российской Федерации </w:t>
      </w:r>
      <w:r w:rsidRPr="00371957">
        <w:rPr>
          <w:b/>
          <w:bCs/>
          <w:i/>
          <w:iCs/>
          <w:color w:val="000000"/>
        </w:rPr>
        <w:t>регионального</w:t>
      </w:r>
      <w:r w:rsidRPr="00371957">
        <w:rPr>
          <w:color w:val="000000"/>
        </w:rPr>
        <w:t xml:space="preserve"> значения большая часть из которых в настоящее время  либо уже не существует либо в разрушенном состоянии</w:t>
      </w:r>
      <w:r>
        <w:rPr>
          <w:color w:val="000000"/>
        </w:rPr>
        <w:t>.</w:t>
      </w:r>
    </w:p>
    <w:p w:rsidR="00CB5D49" w:rsidRPr="006F0AC8" w:rsidRDefault="00CB5D49" w:rsidP="007B459B">
      <w:pPr>
        <w:rPr>
          <w:b/>
          <w:bCs/>
          <w:color w:val="000000"/>
        </w:rPr>
      </w:pPr>
    </w:p>
    <w:p w:rsidR="00CB5D49" w:rsidRPr="006F0AC8" w:rsidRDefault="00CB5D49" w:rsidP="007B459B">
      <w:pPr>
        <w:rPr>
          <w:b/>
          <w:bCs/>
          <w:color w:val="000000"/>
        </w:rPr>
      </w:pPr>
    </w:p>
    <w:p w:rsidR="00CB5D49" w:rsidRPr="006F0AC8" w:rsidRDefault="00CB5D49" w:rsidP="007B459B"/>
    <w:p w:rsidR="00CB5D49" w:rsidRPr="006F0AC8" w:rsidRDefault="00CB5D49" w:rsidP="00D92809">
      <w:pPr>
        <w:pStyle w:val="a8"/>
        <w:spacing w:line="360" w:lineRule="auto"/>
      </w:pPr>
      <w:bookmarkStart w:id="1" w:name="_Toc496259785"/>
      <w:r w:rsidRPr="006F0AC8">
        <w:t>1. Цели и задачи территориального планирования муниципального образования  «</w:t>
      </w:r>
      <w:r>
        <w:t>Хаврогорское</w:t>
      </w:r>
      <w:r w:rsidRPr="006F0AC8">
        <w:t>»</w:t>
      </w:r>
      <w:bookmarkEnd w:id="1"/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bookmarkStart w:id="2" w:name="_Toc496259786"/>
      <w:r w:rsidRPr="005471B3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Территориальное планирование</w:t>
      </w:r>
      <w:r w:rsidRPr="005471B3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471B3">
        <w:rPr>
          <w:color w:val="000000"/>
        </w:rPr>
        <w:t xml:space="preserve">является видом градостроительной деятельности, задачей которого является определение «назначения территории исходя из совокупности социальных, экономических, экологических и иных факторов в целях </w:t>
      </w:r>
      <w:r w:rsidRPr="005471B3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обеспечения устойчивого развития территорий,</w:t>
      </w:r>
      <w:r w:rsidRPr="005471B3">
        <w:rPr>
          <w:color w:val="000000"/>
        </w:rPr>
        <w:t xml:space="preserve"> развития инженерной, транспортной и социальной инфраструктур, обеспечения учёта интересов граждан и их объединений» (ст. 9 (п. 1) ГК РФ).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color w:val="000000"/>
        </w:rPr>
        <w:t xml:space="preserve">В соответствии с определением, данным в ГК РФ, </w:t>
      </w:r>
      <w:r w:rsidRPr="005471B3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устойчивое развитие территорий</w:t>
      </w:r>
      <w:r w:rsidRPr="005471B3">
        <w:rPr>
          <w:color w:val="000000"/>
        </w:rPr>
        <w:t xml:space="preserve"> – это обеспечение безопасности и благоприятных условий жизнедеятельности, ограничение негативного воздействия на окружающую среду, обеспечение охраны и рационального использования природных ресурсов.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color w:val="000000"/>
        </w:rPr>
        <w:t xml:space="preserve">Генплан МО </w:t>
      </w:r>
      <w:r>
        <w:rPr>
          <w:color w:val="000000"/>
        </w:rPr>
        <w:t>"Хаврогорское"</w:t>
      </w:r>
      <w:r w:rsidRPr="005471B3">
        <w:rPr>
          <w:color w:val="000000"/>
        </w:rPr>
        <w:t>, как документ территориального планирования, являющийся нормативно-правовым актом, разрабатывается с целью обеспечения управления планированием развития территории МО и предназначен для реализации полномочий органов местного самоуправления.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color w:val="000000"/>
        </w:rPr>
        <w:t>Генплан обеспечивает нормативно-правовые основы территориального развития МО с учётом документов социально-экономического развития на долгосрочную перспективу и является основой для градостроительного зонирования территории – разработки Правил землепользования и застройки.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Основная цель</w:t>
      </w:r>
      <w:r w:rsidRPr="005471B3">
        <w:rPr>
          <w:color w:val="000000"/>
        </w:rPr>
        <w:t xml:space="preserve"> Генплана – разработка долгосрочной стратегии территориального планирования МО на основе принципов устойчивого развития, создания благоприятной среды обитания, достижение баланса экономических, социальных и экологических интересов, учитывая особенности функционирования заполярных территориальных образований.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Задачами</w:t>
      </w:r>
      <w:r w:rsidRPr="005471B3">
        <w:rPr>
          <w:color w:val="000000"/>
        </w:rPr>
        <w:t xml:space="preserve"> территориального планирования МО </w:t>
      </w:r>
      <w:r>
        <w:rPr>
          <w:color w:val="000000"/>
        </w:rPr>
        <w:t>"Хаврогорское"</w:t>
      </w:r>
      <w:r w:rsidRPr="005471B3">
        <w:rPr>
          <w:color w:val="000000"/>
        </w:rPr>
        <w:t xml:space="preserve"> являются: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комплексная оценка территории в целях обеспечения эффективного использования земельных ресурсов;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 xml:space="preserve">градостроительное обоснование границ административного центра МО – </w:t>
      </w:r>
      <w:r>
        <w:rPr>
          <w:color w:val="000000"/>
        </w:rPr>
        <w:t>д. Погост</w:t>
      </w:r>
      <w:r w:rsidRPr="005471B3">
        <w:rPr>
          <w:color w:val="000000"/>
        </w:rPr>
        <w:t>, а также населенных пунктов, планируемых к увеличению;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функциональное зонирование территории исходя из совокупности социальных, экономических, экологических и иных факторов в целях обеспечения устойчивого развития территории с учётом сложившейся ситуации и перспективных направлений социально-экономического развития;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развитие транспортной инфраструктуры с целью повышения транспортной доступности муниципального образования и организации удобного транспортного сообщения;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развитие инженерной инфраструктуры – энергоснабжения, водоснабжения и водоотведения, теплоснабжения с целью повышения надёжности инженерных систем, качества предоставляемых услуг, обеспечения потребностей существующих и перспективных потребителей;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удовлетворение потребностей жителей МО в новом жилищном строительстве с учётом прогнозируемого роста жилищной обеспеченности и в учреждениях социального и культурно-бытового обслуживания с учётом прогнозируемых характеристик социально-экономического развития;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разработка природоохранных мероприятий, направленных на охрану окружающей среды, улучшение экологической ситуации и благоустройства территории;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обеспечение развития туризма, формирование сети рекреационных учреждений и объектов физкультурно-оздоровительного назначения на базе комплексного использования природно-рекреационных ресурсов;</w:t>
      </w:r>
    </w:p>
    <w:p w:rsidR="00CB5D49" w:rsidRPr="005471B3" w:rsidRDefault="00CB5D49" w:rsidP="00855A30">
      <w:pPr>
        <w:pStyle w:val="NoSpacing"/>
        <w:numPr>
          <w:ilvl w:val="0"/>
          <w:numId w:val="8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разработка мероприятий по предотвращению возникновения чрезвычайных ситуаций природного и техногенного характера и защите от них.</w:t>
      </w:r>
    </w:p>
    <w:p w:rsidR="00CB5D49" w:rsidRDefault="00CB5D49" w:rsidP="00D92809">
      <w:pPr>
        <w:pStyle w:val="a8"/>
        <w:spacing w:line="360" w:lineRule="auto"/>
      </w:pPr>
    </w:p>
    <w:p w:rsidR="00CB5D49" w:rsidRDefault="00CB5D49" w:rsidP="00D92809">
      <w:pPr>
        <w:pStyle w:val="a8"/>
        <w:spacing w:line="360" w:lineRule="auto"/>
      </w:pPr>
    </w:p>
    <w:p w:rsidR="00CB5D49" w:rsidRPr="006F0AC8" w:rsidRDefault="00CB5D49" w:rsidP="00D92809">
      <w:pPr>
        <w:pStyle w:val="a8"/>
        <w:spacing w:line="360" w:lineRule="auto"/>
      </w:pPr>
      <w:r w:rsidRPr="006F0AC8">
        <w:t>2. Основные стратегические направления (концепция) градостроительного развития территории муниципального образования «</w:t>
      </w:r>
      <w:r>
        <w:t>Хаврогорское</w:t>
      </w:r>
      <w:r w:rsidRPr="006F0AC8">
        <w:t>»</w:t>
      </w:r>
      <w:bookmarkEnd w:id="2"/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color w:val="000000"/>
        </w:rPr>
        <w:t xml:space="preserve">Положения о территориальном планировании Холмогорского района, куда структурно, входит территория МО </w:t>
      </w:r>
      <w:r>
        <w:rPr>
          <w:color w:val="000000"/>
        </w:rPr>
        <w:t>"Хаврогорское"</w:t>
      </w:r>
      <w:r w:rsidRPr="005471B3">
        <w:rPr>
          <w:color w:val="000000"/>
        </w:rPr>
        <w:t>, базируется на материалах «Схемы территориального планирования Архангельской области» и «Объединенной схемы территориального планирования частей Архангельской области".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color w:val="000000"/>
        </w:rPr>
        <w:t>В соответствии с этими градостроительными документами определяются основные перспективные направления социально-экономического развития и системы расселения на территории района и МО и формируются мероприятия по территориальному планированию по следующим вопросам: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функционально-планировочная организация территории;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земельный фонд;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жилищное строительство;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система культурно-бытового и социального обслуживания;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транспортная инфраструктура;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инженерная инфраструктура;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оценка экологической ситуации;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отходы производства и санитарная очистка территории;</w:t>
      </w:r>
    </w:p>
    <w:p w:rsidR="00CB5D49" w:rsidRPr="005471B3" w:rsidRDefault="00CB5D49" w:rsidP="00855A30">
      <w:pPr>
        <w:pStyle w:val="ListParagraph"/>
        <w:numPr>
          <w:ilvl w:val="0"/>
          <w:numId w:val="14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основные факторы риска возникновения чрезвычайных ситуаций природного и техногенного характера и обеспечение пожарной безопасности.</w:t>
      </w: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FF0000"/>
        </w:rPr>
      </w:pPr>
    </w:p>
    <w:p w:rsidR="00CB5D49" w:rsidRPr="005471B3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5471B3">
        <w:rPr>
          <w:color w:val="000000"/>
        </w:rPr>
        <w:t>Холмогорский район обладает (среди 19 районов области) средним инвестиционным потенциалом. Инвестиционные потенциалы района развиваются в следующих направлениях:</w:t>
      </w:r>
    </w:p>
    <w:p w:rsidR="00CB5D49" w:rsidRPr="005471B3" w:rsidRDefault="00CB5D49" w:rsidP="00855A30">
      <w:pPr>
        <w:pStyle w:val="ListParagraph"/>
        <w:numPr>
          <w:ilvl w:val="0"/>
          <w:numId w:val="17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по развитию сельского хозяйства, рыболовства и рыбоводства, пищевой промышленности;</w:t>
      </w:r>
    </w:p>
    <w:p w:rsidR="00CB5D49" w:rsidRPr="005471B3" w:rsidRDefault="00CB5D49" w:rsidP="00855A30">
      <w:pPr>
        <w:pStyle w:val="ListParagraph"/>
        <w:numPr>
          <w:ilvl w:val="0"/>
          <w:numId w:val="17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по развитию строительного комплекса;</w:t>
      </w:r>
    </w:p>
    <w:p w:rsidR="00CB5D49" w:rsidRPr="005471B3" w:rsidRDefault="00CB5D49" w:rsidP="00855A30">
      <w:pPr>
        <w:pStyle w:val="ListParagraph"/>
        <w:numPr>
          <w:ilvl w:val="0"/>
          <w:numId w:val="17"/>
        </w:numPr>
        <w:spacing w:line="360" w:lineRule="auto"/>
        <w:ind w:left="1134" w:firstLine="0"/>
        <w:jc w:val="both"/>
        <w:rPr>
          <w:color w:val="000000"/>
        </w:rPr>
      </w:pPr>
      <w:r w:rsidRPr="005471B3">
        <w:rPr>
          <w:color w:val="000000"/>
        </w:rPr>
        <w:t>по развитию машиностроительного комплекса;</w:t>
      </w:r>
    </w:p>
    <w:p w:rsidR="00CB5D49" w:rsidRPr="000A51F8" w:rsidRDefault="00CB5D49" w:rsidP="00855A30">
      <w:pPr>
        <w:pStyle w:val="ListParagraph"/>
        <w:numPr>
          <w:ilvl w:val="0"/>
          <w:numId w:val="17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color w:val="000000"/>
        </w:rPr>
        <w:t>по развитию лесопромышленного комплекса.</w:t>
      </w:r>
    </w:p>
    <w:p w:rsidR="00CB5D49" w:rsidRPr="000A51F8" w:rsidRDefault="00CB5D49" w:rsidP="000B425F">
      <w:pPr>
        <w:spacing w:line="360" w:lineRule="auto"/>
        <w:ind w:left="0" w:firstLine="567"/>
        <w:jc w:val="both"/>
        <w:rPr>
          <w:color w:val="FF0000"/>
        </w:rPr>
      </w:pPr>
    </w:p>
    <w:p w:rsidR="00CB5D49" w:rsidRPr="000A51F8" w:rsidRDefault="00CB5D49" w:rsidP="000B425F">
      <w:pPr>
        <w:spacing w:line="360" w:lineRule="auto"/>
        <w:ind w:left="0" w:firstLine="567"/>
        <w:jc w:val="both"/>
        <w:rPr>
          <w:color w:val="000000"/>
        </w:rPr>
      </w:pPr>
      <w:r w:rsidRPr="000A51F8">
        <w:rPr>
          <w:color w:val="000000"/>
        </w:rPr>
        <w:t xml:space="preserve">Проектные решения в схемах территориального планирования Архангельской области и Холмогорского района отражают следующие перспективы социально-экономического развития, системы расселения и мероприятия по территориальному планированию Холмогорского района в целом и МО </w:t>
      </w:r>
      <w:r>
        <w:rPr>
          <w:color w:val="000000"/>
        </w:rPr>
        <w:t>"Хаврогорское"</w:t>
      </w:r>
      <w:r w:rsidRPr="000A51F8">
        <w:rPr>
          <w:color w:val="000000"/>
        </w:rPr>
        <w:t>, в частности, на основе Долгосрочных целевых программ (ДЦП) и Инвестиционных паспортов (ИП) Архангельской области:</w:t>
      </w:r>
    </w:p>
    <w:p w:rsidR="00CB5D49" w:rsidRPr="000A51F8" w:rsidRDefault="00CB5D49" w:rsidP="00855A30">
      <w:pPr>
        <w:pStyle w:val="ListParagraph"/>
        <w:numPr>
          <w:ilvl w:val="0"/>
          <w:numId w:val="15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 xml:space="preserve">расселение </w:t>
      </w:r>
      <w:r w:rsidRPr="000A51F8">
        <w:rPr>
          <w:color w:val="000000"/>
        </w:rPr>
        <w:t>будет развиваться вдоль существующего транспортного коридора;</w:t>
      </w:r>
    </w:p>
    <w:p w:rsidR="00CB5D49" w:rsidRPr="000A51F8" w:rsidRDefault="00CB5D49" w:rsidP="00855A30">
      <w:pPr>
        <w:pStyle w:val="ListParagraph"/>
        <w:numPr>
          <w:ilvl w:val="0"/>
          <w:numId w:val="15"/>
        </w:numPr>
        <w:spacing w:line="360" w:lineRule="auto"/>
        <w:ind w:left="1134" w:firstLine="0"/>
        <w:jc w:val="both"/>
        <w:rPr>
          <w:color w:val="000000"/>
        </w:rPr>
      </w:pPr>
      <w:r>
        <w:rPr>
          <w:b/>
          <w:bCs/>
          <w:color w:val="000000"/>
        </w:rPr>
        <w:t>д. Погост</w:t>
      </w:r>
      <w:r w:rsidRPr="000A51F8">
        <w:rPr>
          <w:b/>
          <w:bCs/>
          <w:color w:val="000000"/>
        </w:rPr>
        <w:t xml:space="preserve"> в системе расселения </w:t>
      </w:r>
      <w:r w:rsidRPr="000A51F8">
        <w:rPr>
          <w:color w:val="000000"/>
        </w:rPr>
        <w:t xml:space="preserve">района определяется как хозяйственный центр (лесопромышленный комплекс, агропромышленный комплекс) местного значения по переработке </w:t>
      </w:r>
      <w:r>
        <w:rPr>
          <w:color w:val="000000"/>
        </w:rPr>
        <w:t xml:space="preserve">сельскохозяйственной и </w:t>
      </w:r>
      <w:r w:rsidRPr="000A51F8">
        <w:rPr>
          <w:color w:val="000000"/>
        </w:rPr>
        <w:t>лесохозяйственной продукции и создания системы социального и культурно-бытового обслуживания населения района;</w:t>
      </w:r>
    </w:p>
    <w:p w:rsidR="00CB5D49" w:rsidRPr="000A51F8" w:rsidRDefault="00CB5D49" w:rsidP="00855A30">
      <w:pPr>
        <w:pStyle w:val="ListParagraph"/>
        <w:numPr>
          <w:ilvl w:val="0"/>
          <w:numId w:val="15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 xml:space="preserve">население </w:t>
      </w:r>
      <w:r w:rsidRPr="000A51F8">
        <w:rPr>
          <w:color w:val="000000"/>
        </w:rPr>
        <w:t>прогнозируется:</w:t>
      </w:r>
    </w:p>
    <w:p w:rsidR="00CB5D49" w:rsidRPr="000A51F8" w:rsidRDefault="00CB5D49" w:rsidP="00855A30">
      <w:pPr>
        <w:pStyle w:val="ListParagraph"/>
        <w:numPr>
          <w:ilvl w:val="0"/>
          <w:numId w:val="18"/>
        </w:numPr>
        <w:spacing w:line="360" w:lineRule="auto"/>
        <w:ind w:left="1701" w:firstLine="0"/>
        <w:jc w:val="both"/>
        <w:rPr>
          <w:color w:val="000000"/>
        </w:rPr>
      </w:pPr>
      <w:r w:rsidRPr="000A51F8">
        <w:rPr>
          <w:color w:val="000000"/>
        </w:rPr>
        <w:t xml:space="preserve">население планируется к </w:t>
      </w:r>
      <w:r w:rsidRPr="000A51F8">
        <w:rPr>
          <w:b/>
          <w:bCs/>
          <w:color w:val="000000"/>
        </w:rPr>
        <w:t>сохранению</w:t>
      </w:r>
      <w:r w:rsidRPr="000A51F8">
        <w:rPr>
          <w:color w:val="000000"/>
        </w:rPr>
        <w:t xml:space="preserve"> на современном уровне с незначительным уменьшением;</w:t>
      </w:r>
    </w:p>
    <w:p w:rsidR="00CB5D49" w:rsidRPr="000A51F8" w:rsidRDefault="00CB5D49" w:rsidP="00855A30">
      <w:pPr>
        <w:pStyle w:val="ListParagraph"/>
        <w:numPr>
          <w:ilvl w:val="0"/>
          <w:numId w:val="16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color w:val="000000"/>
        </w:rPr>
        <w:t xml:space="preserve">в вопросах развития </w:t>
      </w:r>
      <w:r w:rsidRPr="000A51F8">
        <w:rPr>
          <w:b/>
          <w:bCs/>
          <w:color w:val="000000"/>
        </w:rPr>
        <w:t>транспортной и инженерной инфраструктуры</w:t>
      </w:r>
      <w:r w:rsidRPr="000A51F8">
        <w:rPr>
          <w:color w:val="000000"/>
        </w:rPr>
        <w:t xml:space="preserve"> предусматриваются:</w:t>
      </w:r>
    </w:p>
    <w:p w:rsidR="00CB5D49" w:rsidRDefault="00CB5D49" w:rsidP="00855A30">
      <w:pPr>
        <w:pStyle w:val="ListParagraph"/>
        <w:numPr>
          <w:ilvl w:val="0"/>
          <w:numId w:val="19"/>
        </w:numPr>
        <w:spacing w:line="360" w:lineRule="auto"/>
        <w:ind w:left="1701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>реконструкция</w:t>
      </w:r>
      <w:r w:rsidRPr="000A51F8">
        <w:rPr>
          <w:color w:val="000000"/>
        </w:rPr>
        <w:t xml:space="preserve"> и </w:t>
      </w:r>
      <w:r w:rsidRPr="000A51F8">
        <w:rPr>
          <w:b/>
          <w:bCs/>
          <w:color w:val="000000"/>
        </w:rPr>
        <w:t>ремонт</w:t>
      </w:r>
      <w:r w:rsidRPr="000A51F8">
        <w:rPr>
          <w:color w:val="000000"/>
        </w:rPr>
        <w:t xml:space="preserve"> существующих автодорог регионального и местного значения;</w:t>
      </w:r>
    </w:p>
    <w:p w:rsidR="00CB5D49" w:rsidRPr="000A51F8" w:rsidRDefault="00CB5D49" w:rsidP="00855A30">
      <w:pPr>
        <w:pStyle w:val="ListParagraph"/>
        <w:numPr>
          <w:ilvl w:val="0"/>
          <w:numId w:val="19"/>
        </w:numPr>
        <w:spacing w:line="360" w:lineRule="auto"/>
        <w:ind w:left="1701" w:firstLine="0"/>
        <w:jc w:val="both"/>
        <w:rPr>
          <w:color w:val="000000"/>
        </w:rPr>
      </w:pPr>
      <w:r>
        <w:rPr>
          <w:color w:val="000000"/>
        </w:rPr>
        <w:t>обеспечение подъездов с твердым покрытием к населенным пунктам;</w:t>
      </w:r>
    </w:p>
    <w:p w:rsidR="00CB5D49" w:rsidRPr="000A51F8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 xml:space="preserve">Инженерная инфраструктура </w:t>
      </w:r>
      <w:r w:rsidRPr="000A51F8">
        <w:rPr>
          <w:color w:val="000000"/>
        </w:rPr>
        <w:t>предусматривает:</w:t>
      </w:r>
    </w:p>
    <w:p w:rsidR="00CB5D49" w:rsidRPr="00E24C04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 w:rsidRPr="00E24C04">
        <w:rPr>
          <w:color w:val="000000"/>
          <w:lang w:eastAsia="ru-RU"/>
        </w:rPr>
        <w:t>рекомендация</w:t>
      </w:r>
      <w:r>
        <w:rPr>
          <w:color w:val="000000"/>
          <w:lang w:eastAsia="ru-RU"/>
        </w:rPr>
        <w:t xml:space="preserve"> по созданию в МО централизованной системы водоснабжения и водоотведения для повышения качества жизни населения;</w:t>
      </w:r>
    </w:p>
    <w:p w:rsidR="00CB5D49" w:rsidRPr="00E24C04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>
        <w:rPr>
          <w:color w:val="000000"/>
          <w:lang w:eastAsia="ru-RU"/>
        </w:rPr>
        <w:t>ремонт системы отопления;</w:t>
      </w:r>
    </w:p>
    <w:p w:rsidR="00CB5D49" w:rsidRPr="000A51F8" w:rsidRDefault="00CB5D49" w:rsidP="00855A30">
      <w:pPr>
        <w:pStyle w:val="ListParagraph"/>
        <w:numPr>
          <w:ilvl w:val="0"/>
          <w:numId w:val="16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color w:val="000000"/>
        </w:rPr>
        <w:t xml:space="preserve">развитие </w:t>
      </w:r>
      <w:r w:rsidRPr="000A51F8">
        <w:rPr>
          <w:b/>
          <w:bCs/>
          <w:color w:val="000000"/>
        </w:rPr>
        <w:t>социальных учреждений обслуживания населения</w:t>
      </w:r>
      <w:r w:rsidRPr="000A51F8">
        <w:rPr>
          <w:color w:val="000000"/>
        </w:rPr>
        <w:t xml:space="preserve"> предусматривает:</w:t>
      </w:r>
    </w:p>
    <w:p w:rsidR="00CB5D49" w:rsidRPr="000A51F8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 w:rsidRPr="000A51F8">
        <w:rPr>
          <w:b/>
          <w:bCs/>
        </w:rPr>
        <w:t xml:space="preserve">реконструкция </w:t>
      </w:r>
      <w:r w:rsidRPr="000A51F8">
        <w:t>объектов социально-бытового обслуживания;</w:t>
      </w:r>
    </w:p>
    <w:p w:rsidR="00CB5D49" w:rsidRPr="000D03A8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>
        <w:t>с</w:t>
      </w:r>
      <w:r w:rsidRPr="000A51F8">
        <w:t xml:space="preserve">троительство объектов торговли и общественного питания в </w:t>
      </w:r>
      <w:r w:rsidRPr="00E24C04">
        <w:rPr>
          <w:color w:val="000000"/>
          <w:lang w:eastAsia="ru-RU"/>
        </w:rPr>
        <w:t>д. Погост</w:t>
      </w:r>
      <w:r>
        <w:t>, д. Часовня и д. Бор;</w:t>
      </w:r>
    </w:p>
    <w:p w:rsidR="00CB5D49" w:rsidRPr="00E24C04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>
        <w:t>с</w:t>
      </w:r>
      <w:r w:rsidRPr="000A51F8">
        <w:t>троительс</w:t>
      </w:r>
      <w:r>
        <w:t>тво физкультурно-оздоровительного</w:t>
      </w:r>
      <w:r w:rsidRPr="000A51F8">
        <w:t xml:space="preserve"> комплекса в </w:t>
      </w:r>
      <w:r w:rsidRPr="00E24C04">
        <w:rPr>
          <w:color w:val="000000"/>
          <w:lang w:eastAsia="ru-RU"/>
        </w:rPr>
        <w:t>д. Погост</w:t>
      </w:r>
      <w:r>
        <w:t>, д. Часовня;</w:t>
      </w:r>
    </w:p>
    <w:p w:rsidR="00CB5D49" w:rsidRPr="00E24C04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E24C04">
        <w:t>предоставление земельных участков в целях создания объектов недвижимости для субъектов малого и среднего предпринимательства</w:t>
      </w:r>
      <w:r>
        <w:t>;</w:t>
      </w:r>
      <w:r w:rsidRPr="00E24C04">
        <w:t xml:space="preserve"> </w:t>
      </w:r>
    </w:p>
    <w:p w:rsidR="00CB5D49" w:rsidRPr="00E24C04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E24C04">
        <w:rPr>
          <w:b/>
          <w:bCs/>
          <w:color w:val="000000"/>
        </w:rPr>
        <w:t>рекреация и туризм</w:t>
      </w:r>
      <w:r w:rsidRPr="00E24C04">
        <w:rPr>
          <w:color w:val="000000"/>
        </w:rPr>
        <w:t>: в качестве перспективы рассматривается создание комплексного маршрута сельского, культурно-познавательного и активного туризма с опорными точками на туристических маршрутах развитием в них территориальные зоны, с развитием в них туристской инфраструктуры и системы гостевых домов и мини-гостиниц.</w:t>
      </w:r>
    </w:p>
    <w:p w:rsidR="00CB5D49" w:rsidRPr="000A51F8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>Охрана окружающей среды</w:t>
      </w:r>
      <w:r w:rsidRPr="000A51F8">
        <w:rPr>
          <w:color w:val="000000"/>
        </w:rPr>
        <w:t xml:space="preserve"> предусматривает:</w:t>
      </w:r>
    </w:p>
    <w:p w:rsidR="00CB5D49" w:rsidRPr="000A51F8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>
        <w:t>з</w:t>
      </w:r>
      <w:r w:rsidRPr="000A51F8">
        <w:t xml:space="preserve">акрытие и рекультивация территории существующих свалок ТБО </w:t>
      </w:r>
    </w:p>
    <w:p w:rsidR="00CB5D49" w:rsidRPr="000A51F8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 xml:space="preserve">Инженерная подготовка территории </w:t>
      </w:r>
      <w:r w:rsidRPr="000A51F8">
        <w:rPr>
          <w:color w:val="000000"/>
        </w:rPr>
        <w:t>предусматривает:</w:t>
      </w:r>
    </w:p>
    <w:p w:rsidR="00CB5D49" w:rsidRPr="000A51F8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 w:rsidRPr="000A51F8">
        <w:t>Организация и очистка поверхностного стока и строительство очистных сооружений ливневой канализации</w:t>
      </w:r>
    </w:p>
    <w:p w:rsidR="00CB5D49" w:rsidRPr="000A51F8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 w:rsidRPr="000A51F8">
        <w:t xml:space="preserve">Благоустройство водных объектов </w:t>
      </w:r>
    </w:p>
    <w:p w:rsidR="00CB5D49" w:rsidRPr="000A51F8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 xml:space="preserve">Предотвращению и ликвидации чрезвычайных ситуаций </w:t>
      </w:r>
      <w:r w:rsidRPr="000A51F8">
        <w:rPr>
          <w:color w:val="000000"/>
        </w:rPr>
        <w:t>предусматривает:</w:t>
      </w:r>
    </w:p>
    <w:p w:rsidR="00CB5D49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>
        <w:t>С</w:t>
      </w:r>
      <w:r w:rsidRPr="009F0748">
        <w:t>о</w:t>
      </w:r>
      <w:r>
        <w:t>здание противопожарных водоемов;</w:t>
      </w:r>
    </w:p>
    <w:p w:rsidR="00CB5D49" w:rsidRPr="00C80AC0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 w:rsidRPr="00C80AC0">
        <w:t xml:space="preserve">Защита от подтоплений </w:t>
      </w:r>
      <w:r>
        <w:t xml:space="preserve">деревни </w:t>
      </w:r>
      <w:r w:rsidRPr="00C80AC0">
        <w:t>Бор</w:t>
      </w:r>
      <w:r>
        <w:t xml:space="preserve">, </w:t>
      </w:r>
      <w:r w:rsidRPr="00C80AC0">
        <w:t>Тарасица</w:t>
      </w:r>
      <w:r>
        <w:t xml:space="preserve">, </w:t>
      </w:r>
      <w:r w:rsidRPr="00C80AC0">
        <w:t>Погост</w:t>
      </w:r>
      <w:r>
        <w:t xml:space="preserve">, </w:t>
      </w:r>
      <w:r w:rsidRPr="00C80AC0">
        <w:t>Ерзовка</w:t>
      </w:r>
      <w:r>
        <w:t xml:space="preserve">, </w:t>
      </w:r>
      <w:r w:rsidRPr="00C80AC0">
        <w:t>Фелов</w:t>
      </w:r>
      <w:r>
        <w:t xml:space="preserve">, </w:t>
      </w:r>
      <w:r w:rsidRPr="00C80AC0">
        <w:t>Вахново</w:t>
      </w:r>
      <w:r>
        <w:t>;</w:t>
      </w:r>
    </w:p>
    <w:p w:rsidR="00CB5D49" w:rsidRPr="000A51F8" w:rsidRDefault="00CB5D49" w:rsidP="00855A30">
      <w:pPr>
        <w:pStyle w:val="ListParagraph"/>
        <w:numPr>
          <w:ilvl w:val="0"/>
          <w:numId w:val="20"/>
        </w:numPr>
        <w:spacing w:line="360" w:lineRule="auto"/>
        <w:ind w:left="1134" w:firstLine="0"/>
        <w:jc w:val="both"/>
        <w:rPr>
          <w:color w:val="000000"/>
        </w:rPr>
      </w:pPr>
      <w:r w:rsidRPr="000A51F8">
        <w:rPr>
          <w:b/>
          <w:bCs/>
          <w:color w:val="000000"/>
        </w:rPr>
        <w:t xml:space="preserve">Особо охраняемые природные территории </w:t>
      </w:r>
      <w:r w:rsidRPr="000A51F8">
        <w:rPr>
          <w:color w:val="000000"/>
        </w:rPr>
        <w:t>предусматривает:</w:t>
      </w:r>
    </w:p>
    <w:p w:rsidR="00CB5D49" w:rsidRPr="000A51F8" w:rsidRDefault="00CB5D49" w:rsidP="00855A30">
      <w:pPr>
        <w:pStyle w:val="ListParagraph"/>
        <w:numPr>
          <w:ilvl w:val="0"/>
          <w:numId w:val="52"/>
        </w:numPr>
        <w:spacing w:line="360" w:lineRule="auto"/>
        <w:ind w:left="1701" w:firstLine="0"/>
        <w:jc w:val="both"/>
      </w:pPr>
      <w:r>
        <w:t>отсутствуют.</w:t>
      </w:r>
    </w:p>
    <w:p w:rsidR="00CB5D49" w:rsidRDefault="00CB5D49" w:rsidP="00A7051B">
      <w:pPr>
        <w:tabs>
          <w:tab w:val="left" w:pos="7048"/>
        </w:tabs>
        <w:ind w:left="0"/>
        <w:jc w:val="both"/>
        <w:rPr>
          <w:color w:val="FF0000"/>
        </w:rPr>
      </w:pPr>
    </w:p>
    <w:p w:rsidR="00CB5D49" w:rsidRPr="006F0AC8" w:rsidRDefault="00CB5D49" w:rsidP="00A7051B">
      <w:pPr>
        <w:tabs>
          <w:tab w:val="left" w:pos="7048"/>
        </w:tabs>
        <w:ind w:left="0"/>
        <w:jc w:val="both"/>
        <w:rPr>
          <w:color w:val="FF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3" w:name="_Toc496259787"/>
      <w:r w:rsidRPr="006F0AC8">
        <w:t>3.    Перечень мероприятий по территориальному планированию</w:t>
      </w:r>
      <w:bookmarkEnd w:id="3"/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Перечень мероприятий по территориальному планированию</w:t>
      </w:r>
      <w:r w:rsidRPr="006F0AC8">
        <w:rPr>
          <w:b/>
          <w:bCs/>
          <w:color w:val="000000"/>
        </w:rPr>
        <w:t xml:space="preserve"> МО «</w:t>
      </w:r>
      <w:r>
        <w:rPr>
          <w:b/>
          <w:bCs/>
          <w:color w:val="000000"/>
        </w:rPr>
        <w:t>Хаврогорское</w:t>
      </w:r>
      <w:r w:rsidRPr="006F0AC8">
        <w:rPr>
          <w:b/>
          <w:bCs/>
          <w:color w:val="000000"/>
        </w:rPr>
        <w:t>» включает в себя:</w:t>
      </w:r>
    </w:p>
    <w:p w:rsidR="00CB5D49" w:rsidRPr="006F0AC8" w:rsidRDefault="00CB5D49" w:rsidP="00855A30">
      <w:pPr>
        <w:pStyle w:val="NoSpacing"/>
        <w:numPr>
          <w:ilvl w:val="0"/>
          <w:numId w:val="6"/>
        </w:numPr>
        <w:spacing w:line="360" w:lineRule="auto"/>
        <w:ind w:left="567" w:firstLine="0"/>
        <w:jc w:val="both"/>
        <w:rPr>
          <w:color w:val="000000"/>
        </w:rPr>
      </w:pPr>
      <w:r w:rsidRPr="006F0AC8">
        <w:rPr>
          <w:color w:val="000000"/>
        </w:rPr>
        <w:t>мероприятия по развитию и преобразованию функционально-планировочной структуры;</w:t>
      </w:r>
    </w:p>
    <w:p w:rsidR="00CB5D49" w:rsidRPr="006F0AC8" w:rsidRDefault="00CB5D49" w:rsidP="00855A30">
      <w:pPr>
        <w:pStyle w:val="NoSpacing"/>
        <w:numPr>
          <w:ilvl w:val="0"/>
          <w:numId w:val="6"/>
        </w:numPr>
        <w:spacing w:line="360" w:lineRule="auto"/>
        <w:ind w:left="567" w:firstLine="0"/>
        <w:jc w:val="both"/>
        <w:rPr>
          <w:color w:val="000000"/>
        </w:rPr>
      </w:pPr>
      <w:r w:rsidRPr="006F0AC8">
        <w:rPr>
          <w:color w:val="000000"/>
        </w:rPr>
        <w:t>мероприятия по развитию и размещению объектов капитального строительства, в том числе:</w:t>
      </w:r>
    </w:p>
    <w:p w:rsidR="00CB5D49" w:rsidRPr="006F0AC8" w:rsidRDefault="00CB5D49" w:rsidP="00855A30">
      <w:pPr>
        <w:pStyle w:val="NoSpacing"/>
        <w:numPr>
          <w:ilvl w:val="1"/>
          <w:numId w:val="6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мероприятия по развитию и размещению основных объектов экономической деятельности;</w:t>
      </w:r>
    </w:p>
    <w:p w:rsidR="00CB5D49" w:rsidRPr="006F0AC8" w:rsidRDefault="00CB5D49" w:rsidP="00855A30">
      <w:pPr>
        <w:pStyle w:val="NoSpacing"/>
        <w:numPr>
          <w:ilvl w:val="1"/>
          <w:numId w:val="6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мероприятия по развитию жилого фонда и размещению объектов культурно-бытового обслуживания населения;</w:t>
      </w:r>
    </w:p>
    <w:p w:rsidR="00CB5D49" w:rsidRPr="006F0AC8" w:rsidRDefault="00CB5D49" w:rsidP="00855A30">
      <w:pPr>
        <w:pStyle w:val="NoSpacing"/>
        <w:numPr>
          <w:ilvl w:val="1"/>
          <w:numId w:val="6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мероприятия по развитию и размещению объектов инженерно-транспортной</w:t>
      </w:r>
      <w:r w:rsidRPr="006F0AC8">
        <w:rPr>
          <w:color w:val="000000"/>
        </w:rPr>
        <w:tab/>
        <w:t xml:space="preserve"> инфраструктуры;</w:t>
      </w:r>
    </w:p>
    <w:p w:rsidR="00CB5D49" w:rsidRPr="006F0AC8" w:rsidRDefault="00CB5D49" w:rsidP="00855A30">
      <w:pPr>
        <w:pStyle w:val="NoSpacing"/>
        <w:numPr>
          <w:ilvl w:val="0"/>
          <w:numId w:val="6"/>
        </w:numPr>
        <w:spacing w:line="360" w:lineRule="auto"/>
        <w:ind w:left="567" w:firstLine="0"/>
        <w:jc w:val="both"/>
        <w:rPr>
          <w:color w:val="000000"/>
        </w:rPr>
      </w:pPr>
      <w:r w:rsidRPr="006F0AC8">
        <w:rPr>
          <w:color w:val="000000"/>
        </w:rPr>
        <w:t>мероприятия по развитию рекреационных зон, размещению объектов по обслуживанию туристов;</w:t>
      </w:r>
    </w:p>
    <w:p w:rsidR="00CB5D49" w:rsidRPr="006F0AC8" w:rsidRDefault="00CB5D49" w:rsidP="00855A30">
      <w:pPr>
        <w:pStyle w:val="NoSpacing"/>
        <w:numPr>
          <w:ilvl w:val="0"/>
          <w:numId w:val="6"/>
        </w:numPr>
        <w:spacing w:line="360" w:lineRule="auto"/>
        <w:ind w:left="567" w:firstLine="0"/>
        <w:jc w:val="both"/>
        <w:rPr>
          <w:color w:val="000000"/>
        </w:rPr>
      </w:pPr>
      <w:r w:rsidRPr="006F0AC8">
        <w:rPr>
          <w:color w:val="000000"/>
        </w:rPr>
        <w:t>мероприятия по улучшению экологической обстановки и охране окружающей среды.</w:t>
      </w:r>
    </w:p>
    <w:p w:rsidR="00CB5D49" w:rsidRDefault="00CB5D49" w:rsidP="00D92809">
      <w:pPr>
        <w:pStyle w:val="a8"/>
        <w:spacing w:line="360" w:lineRule="auto"/>
      </w:pPr>
      <w:bookmarkStart w:id="4" w:name="_Toc496259788"/>
    </w:p>
    <w:p w:rsidR="00CB5D49" w:rsidRDefault="00CB5D49" w:rsidP="00D92809">
      <w:pPr>
        <w:pStyle w:val="a8"/>
        <w:spacing w:line="360" w:lineRule="auto"/>
      </w:pPr>
    </w:p>
    <w:p w:rsidR="00CB5D49" w:rsidRPr="006F0AC8" w:rsidRDefault="00CB5D49" w:rsidP="00D92809">
      <w:pPr>
        <w:pStyle w:val="a8"/>
        <w:spacing w:line="360" w:lineRule="auto"/>
      </w:pPr>
      <w:r w:rsidRPr="006F0AC8">
        <w:t>3.1. Мероприятия по развитию и преобразованию функционально-планировочной структуры.</w:t>
      </w:r>
      <w:bookmarkEnd w:id="4"/>
    </w:p>
    <w:p w:rsidR="00CB5D49" w:rsidRPr="006F0AC8" w:rsidRDefault="00CB5D49" w:rsidP="00C3334C">
      <w:pPr>
        <w:pStyle w:val="ListParagraph"/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Перспективная территориальная организация МО «</w:t>
      </w:r>
      <w:r>
        <w:rPr>
          <w:color w:val="000000"/>
        </w:rPr>
        <w:t>Хаврогорское</w:t>
      </w:r>
      <w:r w:rsidRPr="006F0AC8">
        <w:rPr>
          <w:color w:val="000000"/>
        </w:rPr>
        <w:t>» базируется на исторически сложившейся планировочной структуре и дальнейшем ее совершенствовании.</w:t>
      </w:r>
    </w:p>
    <w:p w:rsidR="00CB5D49" w:rsidRPr="006F0AC8" w:rsidRDefault="00CB5D49" w:rsidP="00C3334C">
      <w:pPr>
        <w:pStyle w:val="ListParagraph"/>
        <w:spacing w:line="360" w:lineRule="auto"/>
        <w:ind w:left="0" w:firstLine="567"/>
        <w:jc w:val="both"/>
        <w:rPr>
          <w:color w:val="000000"/>
        </w:rPr>
      </w:pPr>
      <w:r w:rsidRPr="000B425F">
        <w:rPr>
          <w:b/>
          <w:bCs/>
          <w:i/>
          <w:iCs/>
          <w:color w:val="000000"/>
        </w:rPr>
        <w:t>Территория</w:t>
      </w:r>
      <w:r w:rsidRPr="006F0AC8">
        <w:rPr>
          <w:color w:val="000000"/>
        </w:rPr>
        <w:t xml:space="preserve"> МО сохраняется в установленных административных границах на площади  </w:t>
      </w:r>
      <w:r>
        <w:rPr>
          <w:color w:val="000000"/>
        </w:rPr>
        <w:t>1081,28</w:t>
      </w:r>
      <w:r w:rsidRPr="006F0AC8">
        <w:rPr>
          <w:color w:val="000000"/>
        </w:rPr>
        <w:t xml:space="preserve"> км</w:t>
      </w:r>
      <w:r w:rsidRPr="006F0AC8">
        <w:rPr>
          <w:color w:val="000000"/>
          <w:vertAlign w:val="superscript"/>
        </w:rPr>
        <w:t>2</w:t>
      </w:r>
      <w:r w:rsidRPr="006F0AC8">
        <w:rPr>
          <w:color w:val="000000"/>
        </w:rPr>
        <w:t xml:space="preserve"> (</w:t>
      </w:r>
      <w:r>
        <w:rPr>
          <w:color w:val="000000"/>
        </w:rPr>
        <w:t>108128</w:t>
      </w:r>
      <w:r w:rsidRPr="006F0AC8">
        <w:rPr>
          <w:color w:val="000000"/>
        </w:rPr>
        <w:t xml:space="preserve"> га), что составляет </w:t>
      </w:r>
      <w:r>
        <w:rPr>
          <w:color w:val="000000"/>
        </w:rPr>
        <w:t xml:space="preserve">6,4 </w:t>
      </w:r>
      <w:r w:rsidRPr="006F0AC8">
        <w:rPr>
          <w:color w:val="000000"/>
        </w:rPr>
        <w:t>% от территории Холмогорского района.</w:t>
      </w:r>
    </w:p>
    <w:p w:rsidR="00CB5D49" w:rsidRPr="006F0AC8" w:rsidRDefault="00CB5D49" w:rsidP="00C3334C">
      <w:pPr>
        <w:pStyle w:val="ListParagraph"/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Все население МО сохраняет на перспективу статус сельского населения.</w:t>
      </w:r>
    </w:p>
    <w:p w:rsidR="00CB5D49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 xml:space="preserve">Административный центр МО  – </w:t>
      </w:r>
      <w:r>
        <w:rPr>
          <w:b/>
          <w:bCs/>
          <w:color w:val="000000"/>
        </w:rPr>
        <w:t>д. Погост</w:t>
      </w:r>
      <w:r w:rsidRPr="006F0AC8">
        <w:rPr>
          <w:color w:val="000000"/>
        </w:rPr>
        <w:t xml:space="preserve"> </w:t>
      </w:r>
      <w:r>
        <w:rPr>
          <w:color w:val="000000"/>
        </w:rPr>
        <w:t xml:space="preserve">(Пингиша) </w:t>
      </w:r>
      <w:r w:rsidRPr="006F0AC8">
        <w:rPr>
          <w:color w:val="000000"/>
        </w:rPr>
        <w:t>остается при перспективном функциональном зонировании территории главным опорным организующим центром расселения и системы культурно-бытового обслуживания посе</w:t>
      </w:r>
      <w:r>
        <w:rPr>
          <w:color w:val="000000"/>
        </w:rPr>
        <w:t>ленческом (низовом) уровне.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 xml:space="preserve">Центром переработки сельскохозяйственной продукции 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выделена </w:t>
      </w:r>
      <w:r w:rsidRPr="00E227AB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д. Часовня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6FBF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с созданием в 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</w:rPr>
        <w:t>нем</w:t>
      </w:r>
      <w:r w:rsidRPr="00D06FBF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сельскохозяйственных предприятий.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 xml:space="preserve">Природопространственной планировочной осью </w:t>
      </w:r>
      <w:r w:rsidRPr="006F0AC8">
        <w:rPr>
          <w:color w:val="000000"/>
        </w:rPr>
        <w:t>территор</w:t>
      </w:r>
      <w:r>
        <w:rPr>
          <w:color w:val="000000"/>
        </w:rPr>
        <w:t>ии МО остаются долины рек, главной из которых является Северная Двина</w:t>
      </w:r>
      <w:r w:rsidRPr="006F0AC8">
        <w:rPr>
          <w:color w:val="000000"/>
        </w:rPr>
        <w:t>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Перспектива развития функционально-планировочной структуры МО взаимосвязана с совершенствованием  (строительством, реконструкцией и ремонтом) транспортной инфраструктуры – автодорог регионального и местного значения.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>
        <w:rPr>
          <w:color w:val="000000"/>
        </w:rPr>
        <w:t>На перспективу н</w:t>
      </w:r>
      <w:r w:rsidRPr="006F0AC8">
        <w:rPr>
          <w:color w:val="000000"/>
        </w:rPr>
        <w:t xml:space="preserve">е планируется </w:t>
      </w:r>
      <w:r w:rsidRPr="006F0AC8">
        <w:rPr>
          <w:b/>
          <w:bCs/>
          <w:color w:val="000000"/>
        </w:rPr>
        <w:t>увеличение</w:t>
      </w:r>
      <w:r w:rsidRPr="006F0AC8">
        <w:rPr>
          <w:color w:val="000000"/>
        </w:rPr>
        <w:t xml:space="preserve"> территории существу</w:t>
      </w:r>
      <w:r>
        <w:rPr>
          <w:color w:val="000000"/>
        </w:rPr>
        <w:t>ю</w:t>
      </w:r>
      <w:r w:rsidRPr="006F0AC8">
        <w:rPr>
          <w:color w:val="000000"/>
        </w:rPr>
        <w:t>щих населенных пунктов МО.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Основные </w:t>
      </w:r>
      <w:r w:rsidRPr="006F0AC8">
        <w:rPr>
          <w:b/>
          <w:bCs/>
          <w:color w:val="000000"/>
        </w:rPr>
        <w:t>принципы формирования и перспективы развития</w:t>
      </w:r>
      <w:r w:rsidRPr="006F0AC8">
        <w:rPr>
          <w:color w:val="000000"/>
        </w:rPr>
        <w:t xml:space="preserve"> системы расселения на территории МО должны строиться на решении следующих задач: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•</w:t>
      </w:r>
      <w:r w:rsidRPr="006F0AC8">
        <w:rPr>
          <w:color w:val="000000"/>
        </w:rPr>
        <w:tab/>
        <w:t xml:space="preserve">учет положений концепции градостроительного </w:t>
      </w:r>
      <w:r w:rsidRPr="006F0AC8">
        <w:rPr>
          <w:b/>
          <w:bCs/>
          <w:color w:val="000000"/>
        </w:rPr>
        <w:t xml:space="preserve">развития </w:t>
      </w:r>
      <w:r w:rsidRPr="006F0AC8">
        <w:rPr>
          <w:color w:val="000000"/>
        </w:rPr>
        <w:t xml:space="preserve">по организации расселения и системы населенных мест </w:t>
      </w:r>
      <w:r w:rsidRPr="006F0AC8">
        <w:rPr>
          <w:b/>
          <w:bCs/>
          <w:color w:val="000000"/>
        </w:rPr>
        <w:t>на основе планировочного каркаса</w:t>
      </w:r>
      <w:r w:rsidRPr="006F0AC8">
        <w:rPr>
          <w:color w:val="000000"/>
        </w:rPr>
        <w:t>, предложенного в «Схеме территориального планирования Архангельской области», которая рассматривает территорию МО в качестве активной составляющей системы расселения района;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•</w:t>
      </w:r>
      <w:r w:rsidRPr="006F0AC8">
        <w:rPr>
          <w:color w:val="000000"/>
        </w:rPr>
        <w:tab/>
        <w:t xml:space="preserve">сохранение и развитие основы </w:t>
      </w:r>
      <w:r w:rsidRPr="006F0AC8">
        <w:rPr>
          <w:b/>
          <w:bCs/>
          <w:color w:val="000000"/>
        </w:rPr>
        <w:t>экономического потенциала</w:t>
      </w:r>
      <w:r w:rsidRPr="006F0AC8">
        <w:rPr>
          <w:color w:val="000000"/>
        </w:rPr>
        <w:t xml:space="preserve"> МО – </w:t>
      </w:r>
      <w:r>
        <w:rPr>
          <w:color w:val="000000"/>
        </w:rPr>
        <w:t xml:space="preserve">агропромышленной, </w:t>
      </w:r>
      <w:r w:rsidRPr="006F0AC8">
        <w:rPr>
          <w:color w:val="000000"/>
        </w:rPr>
        <w:t>лесной, лесозаготовительной и деревообрабатывающей промышленности, на основе сложившейся системы сельхозпроизводителей ЛПХ , и др.;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•</w:t>
      </w:r>
      <w:r w:rsidRPr="006F0AC8">
        <w:rPr>
          <w:color w:val="FF0000"/>
        </w:rPr>
        <w:tab/>
      </w:r>
      <w:r w:rsidRPr="006F0AC8">
        <w:rPr>
          <w:color w:val="000000"/>
        </w:rPr>
        <w:t xml:space="preserve">развитие </w:t>
      </w:r>
      <w:r w:rsidRPr="006F0AC8">
        <w:rPr>
          <w:b/>
          <w:bCs/>
          <w:color w:val="000000"/>
        </w:rPr>
        <w:t>транспортных</w:t>
      </w:r>
      <w:r w:rsidRPr="006F0AC8">
        <w:rPr>
          <w:color w:val="000000"/>
        </w:rPr>
        <w:t xml:space="preserve"> автомобильных (реконструкция существующих автодорог) связей, как наиболее важного фактора в организации системы расселения в районе, в том числе при организации туристско-рекреационных потоков;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•</w:t>
      </w:r>
      <w:r w:rsidRPr="006F0AC8">
        <w:rPr>
          <w:color w:val="000000"/>
        </w:rPr>
        <w:tab/>
        <w:t xml:space="preserve">решения </w:t>
      </w:r>
      <w:r w:rsidRPr="006F0AC8">
        <w:rPr>
          <w:b/>
          <w:bCs/>
          <w:color w:val="000000"/>
        </w:rPr>
        <w:t>проблем водоснабжения и водоотведения</w:t>
      </w:r>
      <w:r w:rsidRPr="006F0AC8">
        <w:rPr>
          <w:color w:val="000000"/>
        </w:rPr>
        <w:t xml:space="preserve"> в административном центре МО  - </w:t>
      </w:r>
      <w:r>
        <w:rPr>
          <w:color w:val="000000"/>
        </w:rPr>
        <w:t>д. Погост, в остальных населенных пунктах в дальнейшем</w:t>
      </w:r>
      <w:r w:rsidRPr="006F0AC8">
        <w:rPr>
          <w:color w:val="000000"/>
        </w:rPr>
        <w:t>;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•</w:t>
      </w:r>
      <w:r w:rsidRPr="006F0AC8">
        <w:rPr>
          <w:color w:val="000000"/>
        </w:rPr>
        <w:tab/>
      </w:r>
      <w:r w:rsidRPr="006F0AC8">
        <w:rPr>
          <w:b/>
          <w:bCs/>
          <w:color w:val="000000"/>
        </w:rPr>
        <w:t>совершенствование</w:t>
      </w:r>
      <w:r w:rsidRPr="006F0AC8">
        <w:rPr>
          <w:color w:val="000000"/>
        </w:rPr>
        <w:t xml:space="preserve"> организации системы общеобразовательных и детских образовательных учреждений (ДОУ); развитие и модернизация физкультурно-оздоровительных объектов с предоставлением услуг, в первую очередь, детям и подросткам;</w:t>
      </w:r>
    </w:p>
    <w:p w:rsidR="00CB5D49" w:rsidRPr="006F0AC8" w:rsidRDefault="00CB5D49" w:rsidP="00C3334C">
      <w:pPr>
        <w:spacing w:line="360" w:lineRule="auto"/>
        <w:ind w:left="1134"/>
        <w:jc w:val="both"/>
      </w:pPr>
      <w:r w:rsidRPr="006F0AC8">
        <w:t>•</w:t>
      </w:r>
      <w:r w:rsidRPr="006F0AC8">
        <w:tab/>
      </w:r>
      <w:r w:rsidRPr="006F0AC8">
        <w:rPr>
          <w:b/>
          <w:bCs/>
        </w:rPr>
        <w:t>учет системы объектов культурного наследия</w:t>
      </w:r>
      <w:r w:rsidRPr="006F0AC8">
        <w:t xml:space="preserve"> (памятники истории и культуры) как важной составляющей в использовании природно-ландшафтного и историко-культурного потенциала МО;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t>•</w:t>
      </w:r>
      <w:r w:rsidRPr="006F0AC8">
        <w:tab/>
      </w:r>
      <w:r w:rsidRPr="006F0AC8">
        <w:rPr>
          <w:b/>
          <w:bCs/>
        </w:rPr>
        <w:t>развитие туристической отрасли</w:t>
      </w:r>
      <w:r w:rsidRPr="006F0AC8">
        <w:t xml:space="preserve"> как части социально-экономического развития</w:t>
      </w:r>
      <w:r w:rsidRPr="006F0AC8">
        <w:rPr>
          <w:color w:val="000000"/>
        </w:rPr>
        <w:t xml:space="preserve"> района и МО с целью активной разработки и освоения маршрутов экологического туризма и создания туристической инфраструктуры;</w:t>
      </w:r>
    </w:p>
    <w:p w:rsidR="00CB5D49" w:rsidRPr="006F0AC8" w:rsidRDefault="00CB5D49" w:rsidP="00C3334C">
      <w:pPr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•</w:t>
      </w:r>
      <w:r w:rsidRPr="006F0AC8">
        <w:rPr>
          <w:color w:val="000000"/>
        </w:rPr>
        <w:tab/>
        <w:t xml:space="preserve">разработка и реализация на территории МО </w:t>
      </w:r>
      <w:r w:rsidRPr="006F0AC8">
        <w:rPr>
          <w:b/>
          <w:bCs/>
          <w:color w:val="000000"/>
        </w:rPr>
        <w:t xml:space="preserve">системы сбора, удаления </w:t>
      </w:r>
      <w:r w:rsidRPr="006F0AC8">
        <w:rPr>
          <w:color w:val="000000"/>
        </w:rPr>
        <w:t>промышленных отходов и ТБО.</w:t>
      </w:r>
    </w:p>
    <w:p w:rsidR="00CB5D49" w:rsidRPr="006F0AC8" w:rsidRDefault="00CB5D49" w:rsidP="00C3334C">
      <w:pPr>
        <w:ind w:firstLine="567"/>
        <w:rPr>
          <w:color w:val="FF0000"/>
        </w:rPr>
      </w:pPr>
    </w:p>
    <w:p w:rsidR="00CB5D49" w:rsidRPr="006F0AC8" w:rsidRDefault="00CB5D49" w:rsidP="00A7051B">
      <w:pPr>
        <w:spacing w:line="360" w:lineRule="auto"/>
        <w:ind w:left="0"/>
        <w:rPr>
          <w:color w:val="FF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5" w:name="_Toc496259789"/>
      <w:r w:rsidRPr="006F0AC8">
        <w:t>3.2. Мероприятия по развитию и размещению объектов капитального строительств</w:t>
      </w:r>
      <w:bookmarkEnd w:id="5"/>
    </w:p>
    <w:p w:rsidR="00CB5D49" w:rsidRPr="006F0AC8" w:rsidRDefault="00CB5D49" w:rsidP="00D92809">
      <w:pPr>
        <w:pStyle w:val="a8"/>
        <w:spacing w:line="360" w:lineRule="auto"/>
      </w:pPr>
      <w:bookmarkStart w:id="6" w:name="_Toc496259790"/>
      <w:r w:rsidRPr="006F0AC8">
        <w:t>3.2.1. Мероприятия по развитию и размещению основных объектов экономической деятельности</w:t>
      </w:r>
      <w:bookmarkEnd w:id="6"/>
    </w:p>
    <w:p w:rsidR="00CB5D49" w:rsidRPr="006F0AC8" w:rsidRDefault="00CB5D49" w:rsidP="00C3334C">
      <w:pPr>
        <w:pStyle w:val="NoSpacing"/>
        <w:numPr>
          <w:ilvl w:val="0"/>
          <w:numId w:val="0"/>
        </w:numPr>
        <w:spacing w:line="360" w:lineRule="auto"/>
        <w:ind w:firstLine="567"/>
        <w:jc w:val="both"/>
        <w:rPr>
          <w:color w:val="000000"/>
        </w:rPr>
      </w:pPr>
      <w:r w:rsidRPr="006F0AC8">
        <w:rPr>
          <w:color w:val="000000"/>
        </w:rPr>
        <w:t xml:space="preserve">К основным </w:t>
      </w:r>
      <w:r w:rsidRPr="00E227AB">
        <w:rPr>
          <w:b/>
          <w:bCs/>
          <w:i/>
          <w:iCs/>
          <w:color w:val="000000"/>
        </w:rPr>
        <w:t>мероприятиям</w:t>
      </w:r>
      <w:r w:rsidRPr="006F0AC8">
        <w:rPr>
          <w:color w:val="000000"/>
        </w:rPr>
        <w:t xml:space="preserve"> по развитию экономической деятельности на территории МО относятся:</w:t>
      </w:r>
    </w:p>
    <w:p w:rsidR="00CB5D49" w:rsidRPr="00E227AB" w:rsidRDefault="00CB5D49" w:rsidP="00855A30">
      <w:pPr>
        <w:pStyle w:val="NoSpacing"/>
        <w:numPr>
          <w:ilvl w:val="0"/>
          <w:numId w:val="7"/>
        </w:numPr>
        <w:spacing w:line="360" w:lineRule="auto"/>
        <w:ind w:left="1134" w:firstLine="0"/>
        <w:jc w:val="both"/>
        <w:rPr>
          <w:color w:val="000000"/>
        </w:rPr>
      </w:pPr>
      <w:bookmarkStart w:id="7" w:name="OLE_LINK3"/>
      <w:bookmarkStart w:id="8" w:name="OLE_LINK4"/>
      <w:r>
        <w:rPr>
          <w:b/>
          <w:bCs/>
          <w:color w:val="000000"/>
        </w:rPr>
        <w:t>п</w:t>
      </w:r>
      <w:r w:rsidRPr="00E227AB">
        <w:rPr>
          <w:b/>
          <w:bCs/>
          <w:color w:val="000000"/>
        </w:rPr>
        <w:t>редоставление земельных участков в целях создания объектов недвижимости для субъектов малого и среднего предпринимательства</w:t>
      </w:r>
      <w:bookmarkEnd w:id="7"/>
      <w:bookmarkEnd w:id="8"/>
      <w:r>
        <w:rPr>
          <w:b/>
          <w:bCs/>
          <w:color w:val="000000"/>
        </w:rPr>
        <w:t>;</w:t>
      </w:r>
    </w:p>
    <w:p w:rsidR="00CB5D49" w:rsidRPr="00E227AB" w:rsidRDefault="00CB5D49" w:rsidP="00855A30">
      <w:pPr>
        <w:pStyle w:val="NoSpacing"/>
        <w:numPr>
          <w:ilvl w:val="0"/>
          <w:numId w:val="7"/>
        </w:numPr>
        <w:spacing w:line="360" w:lineRule="auto"/>
        <w:ind w:left="1134" w:firstLine="0"/>
        <w:jc w:val="both"/>
        <w:rPr>
          <w:color w:val="000000"/>
        </w:rPr>
      </w:pPr>
      <w:r>
        <w:rPr>
          <w:b/>
          <w:bCs/>
          <w:color w:val="000000"/>
        </w:rPr>
        <w:t>строительство животноводческого комплекса на 480 голов КРС в д. Часовня (животноводство, растениеводство);</w:t>
      </w:r>
    </w:p>
    <w:p w:rsidR="00CB5D49" w:rsidRPr="00E227AB" w:rsidRDefault="00CB5D49" w:rsidP="00855A30">
      <w:pPr>
        <w:pStyle w:val="NoSpacing"/>
        <w:numPr>
          <w:ilvl w:val="0"/>
          <w:numId w:val="7"/>
        </w:numPr>
        <w:spacing w:line="360" w:lineRule="auto"/>
        <w:ind w:left="1134" w:firstLine="0"/>
        <w:jc w:val="both"/>
        <w:rPr>
          <w:color w:val="000000"/>
        </w:rPr>
      </w:pPr>
      <w:r w:rsidRPr="00E227AB">
        <w:rPr>
          <w:b/>
          <w:bCs/>
          <w:color w:val="000000"/>
        </w:rPr>
        <w:t>сохранение и развитие</w:t>
      </w:r>
      <w:r w:rsidRPr="00E227AB">
        <w:rPr>
          <w:color w:val="000000"/>
        </w:rPr>
        <w:t xml:space="preserve"> экономического потенциала МО на основе функционирующих ЛПХ, содействие </w:t>
      </w:r>
      <w:r w:rsidRPr="00E227AB">
        <w:rPr>
          <w:b/>
          <w:bCs/>
          <w:color w:val="000000"/>
        </w:rPr>
        <w:t>развитию</w:t>
      </w:r>
      <w:r w:rsidRPr="00E227AB">
        <w:rPr>
          <w:color w:val="000000"/>
        </w:rPr>
        <w:t xml:space="preserve"> крестьянского хозяйства;</w:t>
      </w:r>
    </w:p>
    <w:p w:rsidR="00CB5D49" w:rsidRPr="006F0AC8" w:rsidRDefault="00CB5D49" w:rsidP="00855A30">
      <w:pPr>
        <w:pStyle w:val="NoSpacing"/>
        <w:numPr>
          <w:ilvl w:val="0"/>
          <w:numId w:val="7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сохранения и развитие</w:t>
      </w:r>
      <w:r w:rsidRPr="006F0AC8">
        <w:rPr>
          <w:color w:val="000000"/>
        </w:rPr>
        <w:t xml:space="preserve"> с учетом </w:t>
      </w:r>
      <w:r>
        <w:rPr>
          <w:color w:val="000000"/>
        </w:rPr>
        <w:t xml:space="preserve">строительства, </w:t>
      </w:r>
      <w:r w:rsidRPr="006F0AC8">
        <w:rPr>
          <w:color w:val="000000"/>
        </w:rPr>
        <w:t>реконструкции и ремонта автодорог на территории МО экономического потенциала;</w:t>
      </w:r>
    </w:p>
    <w:p w:rsidR="00CB5D49" w:rsidRPr="006F0AC8" w:rsidRDefault="00CB5D49" w:rsidP="00855A30">
      <w:pPr>
        <w:pStyle w:val="NoSpacing"/>
        <w:numPr>
          <w:ilvl w:val="0"/>
          <w:numId w:val="7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интенсификацию использования и повышение плотности</w:t>
      </w:r>
      <w:r w:rsidRPr="006F0AC8">
        <w:rPr>
          <w:color w:val="000000"/>
        </w:rPr>
        <w:t xml:space="preserve"> застройки сохраняемых производственных территорий; строительство там объектов научно-производственной, деловой, торговой, сфер деятельности. </w:t>
      </w:r>
      <w:r w:rsidRPr="006F0AC8">
        <w:rPr>
          <w:b/>
          <w:bCs/>
          <w:color w:val="000000"/>
        </w:rPr>
        <w:t xml:space="preserve">Модернизацию </w:t>
      </w:r>
      <w:r w:rsidRPr="006F0AC8">
        <w:rPr>
          <w:color w:val="000000"/>
        </w:rPr>
        <w:t xml:space="preserve">промышленных предприятий на основе применения новейших технологий и современного оборудования при совершенствовании функционально-планировочной организации сохраняемых производственных зон. </w:t>
      </w:r>
      <w:r w:rsidRPr="006F0AC8">
        <w:rPr>
          <w:b/>
          <w:bCs/>
          <w:color w:val="000000"/>
        </w:rPr>
        <w:t>Комплексное благоустройство</w:t>
      </w:r>
      <w:r w:rsidRPr="006F0AC8">
        <w:rPr>
          <w:color w:val="000000"/>
        </w:rPr>
        <w:t>, озеленение производственных территорий, улучшение состояния окружающей среды, обеспечение на действующих предприятиях требований экологических нормативов, сокращение разрешенных санитарно-защитных зон.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Перспектива развития</w:t>
      </w:r>
      <w:r w:rsidRPr="006F0AC8">
        <w:rPr>
          <w:color w:val="000000"/>
        </w:rPr>
        <w:t xml:space="preserve"> промышленности связана со следующими направлениями:</w:t>
      </w:r>
    </w:p>
    <w:p w:rsidR="00CB5D49" w:rsidRPr="006F0AC8" w:rsidRDefault="00CB5D49" w:rsidP="00855A30">
      <w:pPr>
        <w:pStyle w:val="ListParagraph"/>
        <w:numPr>
          <w:ilvl w:val="0"/>
          <w:numId w:val="46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Стратегической целью промышленной политики является создание высокотехнологичного промышленного комплекса с эффективным механизмом функционирования, обеспечивающим экономическую самостоятельность, конкурентоспособность его продукции на российском и мировом рынках, достойный уровень качества жизни населения.</w:t>
      </w:r>
    </w:p>
    <w:p w:rsidR="00CB5D49" w:rsidRPr="006F0AC8" w:rsidRDefault="00CB5D49" w:rsidP="00855A30">
      <w:pPr>
        <w:pStyle w:val="ListParagraph"/>
        <w:numPr>
          <w:ilvl w:val="0"/>
          <w:numId w:val="46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Строительство промышленных объектов предлагается в специальных зонах. В проекте определены границы зон планируемого размещения объектов капитального строительства муниципального значения. Более детальная проработка вопроса связанного с категориями земель и с конкретным местом размещения объектов будет осуществляться на следующей стадии градостроительного проектирования: планировка территории (посредствам разработки проектов планировки и проектов межевания территорий).</w:t>
      </w:r>
    </w:p>
    <w:p w:rsidR="00CB5D49" w:rsidRPr="006F0AC8" w:rsidRDefault="00CB5D49" w:rsidP="00855A30">
      <w:pPr>
        <w:pStyle w:val="ListParagraph"/>
        <w:numPr>
          <w:ilvl w:val="0"/>
          <w:numId w:val="45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На территории МО существует несколько </w:t>
      </w:r>
      <w:r w:rsidRPr="006F0AC8">
        <w:rPr>
          <w:b/>
          <w:bCs/>
          <w:color w:val="000000"/>
        </w:rPr>
        <w:t xml:space="preserve">производственных площадок </w:t>
      </w:r>
      <w:r w:rsidRPr="006F0AC8">
        <w:rPr>
          <w:color w:val="000000"/>
        </w:rPr>
        <w:t>на закрытых ранее предприятиях, которые можно в дальнейшем использовать для инфраструктурного сектора, что позволит расширить количество рабочих мест в малом и среднем бизнесе.</w:t>
      </w:r>
    </w:p>
    <w:p w:rsidR="00CB5D49" w:rsidRDefault="00CB5D49" w:rsidP="008775AC">
      <w:pPr>
        <w:spacing w:line="360" w:lineRule="auto"/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8775AC">
      <w:pPr>
        <w:spacing w:line="360" w:lineRule="auto"/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9" w:name="_Toc496259791"/>
      <w:r w:rsidRPr="006F0AC8">
        <w:t>3.2.2. Мероприятия по развитию жилого фонда и размещению объектов культурно-бытового обслуживания населения</w:t>
      </w:r>
      <w:bookmarkEnd w:id="9"/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Перспективное развитие жилого фонда и размещение (реконструкция) объектов культурно-бытового обслуживания населения планируется на территории всего МО.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b/>
          <w:bCs/>
          <w:color w:val="000000"/>
        </w:rPr>
        <w:t>Жилищный фонд</w:t>
      </w:r>
      <w:r w:rsidRPr="006F0AC8">
        <w:rPr>
          <w:color w:val="000000"/>
        </w:rPr>
        <w:t xml:space="preserve"> МО «</w:t>
      </w:r>
      <w:r>
        <w:rPr>
          <w:color w:val="000000"/>
        </w:rPr>
        <w:t>Хаврогорское</w:t>
      </w:r>
      <w:r w:rsidRPr="006F0AC8">
        <w:rPr>
          <w:color w:val="000000"/>
        </w:rPr>
        <w:t xml:space="preserve">» составляет </w:t>
      </w:r>
      <w:r>
        <w:rPr>
          <w:color w:val="000000"/>
          <w:lang w:eastAsia="ru-RU"/>
        </w:rPr>
        <w:t>73,4</w:t>
      </w:r>
      <w:r w:rsidRPr="006F0AC8">
        <w:rPr>
          <w:color w:val="000000"/>
          <w:lang w:eastAsia="ru-RU"/>
        </w:rPr>
        <w:t xml:space="preserve"> тыс. м².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Жилищная обеспеченность,</w:t>
      </w:r>
      <w:r w:rsidRPr="006F0AC8">
        <w:rPr>
          <w:rStyle w:val="Strong"/>
          <w:rFonts w:ascii="Times New Roman" w:hAnsi="Times New Roman" w:cs="Times New Roman"/>
          <w:color w:val="000000"/>
          <w:sz w:val="24"/>
          <w:szCs w:val="24"/>
        </w:rPr>
        <w:t xml:space="preserve"> таким образом, составляет около </w:t>
      </w:r>
      <w:r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87,9</w:t>
      </w:r>
      <w:r w:rsidRPr="006F0AC8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</w:t>
      </w:r>
      <w:r w:rsidRPr="006F0AC8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2</w:t>
      </w:r>
      <w:r w:rsidRPr="006F0AC8">
        <w:rPr>
          <w:rStyle w:val="Strong"/>
          <w:rFonts w:ascii="Times New Roman" w:hAnsi="Times New Roman" w:cs="Times New Roman"/>
          <w:b/>
          <w:bCs/>
          <w:color w:val="000000"/>
          <w:sz w:val="24"/>
          <w:szCs w:val="24"/>
        </w:rPr>
        <w:t>/чел.</w:t>
      </w:r>
      <w:r w:rsidRPr="006F0AC8">
        <w:rPr>
          <w:color w:val="000000"/>
        </w:rPr>
        <w:t xml:space="preserve"> Для сравнения, в Холмогорском районе жилищная обеспеченность в целом составляет 36,5 м</w:t>
      </w:r>
      <w:r w:rsidRPr="006F0AC8">
        <w:rPr>
          <w:color w:val="000000"/>
          <w:vertAlign w:val="superscript"/>
        </w:rPr>
        <w:t>2</w:t>
      </w:r>
      <w:r w:rsidRPr="006F0AC8">
        <w:rPr>
          <w:color w:val="000000"/>
        </w:rPr>
        <w:t>/чел.</w:t>
      </w:r>
    </w:p>
    <w:p w:rsidR="00CB5D49" w:rsidRPr="006F0AC8" w:rsidRDefault="00CB5D49" w:rsidP="00C3334C">
      <w:pPr>
        <w:shd w:val="clear" w:color="auto" w:fill="FFFFFF"/>
        <w:autoSpaceDE w:val="0"/>
        <w:autoSpaceDN w:val="0"/>
        <w:adjustRightInd w:val="0"/>
        <w:spacing w:after="0" w:line="360" w:lineRule="auto"/>
        <w:ind w:left="0" w:firstLine="567"/>
        <w:rPr>
          <w:color w:val="000000"/>
        </w:rPr>
      </w:pPr>
      <w:r w:rsidRPr="006F0AC8">
        <w:rPr>
          <w:color w:val="000000"/>
        </w:rPr>
        <w:t>В целом техническое состояние жилья удовлетворительное. Исключение со</w:t>
      </w:r>
      <w:r w:rsidRPr="006F0AC8">
        <w:rPr>
          <w:color w:val="000000"/>
        </w:rPr>
        <w:softHyphen/>
        <w:t xml:space="preserve">ставляет ветхий и аварийный  фонд.  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Жилищное строительство является приоритетным направлением социально-экономической стратегии развития Архангельской области.</w:t>
      </w:r>
    </w:p>
    <w:p w:rsidR="00CB5D49" w:rsidRPr="006F0AC8" w:rsidRDefault="00CB5D49" w:rsidP="00C3334C">
      <w:pPr>
        <w:suppressAutoHyphens/>
        <w:spacing w:line="360" w:lineRule="auto"/>
        <w:ind w:left="0" w:firstLine="567"/>
        <w:jc w:val="both"/>
        <w:rPr>
          <w:b/>
          <w:bCs/>
        </w:rPr>
      </w:pPr>
      <w:r w:rsidRPr="006F0AC8">
        <w:rPr>
          <w:b/>
          <w:bCs/>
        </w:rPr>
        <w:t>Проектные решения: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Основная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цель</w:t>
      </w:r>
      <w:r w:rsidRPr="006F0AC8">
        <w:rPr>
          <w:color w:val="000000"/>
        </w:rPr>
        <w:t xml:space="preserve"> проекта - повышение качества жизни населения, неразрывно связана с улучшением жилищных условий, что выражается не только высокой жилищной обеспеченностью, но и качеством жилой среды 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Для её достижения необходимо:</w:t>
      </w:r>
    </w:p>
    <w:p w:rsidR="00CB5D49" w:rsidRPr="006F0AC8" w:rsidRDefault="00CB5D49" w:rsidP="00855A30">
      <w:pPr>
        <w:numPr>
          <w:ilvl w:val="0"/>
          <w:numId w:val="53"/>
        </w:numPr>
        <w:tabs>
          <w:tab w:val="clear" w:pos="540"/>
          <w:tab w:val="num" w:pos="-142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своевременная реконструкция капитальных зданий с высокой степенью износа;</w:t>
      </w:r>
    </w:p>
    <w:p w:rsidR="00CB5D49" w:rsidRPr="006F0AC8" w:rsidRDefault="00CB5D49" w:rsidP="00855A30">
      <w:pPr>
        <w:numPr>
          <w:ilvl w:val="0"/>
          <w:numId w:val="53"/>
        </w:numPr>
        <w:tabs>
          <w:tab w:val="clear" w:pos="540"/>
          <w:tab w:val="num" w:pos="-142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ликвидация ветхого и аварийного жилого фонда </w:t>
      </w:r>
    </w:p>
    <w:p w:rsidR="00CB5D49" w:rsidRPr="006F0AC8" w:rsidRDefault="00CB5D49" w:rsidP="00855A30">
      <w:pPr>
        <w:numPr>
          <w:ilvl w:val="0"/>
          <w:numId w:val="53"/>
        </w:numPr>
        <w:tabs>
          <w:tab w:val="clear" w:pos="540"/>
          <w:tab w:val="num" w:pos="-142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наращивание объёмов нового строительства за счёт всех источников финансирования,</w:t>
      </w:r>
    </w:p>
    <w:p w:rsidR="00CB5D49" w:rsidRPr="006F0AC8" w:rsidRDefault="00CB5D49" w:rsidP="00855A30">
      <w:pPr>
        <w:widowControl w:val="0"/>
        <w:numPr>
          <w:ilvl w:val="0"/>
          <w:numId w:val="53"/>
        </w:numPr>
        <w:tabs>
          <w:tab w:val="clear" w:pos="540"/>
          <w:tab w:val="num" w:pos="-142"/>
        </w:tabs>
        <w:autoSpaceDE w:val="0"/>
        <w:autoSpaceDN w:val="0"/>
        <w:adjustRightInd w:val="0"/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улучшение жилищных условий, строительство жилья для очередников и молодых семей, </w:t>
      </w:r>
    </w:p>
    <w:p w:rsidR="00CB5D49" w:rsidRPr="006F0AC8" w:rsidRDefault="00CB5D49" w:rsidP="00855A30">
      <w:pPr>
        <w:widowControl w:val="0"/>
        <w:numPr>
          <w:ilvl w:val="0"/>
          <w:numId w:val="53"/>
        </w:numPr>
        <w:tabs>
          <w:tab w:val="clear" w:pos="540"/>
          <w:tab w:val="num" w:pos="-142"/>
        </w:tabs>
        <w:autoSpaceDE w:val="0"/>
        <w:autoSpaceDN w:val="0"/>
        <w:adjustRightInd w:val="0"/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улучшение и выравнивание жилищных условий для всех категорий граждан</w:t>
      </w:r>
    </w:p>
    <w:p w:rsidR="00CB5D49" w:rsidRPr="006F0AC8" w:rsidRDefault="00CB5D49" w:rsidP="00855A30">
      <w:pPr>
        <w:numPr>
          <w:ilvl w:val="0"/>
          <w:numId w:val="53"/>
        </w:numPr>
        <w:tabs>
          <w:tab w:val="clear" w:pos="540"/>
          <w:tab w:val="num" w:pos="-142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формирование комфортной среды проживания,  благоустройство домов.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  <w:color w:val="FF0000"/>
        </w:rPr>
      </w:pPr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Задачами развития жилищного строительства являются:</w:t>
      </w:r>
    </w:p>
    <w:p w:rsidR="00CB5D49" w:rsidRPr="006F0AC8" w:rsidRDefault="00CB5D49" w:rsidP="00855A30">
      <w:pPr>
        <w:numPr>
          <w:ilvl w:val="0"/>
          <w:numId w:val="47"/>
        </w:numPr>
        <w:tabs>
          <w:tab w:val="clear" w:pos="540"/>
          <w:tab w:val="num" w:pos="-709"/>
          <w:tab w:val="num" w:pos="36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увеличение темпов строительства социального жилья для ускорения обеспечения потребности социально незащищенных слоев населения;</w:t>
      </w:r>
    </w:p>
    <w:p w:rsidR="00CB5D49" w:rsidRPr="006F0AC8" w:rsidRDefault="00CB5D49" w:rsidP="00855A30">
      <w:pPr>
        <w:numPr>
          <w:ilvl w:val="0"/>
          <w:numId w:val="47"/>
        </w:numPr>
        <w:tabs>
          <w:tab w:val="clear" w:pos="540"/>
          <w:tab w:val="num" w:pos="-709"/>
          <w:tab w:val="num" w:pos="36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ликвидации ветхого и аварийного фонда, реконструкция исторически-значимых зданий, с возможной передачей ряда из них в частные руки;</w:t>
      </w:r>
    </w:p>
    <w:p w:rsidR="00CB5D49" w:rsidRPr="006F0AC8" w:rsidRDefault="00CB5D49" w:rsidP="00855A30">
      <w:pPr>
        <w:numPr>
          <w:ilvl w:val="0"/>
          <w:numId w:val="47"/>
        </w:numPr>
        <w:tabs>
          <w:tab w:val="clear" w:pos="540"/>
          <w:tab w:val="num" w:pos="-709"/>
          <w:tab w:val="num" w:pos="36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для решения жилищной проблемы, а также учитывая ограниченные возможности бюджетного финансирования строительства, предлагается: активное вовлечение в жилищное строительство средств дольщиков, средств предприятий, вовлечение частных инвесторов, развитие ипотечного кредитования, создавая благоприятный инвестиционный климат;</w:t>
      </w:r>
    </w:p>
    <w:p w:rsidR="00CB5D49" w:rsidRPr="006F0AC8" w:rsidRDefault="00CB5D49" w:rsidP="00855A30">
      <w:pPr>
        <w:numPr>
          <w:ilvl w:val="0"/>
          <w:numId w:val="47"/>
        </w:numPr>
        <w:tabs>
          <w:tab w:val="clear" w:pos="540"/>
          <w:tab w:val="num" w:pos="-709"/>
          <w:tab w:val="num" w:pos="36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осуществление полноценного инженерного благоустройства всего жилищного фонда, с целью создания привлекательной среды обитания для населения и закрепления их на селе;</w:t>
      </w:r>
    </w:p>
    <w:p w:rsidR="00CB5D49" w:rsidRPr="006F0AC8" w:rsidRDefault="00CB5D49" w:rsidP="00855A30">
      <w:pPr>
        <w:numPr>
          <w:ilvl w:val="0"/>
          <w:numId w:val="47"/>
        </w:numPr>
        <w:tabs>
          <w:tab w:val="clear" w:pos="540"/>
          <w:tab w:val="num" w:pos="-709"/>
          <w:tab w:val="num" w:pos="36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поддержка стремления граждан строить и жить в собственных индивидуальных домах путем изыскания свободных территорий, решения проблем инженерного обеспечения и предоставляя льготные жилищные кредиты, что значительно ускорит проблему жилищной обеспеченности;</w:t>
      </w:r>
    </w:p>
    <w:p w:rsidR="00CB5D49" w:rsidRPr="006F0AC8" w:rsidRDefault="00CB5D49" w:rsidP="00855A30">
      <w:pPr>
        <w:numPr>
          <w:ilvl w:val="0"/>
          <w:numId w:val="47"/>
        </w:numPr>
        <w:tabs>
          <w:tab w:val="clear" w:pos="540"/>
          <w:tab w:val="num" w:pos="-709"/>
          <w:tab w:val="num" w:pos="36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развитие собственной строительной базы, для наращивания темпов строительства жилищного фонда.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Жилищный фонд МО "</w:t>
      </w:r>
      <w:r>
        <w:rPr>
          <w:b/>
          <w:bCs/>
          <w:color w:val="000000"/>
        </w:rPr>
        <w:t>Хаврогорское</w:t>
      </w:r>
      <w:r w:rsidRPr="006F0AC8">
        <w:rPr>
          <w:b/>
          <w:bCs/>
          <w:color w:val="000000"/>
        </w:rPr>
        <w:t>"</w:t>
      </w:r>
      <w:r w:rsidRPr="006F0AC8">
        <w:rPr>
          <w:color w:val="000000"/>
        </w:rPr>
        <w:t xml:space="preserve"> также планируется к </w:t>
      </w:r>
      <w:r w:rsidRPr="006F0AC8">
        <w:rPr>
          <w:b/>
          <w:bCs/>
          <w:color w:val="000000"/>
        </w:rPr>
        <w:t>увеличению</w:t>
      </w:r>
      <w:r w:rsidRPr="006F0AC8">
        <w:rPr>
          <w:color w:val="000000"/>
        </w:rPr>
        <w:t xml:space="preserve"> на перспективу при относительной </w:t>
      </w:r>
      <w:r w:rsidRPr="006F0AC8">
        <w:rPr>
          <w:b/>
          <w:bCs/>
          <w:color w:val="000000"/>
        </w:rPr>
        <w:t>стабилизации</w:t>
      </w:r>
      <w:r w:rsidRPr="006F0AC8">
        <w:rPr>
          <w:color w:val="000000"/>
        </w:rPr>
        <w:t xml:space="preserve"> с незначительным уменьшением численности населения в МО на расчетный срок (2037 г.).</w:t>
      </w:r>
    </w:p>
    <w:p w:rsidR="00CB5D49" w:rsidRPr="006F0AC8" w:rsidRDefault="00CB5D49" w:rsidP="00C3334C">
      <w:pPr>
        <w:keepNext/>
        <w:spacing w:line="360" w:lineRule="auto"/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 xml:space="preserve">К основным мероприятиям по развитию системы образования </w:t>
      </w:r>
      <w:r w:rsidRPr="006F0AC8">
        <w:rPr>
          <w:color w:val="000000"/>
        </w:rPr>
        <w:t>относятся:</w:t>
      </w:r>
    </w:p>
    <w:p w:rsidR="00CB5D49" w:rsidRPr="006F0AC8" w:rsidRDefault="00CB5D49" w:rsidP="00855A30">
      <w:pPr>
        <w:pStyle w:val="ListParagraph"/>
        <w:numPr>
          <w:ilvl w:val="0"/>
          <w:numId w:val="2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 xml:space="preserve">реконструкция и ремонт </w:t>
      </w:r>
      <w:r w:rsidRPr="006F0AC8">
        <w:rPr>
          <w:color w:val="000000"/>
        </w:rPr>
        <w:t>существующих зданий общеобразовательных школ и входящих в их структуру ДОУ в других населенных пунктах;</w:t>
      </w:r>
    </w:p>
    <w:p w:rsidR="00CB5D49" w:rsidRPr="006F0AC8" w:rsidRDefault="00CB5D49" w:rsidP="00855A30">
      <w:pPr>
        <w:pStyle w:val="ListParagraph"/>
        <w:numPr>
          <w:ilvl w:val="0"/>
          <w:numId w:val="21"/>
        </w:numPr>
        <w:tabs>
          <w:tab w:val="left" w:pos="1276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создание условий для дополнительного образования детей</w:t>
      </w:r>
      <w:r w:rsidRPr="006F0AC8">
        <w:rPr>
          <w:b/>
          <w:bCs/>
          <w:color w:val="000000"/>
        </w:rPr>
        <w:t>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FF0000"/>
        </w:rPr>
      </w:pP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К основным мероприятиям по развитию</w:t>
      </w:r>
      <w:r w:rsidRPr="006F0AC8">
        <w:rPr>
          <w:color w:val="000000"/>
        </w:rPr>
        <w:t xml:space="preserve"> в </w:t>
      </w:r>
      <w:r w:rsidRPr="006F0AC8">
        <w:rPr>
          <w:b/>
          <w:bCs/>
          <w:color w:val="000000"/>
        </w:rPr>
        <w:t>сфере здравоохранения</w:t>
      </w:r>
      <w:r w:rsidRPr="006F0AC8">
        <w:rPr>
          <w:color w:val="000000"/>
        </w:rPr>
        <w:t xml:space="preserve"> относятся:</w:t>
      </w:r>
    </w:p>
    <w:p w:rsidR="00CB5D49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реконструкция и ремонт</w:t>
      </w:r>
      <w:r w:rsidRPr="006F0AC8">
        <w:rPr>
          <w:color w:val="000000"/>
        </w:rPr>
        <w:t xml:space="preserve"> амбулатории (</w:t>
      </w:r>
      <w:r>
        <w:rPr>
          <w:color w:val="000000"/>
        </w:rPr>
        <w:t>д. Бор</w:t>
      </w:r>
      <w:r w:rsidRPr="006F0AC8">
        <w:rPr>
          <w:color w:val="000000"/>
        </w:rPr>
        <w:t>)</w:t>
      </w:r>
      <w:r>
        <w:rPr>
          <w:color w:val="000000"/>
        </w:rPr>
        <w:t>, существующих ФАПов (д. Бушковы, д. Казаковщина, д. Часовня)</w:t>
      </w:r>
      <w:r w:rsidRPr="006F0AC8">
        <w:rPr>
          <w:color w:val="000000"/>
        </w:rPr>
        <w:t>, приобретение медицинского оборудования;</w:t>
      </w:r>
    </w:p>
    <w:p w:rsidR="00CB5D49" w:rsidRPr="00321D80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>
        <w:rPr>
          <w:b/>
          <w:bCs/>
          <w:color w:val="000000"/>
        </w:rPr>
        <w:t xml:space="preserve">строительство </w:t>
      </w:r>
      <w:r w:rsidRPr="00321D80">
        <w:rPr>
          <w:color w:val="000000"/>
        </w:rPr>
        <w:t>ФАПа</w:t>
      </w:r>
      <w:r>
        <w:rPr>
          <w:color w:val="000000"/>
        </w:rPr>
        <w:t xml:space="preserve"> (д. Бор – Погост Пингиша);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создание условий,</w:t>
      </w:r>
      <w:r w:rsidRPr="006F0AC8">
        <w:rPr>
          <w:color w:val="000000"/>
        </w:rPr>
        <w:t xml:space="preserve"> возможностей и мотивации населения области для ведения здорового образа жизни;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переход на </w:t>
      </w:r>
      <w:r w:rsidRPr="006F0AC8">
        <w:rPr>
          <w:b/>
          <w:bCs/>
          <w:color w:val="000000"/>
        </w:rPr>
        <w:t>современную</w:t>
      </w:r>
      <w:r w:rsidRPr="006F0AC8">
        <w:rPr>
          <w:color w:val="000000"/>
        </w:rPr>
        <w:t xml:space="preserve"> систему организации медицинской помощи;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конкретизация государственных </w:t>
      </w:r>
      <w:r w:rsidRPr="006F0AC8">
        <w:rPr>
          <w:b/>
          <w:bCs/>
          <w:color w:val="000000"/>
        </w:rPr>
        <w:t>гарантий</w:t>
      </w:r>
      <w:r w:rsidRPr="006F0AC8">
        <w:rPr>
          <w:color w:val="000000"/>
        </w:rPr>
        <w:t xml:space="preserve"> оказания гражданам бесплатной медицинской помощи;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создание эффективной </w:t>
      </w:r>
      <w:r w:rsidRPr="006F0AC8">
        <w:rPr>
          <w:b/>
          <w:bCs/>
          <w:color w:val="000000"/>
        </w:rPr>
        <w:t>модели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управления</w:t>
      </w:r>
      <w:r w:rsidRPr="006F0AC8">
        <w:rPr>
          <w:color w:val="000000"/>
        </w:rPr>
        <w:t xml:space="preserve"> финансовыми ресурсами программы государственных гарантий;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улучшение </w:t>
      </w:r>
      <w:r w:rsidRPr="006F0AC8">
        <w:rPr>
          <w:b/>
          <w:bCs/>
          <w:color w:val="000000"/>
        </w:rPr>
        <w:t>лекарственного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обеспечения</w:t>
      </w:r>
      <w:r w:rsidRPr="006F0AC8">
        <w:rPr>
          <w:color w:val="000000"/>
        </w:rPr>
        <w:t xml:space="preserve"> граждан в амбулаторных условиях в рамках системы обязательного медицинского страхования;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повышение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квалификации</w:t>
      </w:r>
      <w:r w:rsidRPr="006F0AC8">
        <w:rPr>
          <w:color w:val="000000"/>
        </w:rPr>
        <w:t xml:space="preserve"> медицинских работников и создание системы мотивации их к качественному труду;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развитие</w:t>
      </w:r>
      <w:r w:rsidRPr="006F0AC8">
        <w:rPr>
          <w:color w:val="000000"/>
        </w:rPr>
        <w:t xml:space="preserve"> медицинской науки и инноваций в здравоохранении; </w:t>
      </w:r>
    </w:p>
    <w:p w:rsidR="00CB5D49" w:rsidRPr="006F0AC8" w:rsidRDefault="00CB5D49" w:rsidP="00855A30">
      <w:pPr>
        <w:pStyle w:val="ListParagraph"/>
        <w:numPr>
          <w:ilvl w:val="0"/>
          <w:numId w:val="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информатизация</w:t>
      </w:r>
      <w:r w:rsidRPr="006F0AC8">
        <w:rPr>
          <w:color w:val="000000"/>
        </w:rPr>
        <w:t xml:space="preserve"> здравоохранения.</w:t>
      </w:r>
    </w:p>
    <w:p w:rsidR="00CB5D49" w:rsidRPr="00321D80" w:rsidRDefault="00CB5D49" w:rsidP="00C3334C">
      <w:pPr>
        <w:pStyle w:val="a6"/>
        <w:spacing w:after="0" w:line="360" w:lineRule="auto"/>
        <w:ind w:firstLine="540"/>
        <w:rPr>
          <w:color w:val="000000"/>
          <w:sz w:val="24"/>
          <w:szCs w:val="24"/>
        </w:rPr>
      </w:pPr>
      <w:r w:rsidRPr="00321D80">
        <w:rPr>
          <w:b/>
          <w:bCs/>
          <w:color w:val="000000"/>
          <w:sz w:val="24"/>
          <w:szCs w:val="24"/>
        </w:rPr>
        <w:t>Спортивно-оздоровительная деятельность</w:t>
      </w:r>
      <w:r w:rsidRPr="00321D80">
        <w:rPr>
          <w:color w:val="000000"/>
          <w:sz w:val="24"/>
          <w:szCs w:val="24"/>
        </w:rPr>
        <w:t xml:space="preserve"> осуществляется в рамках школьных занятий физкультурой и в форме любительского спорта. </w:t>
      </w:r>
    </w:p>
    <w:p w:rsidR="00CB5D49" w:rsidRPr="006F0AC8" w:rsidRDefault="00CB5D49" w:rsidP="00C3334C">
      <w:pPr>
        <w:pStyle w:val="ConsPlusNormal"/>
        <w:widowControl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AC8">
        <w:rPr>
          <w:rFonts w:ascii="Times New Roman" w:hAnsi="Times New Roman" w:cs="Times New Roman"/>
          <w:color w:val="000000"/>
          <w:sz w:val="24"/>
          <w:szCs w:val="24"/>
        </w:rPr>
        <w:t>Основными проблемами развития физкультуры и спорта являются:</w:t>
      </w:r>
    </w:p>
    <w:p w:rsidR="00CB5D49" w:rsidRPr="006F0AC8" w:rsidRDefault="00CB5D49" w:rsidP="00855A30">
      <w:pPr>
        <w:numPr>
          <w:ilvl w:val="0"/>
          <w:numId w:val="44"/>
        </w:numPr>
        <w:tabs>
          <w:tab w:val="clear" w:pos="1980"/>
        </w:tabs>
        <w:suppressAutoHyphens/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слабая материально-техническая база спортивных сооружений;</w:t>
      </w:r>
    </w:p>
    <w:p w:rsidR="00CB5D49" w:rsidRPr="006F0AC8" w:rsidRDefault="00CB5D49" w:rsidP="00855A30">
      <w:pPr>
        <w:numPr>
          <w:ilvl w:val="0"/>
          <w:numId w:val="44"/>
        </w:numPr>
        <w:tabs>
          <w:tab w:val="clear" w:pos="1980"/>
        </w:tabs>
        <w:suppressAutoHyphens/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недостаточная их обеспеченность спортивным инвентарем, в том числе лыжами,</w:t>
      </w:r>
    </w:p>
    <w:p w:rsidR="00CB5D49" w:rsidRPr="006F0AC8" w:rsidRDefault="00CB5D49" w:rsidP="00855A30">
      <w:pPr>
        <w:numPr>
          <w:ilvl w:val="0"/>
          <w:numId w:val="44"/>
        </w:numPr>
        <w:tabs>
          <w:tab w:val="clear" w:pos="1980"/>
        </w:tabs>
        <w:suppressAutoHyphens/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ветхое состояние большинства спортивных залов,</w:t>
      </w:r>
    </w:p>
    <w:p w:rsidR="00CB5D49" w:rsidRPr="006F0AC8" w:rsidRDefault="00CB5D49" w:rsidP="00855A30">
      <w:pPr>
        <w:numPr>
          <w:ilvl w:val="0"/>
          <w:numId w:val="44"/>
        </w:numPr>
        <w:tabs>
          <w:tab w:val="clear" w:pos="1980"/>
        </w:tabs>
        <w:suppressAutoHyphens/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недостаточность залов и спортивных площадок для занятий в форме любительского спорта. 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К основным </w:t>
      </w:r>
      <w:r w:rsidRPr="006F0AC8">
        <w:rPr>
          <w:b/>
          <w:bCs/>
          <w:color w:val="000000"/>
        </w:rPr>
        <w:t>мероприятиям</w:t>
      </w:r>
      <w:r w:rsidRPr="006F0AC8">
        <w:rPr>
          <w:color w:val="000000"/>
        </w:rPr>
        <w:t xml:space="preserve"> по развитию в области</w:t>
      </w:r>
      <w:r w:rsidRPr="006F0AC8">
        <w:rPr>
          <w:b/>
          <w:bCs/>
          <w:color w:val="000000"/>
        </w:rPr>
        <w:t xml:space="preserve"> физкультуры и спорта </w:t>
      </w:r>
      <w:r w:rsidRPr="006F0AC8">
        <w:rPr>
          <w:color w:val="000000"/>
        </w:rPr>
        <w:t>относятся:</w:t>
      </w:r>
    </w:p>
    <w:p w:rsidR="00CB5D49" w:rsidRPr="006F0AC8" w:rsidRDefault="00CB5D49" w:rsidP="00855A30">
      <w:pPr>
        <w:pStyle w:val="ListParagraph"/>
        <w:numPr>
          <w:ilvl w:val="0"/>
          <w:numId w:val="48"/>
        </w:numPr>
        <w:tabs>
          <w:tab w:val="num" w:pos="540"/>
        </w:tabs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капитальный и текущий ремонт муниципальных учреждений и укрепление их материально-технической базы (приобретение спортинвентаря, оборудования, техники);</w:t>
      </w:r>
    </w:p>
    <w:p w:rsidR="00CB5D49" w:rsidRPr="006F0AC8" w:rsidRDefault="00CB5D49" w:rsidP="00855A30">
      <w:pPr>
        <w:pStyle w:val="ListParagraph"/>
        <w:numPr>
          <w:ilvl w:val="0"/>
          <w:numId w:val="48"/>
        </w:numPr>
        <w:tabs>
          <w:tab w:val="num" w:pos="540"/>
        </w:tabs>
        <w:spacing w:line="360" w:lineRule="auto"/>
        <w:ind w:left="1134" w:firstLine="0"/>
        <w:jc w:val="both"/>
        <w:rPr>
          <w:color w:val="000000"/>
        </w:rPr>
      </w:pPr>
      <w:r w:rsidRPr="00FF4A13">
        <w:rPr>
          <w:b/>
          <w:bCs/>
          <w:i/>
          <w:iCs/>
          <w:color w:val="000000"/>
        </w:rPr>
        <w:t>строительство</w:t>
      </w:r>
      <w:r w:rsidRPr="006F0AC8">
        <w:rPr>
          <w:color w:val="000000"/>
        </w:rPr>
        <w:t xml:space="preserve"> физкультурно-оздоровительного комплекса  в </w:t>
      </w:r>
      <w:r>
        <w:rPr>
          <w:color w:val="000000"/>
        </w:rPr>
        <w:t>д. Погост (Пингиша)</w:t>
      </w:r>
      <w:r w:rsidRPr="006F0AC8">
        <w:rPr>
          <w:color w:val="000000"/>
        </w:rPr>
        <w:t>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FF0000"/>
        </w:rPr>
      </w:pP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Создание условий для </w:t>
      </w:r>
      <w:r w:rsidRPr="006F0AC8">
        <w:rPr>
          <w:b/>
          <w:bCs/>
          <w:color w:val="000000"/>
        </w:rPr>
        <w:t xml:space="preserve">организации досуга </w:t>
      </w:r>
      <w:r w:rsidRPr="006F0AC8">
        <w:rPr>
          <w:color w:val="000000"/>
        </w:rPr>
        <w:t>и обеспечения жителей услугами организаций культуры является одним из полномочий органов местного самоуправления района и поселений.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К основным </w:t>
      </w:r>
      <w:r w:rsidRPr="006F0AC8">
        <w:rPr>
          <w:b/>
          <w:bCs/>
          <w:color w:val="000000"/>
        </w:rPr>
        <w:t>мероприятиям</w:t>
      </w:r>
      <w:r w:rsidRPr="006F0AC8">
        <w:rPr>
          <w:color w:val="000000"/>
        </w:rPr>
        <w:t xml:space="preserve"> по развитию в области </w:t>
      </w:r>
      <w:r w:rsidRPr="006F0AC8">
        <w:rPr>
          <w:b/>
          <w:bCs/>
          <w:color w:val="000000"/>
        </w:rPr>
        <w:t>культуры</w:t>
      </w:r>
      <w:r w:rsidRPr="006F0AC8">
        <w:rPr>
          <w:color w:val="000000"/>
        </w:rPr>
        <w:t xml:space="preserve"> относятся:</w:t>
      </w:r>
    </w:p>
    <w:p w:rsidR="00CB5D49" w:rsidRPr="006F0AC8" w:rsidRDefault="00CB5D49" w:rsidP="00855A30">
      <w:pPr>
        <w:pStyle w:val="ListParagraph"/>
        <w:numPr>
          <w:ilvl w:val="0"/>
          <w:numId w:val="22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капитальный </w:t>
      </w:r>
      <w:r w:rsidRPr="006F0AC8">
        <w:rPr>
          <w:b/>
          <w:bCs/>
          <w:color w:val="000000"/>
        </w:rPr>
        <w:t>ремонт</w:t>
      </w:r>
      <w:r w:rsidRPr="006F0AC8">
        <w:rPr>
          <w:color w:val="000000"/>
        </w:rPr>
        <w:t xml:space="preserve"> здания библиотек и дома культуры;</w:t>
      </w:r>
    </w:p>
    <w:p w:rsidR="00CB5D49" w:rsidRPr="006F0AC8" w:rsidRDefault="00CB5D49" w:rsidP="00855A30">
      <w:pPr>
        <w:pStyle w:val="ListParagraph"/>
        <w:numPr>
          <w:ilvl w:val="0"/>
          <w:numId w:val="22"/>
        </w:numPr>
        <w:spacing w:line="360" w:lineRule="auto"/>
        <w:ind w:left="1134" w:firstLine="0"/>
        <w:jc w:val="both"/>
        <w:rPr>
          <w:b/>
          <w:bCs/>
          <w:color w:val="000000"/>
        </w:rPr>
      </w:pPr>
      <w:r w:rsidRPr="006F0AC8">
        <w:rPr>
          <w:color w:val="000000"/>
        </w:rPr>
        <w:t>переход на новые предпрофильные программы;</w:t>
      </w:r>
    </w:p>
    <w:p w:rsidR="00CB5D49" w:rsidRPr="006F0AC8" w:rsidRDefault="00CB5D49" w:rsidP="00855A3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создание на базе новых и реконструируемых учреждений зональных культурных комплексов повышенной комфортности, на уровне современных культурно-досуговых и информационных технологий;</w:t>
      </w:r>
    </w:p>
    <w:p w:rsidR="00CB5D49" w:rsidRPr="006F0AC8" w:rsidRDefault="00CB5D49" w:rsidP="00855A3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возрождение традиционных форм художественного самодеятельного творчества, промыслов и ремесел;</w:t>
      </w:r>
    </w:p>
    <w:p w:rsidR="00CB5D49" w:rsidRPr="006F0AC8" w:rsidRDefault="00CB5D49" w:rsidP="00855A30">
      <w:pPr>
        <w:pStyle w:val="ListParagraph"/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возобновление кинообслуживания населения.</w:t>
      </w:r>
    </w:p>
    <w:p w:rsidR="00CB5D49" w:rsidRPr="006F0AC8" w:rsidRDefault="00CB5D49" w:rsidP="00C3334C">
      <w:pPr>
        <w:ind w:firstLine="567"/>
        <w:jc w:val="both"/>
        <w:rPr>
          <w:b/>
          <w:bCs/>
          <w:color w:val="FF0000"/>
        </w:rPr>
      </w:pP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Данные </w:t>
      </w:r>
      <w:r w:rsidRPr="006F0AC8">
        <w:rPr>
          <w:b/>
          <w:bCs/>
          <w:color w:val="000000"/>
        </w:rPr>
        <w:t>сферы обслуживания</w:t>
      </w:r>
      <w:r w:rsidRPr="006F0AC8">
        <w:rPr>
          <w:color w:val="000000"/>
        </w:rPr>
        <w:t xml:space="preserve"> являются областью интересов частного бизнеса и относятся к ненормируемым. Емкость их формируется на основе сбалансированного спроса и предложения на данные виды услуг.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Формат предоставления услуг, их качество и ассортимент являются не только отражением уровня развития общества, но и необходимым элементом формирования среды населенных пунктов. В МО должны быть выделены отдельные участки для развития общественно-деловой застройки.</w:t>
      </w:r>
    </w:p>
    <w:p w:rsidR="00CB5D49" w:rsidRPr="006F0AC8" w:rsidRDefault="00CB5D49" w:rsidP="00C3334C">
      <w:pPr>
        <w:ind w:left="0" w:firstLine="567"/>
        <w:jc w:val="both"/>
        <w:rPr>
          <w:b/>
          <w:bCs/>
          <w:color w:val="000000"/>
        </w:rPr>
      </w:pPr>
      <w:r w:rsidRPr="006F0AC8">
        <w:rPr>
          <w:color w:val="000000"/>
        </w:rPr>
        <w:t>К основным мероприятиям по развитию в области</w:t>
      </w:r>
      <w:r w:rsidRPr="006F0AC8">
        <w:rPr>
          <w:b/>
          <w:bCs/>
          <w:color w:val="000000"/>
        </w:rPr>
        <w:t xml:space="preserve"> бытового обслуживания </w:t>
      </w:r>
      <w:r w:rsidRPr="006F0AC8">
        <w:rPr>
          <w:color w:val="000000"/>
        </w:rPr>
        <w:t>относятся</w:t>
      </w:r>
      <w:r w:rsidRPr="006F0AC8">
        <w:rPr>
          <w:b/>
          <w:bCs/>
          <w:color w:val="000000"/>
        </w:rPr>
        <w:t>:</w:t>
      </w:r>
    </w:p>
    <w:p w:rsidR="00CB5D49" w:rsidRPr="006F0AC8" w:rsidRDefault="00CB5D49" w:rsidP="00B54C4D">
      <w:pPr>
        <w:numPr>
          <w:ilvl w:val="0"/>
          <w:numId w:val="54"/>
        </w:numPr>
        <w:spacing w:line="360" w:lineRule="auto"/>
        <w:jc w:val="both"/>
        <w:rPr>
          <w:color w:val="000000"/>
        </w:rPr>
      </w:pPr>
      <w:r w:rsidRPr="006F0AC8">
        <w:rPr>
          <w:b/>
          <w:bCs/>
          <w:color w:val="000000"/>
        </w:rPr>
        <w:t xml:space="preserve">реконструкция </w:t>
      </w:r>
      <w:r w:rsidRPr="006F0AC8">
        <w:rPr>
          <w:color w:val="000000"/>
        </w:rPr>
        <w:t>объектов социально-бытового обслуживания;</w:t>
      </w:r>
    </w:p>
    <w:p w:rsidR="00CB5D49" w:rsidRPr="006F0AC8" w:rsidRDefault="00CB5D49" w:rsidP="00B54C4D">
      <w:pPr>
        <w:numPr>
          <w:ilvl w:val="0"/>
          <w:numId w:val="54"/>
        </w:numPr>
        <w:spacing w:line="360" w:lineRule="auto"/>
        <w:jc w:val="both"/>
        <w:rPr>
          <w:color w:val="000000"/>
        </w:rPr>
      </w:pPr>
      <w:r w:rsidRPr="006F0AC8">
        <w:rPr>
          <w:color w:val="000000"/>
        </w:rPr>
        <w:t>Строительство объектов торгов</w:t>
      </w:r>
      <w:r>
        <w:rPr>
          <w:color w:val="000000"/>
        </w:rPr>
        <w:t>ли и общественного питания в д. Погост, д. Часовня и других населенных пунктах поселения</w:t>
      </w:r>
      <w:r w:rsidRPr="006F0AC8">
        <w:rPr>
          <w:color w:val="000000"/>
        </w:rPr>
        <w:t>.</w:t>
      </w:r>
    </w:p>
    <w:p w:rsidR="00CB5D49" w:rsidRDefault="00CB5D49" w:rsidP="00321D80">
      <w:pPr>
        <w:numPr>
          <w:ilvl w:val="0"/>
          <w:numId w:val="54"/>
        </w:numPr>
        <w:spacing w:line="360" w:lineRule="auto"/>
        <w:jc w:val="both"/>
        <w:rPr>
          <w:color w:val="000000"/>
        </w:rPr>
      </w:pPr>
      <w:r w:rsidRPr="006F0AC8">
        <w:rPr>
          <w:color w:val="000000"/>
        </w:rPr>
        <w:t xml:space="preserve">Предоставление земельных участков в целях создания объектов недвижимости для субъектов малого и среднего предпринимательства в </w:t>
      </w:r>
      <w:r>
        <w:rPr>
          <w:color w:val="000000"/>
        </w:rPr>
        <w:t>д. Погост</w:t>
      </w:r>
      <w:r w:rsidRPr="00321D80">
        <w:rPr>
          <w:color w:val="000000"/>
        </w:rPr>
        <w:t xml:space="preserve"> </w:t>
      </w:r>
      <w:r>
        <w:rPr>
          <w:color w:val="000000"/>
        </w:rPr>
        <w:t>д. Часовня и других населенных пунктах поселения.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Таким образом, настоящим проектом предлагается дальнейшее совершенствование и развитие системы культурно-бытового обслуживания.</w:t>
      </w:r>
    </w:p>
    <w:p w:rsidR="00CB5D49" w:rsidRPr="006F0AC8" w:rsidRDefault="00CB5D49" w:rsidP="00ED34B4">
      <w:pPr>
        <w:ind w:left="0"/>
        <w:jc w:val="both"/>
        <w:rPr>
          <w:color w:val="FF0000"/>
        </w:rPr>
      </w:pPr>
    </w:p>
    <w:p w:rsidR="00CB5D49" w:rsidRPr="006F0AC8" w:rsidRDefault="00CB5D49" w:rsidP="00ED34B4">
      <w:pPr>
        <w:ind w:left="0"/>
        <w:jc w:val="both"/>
        <w:rPr>
          <w:color w:val="FF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10" w:name="_Toc496259792"/>
      <w:r w:rsidRPr="006F0AC8">
        <w:t>3.2.3. Мероприятия по развитию и размещению объектов инженерной и транспортной</w:t>
      </w:r>
      <w:r w:rsidRPr="006F0AC8">
        <w:tab/>
        <w:t xml:space="preserve"> инфраструктуры</w:t>
      </w:r>
      <w:bookmarkEnd w:id="10"/>
    </w:p>
    <w:p w:rsidR="00CB5D49" w:rsidRPr="006042E3" w:rsidRDefault="00CB5D49" w:rsidP="006042E3">
      <w:pPr>
        <w:keepNext/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 xml:space="preserve">Мероприятия по развитию </w:t>
      </w:r>
      <w:r>
        <w:rPr>
          <w:b/>
          <w:bCs/>
          <w:color w:val="000000"/>
        </w:rPr>
        <w:t>транспортной</w:t>
      </w:r>
      <w:r w:rsidRPr="006F0AC8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инфраструктуры </w:t>
      </w:r>
      <w:r w:rsidRPr="006F0AC8">
        <w:rPr>
          <w:b/>
          <w:bCs/>
          <w:color w:val="000000"/>
        </w:rPr>
        <w:t>предусматривают: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Увеличение количества транспортных средств и повышение интенсивности транспортных потоков – основные факторы необходимости корректировки транспортной схемы. В настоящее время, автомобильные дороги не соответствуют современным требованиям, предъявляемым к их качеству, а уровень износа продолжает увеличиваться. Перед администрацией МО стоит </w:t>
      </w:r>
      <w:r w:rsidRPr="002E6633">
        <w:rPr>
          <w:b/>
          <w:bCs/>
          <w:i/>
          <w:iCs/>
          <w:color w:val="000000"/>
        </w:rPr>
        <w:t>задача</w:t>
      </w:r>
      <w:r w:rsidRPr="006F0AC8">
        <w:rPr>
          <w:color w:val="000000"/>
        </w:rPr>
        <w:t xml:space="preserve"> по совершенствованию и развитию сети автомобильных дорог в соответствии и потребностями экономики, стабилизации социально-экономической ситуации, удовлетворению спроса в автомобильных перевозках и росту благосостояния населения поселения. 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В настоящее время необходимо </w:t>
      </w:r>
      <w:r w:rsidRPr="002E6633">
        <w:rPr>
          <w:b/>
          <w:bCs/>
          <w:i/>
          <w:iCs/>
          <w:color w:val="000000"/>
        </w:rPr>
        <w:t>обеспечить</w:t>
      </w:r>
      <w:r w:rsidRPr="006F0AC8">
        <w:rPr>
          <w:color w:val="000000"/>
        </w:rPr>
        <w:t xml:space="preserve"> соответствие параметров улично-дорожной сети потребностям участников дорожного движения и транспортного обслуживания населения, предприятий, учреждений и организаций муниципального образования, в связи, с чем возникает необходимость разработки системы, поэтапного совершенствования дорожной сети поселения с доведением ее характеристик до нормативных с учетом ресурсных возможностей. Опережение темпов роста интенсивности движения на автомобильных дорогах по сравнению с увеличением протяженности и пропускной способности, автомобильных дорог приводит к росту уровня аварийности на сети автомобильных дорог общего пользования.</w:t>
      </w:r>
    </w:p>
    <w:p w:rsidR="00CB5D49" w:rsidRPr="006F0AC8" w:rsidRDefault="00CB5D49" w:rsidP="00C3334C">
      <w:pPr>
        <w:keepNext/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Проектные предложения: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color w:val="000000"/>
        </w:rPr>
        <w:t>К основным мероприятиям по развитию</w:t>
      </w:r>
      <w:r w:rsidRPr="006F0AC8">
        <w:rPr>
          <w:b/>
          <w:bCs/>
          <w:color w:val="000000"/>
        </w:rPr>
        <w:t xml:space="preserve"> транспортной инфраструктуры </w:t>
      </w:r>
      <w:r w:rsidRPr="006F0AC8">
        <w:rPr>
          <w:color w:val="000000"/>
        </w:rPr>
        <w:t xml:space="preserve">на территории </w:t>
      </w:r>
      <w:r w:rsidRPr="006F0AC8">
        <w:rPr>
          <w:b/>
          <w:bCs/>
          <w:color w:val="000000"/>
        </w:rPr>
        <w:t>МО относятся:</w:t>
      </w:r>
    </w:p>
    <w:p w:rsidR="00CB5D49" w:rsidRPr="006F0AC8" w:rsidRDefault="00CB5D49" w:rsidP="00855A30">
      <w:pPr>
        <w:pStyle w:val="ListParagraph"/>
        <w:numPr>
          <w:ilvl w:val="0"/>
          <w:numId w:val="10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реконструкцию и капитальный ремонт</w:t>
      </w:r>
      <w:r w:rsidRPr="006F0AC8">
        <w:rPr>
          <w:color w:val="000000"/>
        </w:rPr>
        <w:t xml:space="preserve"> всех существующих автомобильных дорог и организация подъездов с твердым покрытием ко всем населенным пунктам;</w:t>
      </w:r>
    </w:p>
    <w:p w:rsidR="00CB5D49" w:rsidRPr="006F0AC8" w:rsidRDefault="00CB5D49" w:rsidP="00855A30">
      <w:pPr>
        <w:pStyle w:val="ListParagraph"/>
        <w:numPr>
          <w:ilvl w:val="0"/>
          <w:numId w:val="10"/>
        </w:numPr>
        <w:spacing w:line="360" w:lineRule="auto"/>
        <w:ind w:left="1134" w:firstLine="0"/>
        <w:jc w:val="both"/>
        <w:rPr>
          <w:b/>
          <w:bCs/>
          <w:color w:val="000000"/>
        </w:rPr>
      </w:pPr>
      <w:r w:rsidRPr="006F0AC8">
        <w:rPr>
          <w:color w:val="000000"/>
        </w:rPr>
        <w:t xml:space="preserve">совершенствование и развитие объектов </w:t>
      </w:r>
      <w:r w:rsidRPr="006F0AC8">
        <w:rPr>
          <w:b/>
          <w:bCs/>
          <w:color w:val="000000"/>
        </w:rPr>
        <w:t>придорожного</w:t>
      </w:r>
      <w:r w:rsidRPr="006F0AC8">
        <w:rPr>
          <w:color w:val="000000"/>
        </w:rPr>
        <w:t xml:space="preserve"> сервиса.</w:t>
      </w:r>
    </w:p>
    <w:p w:rsidR="00CB5D49" w:rsidRPr="006F0AC8" w:rsidRDefault="00CB5D49" w:rsidP="00C3334C">
      <w:pPr>
        <w:keepNext/>
        <w:spacing w:line="360" w:lineRule="auto"/>
        <w:ind w:left="0" w:firstLine="567"/>
        <w:jc w:val="both"/>
        <w:rPr>
          <w:b/>
          <w:bCs/>
          <w:color w:val="FF0000"/>
        </w:rPr>
      </w:pPr>
    </w:p>
    <w:p w:rsidR="00CB5D49" w:rsidRPr="006F0AC8" w:rsidRDefault="00CB5D49" w:rsidP="00C3334C">
      <w:pPr>
        <w:keepNext/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по развитию инженерной  инфраструктуры предусматривают:</w:t>
      </w:r>
    </w:p>
    <w:p w:rsidR="00CB5D49" w:rsidRPr="006F0AC8" w:rsidRDefault="00CB5D49" w:rsidP="00C3334C">
      <w:pPr>
        <w:keepNext/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Водоснабжение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color w:val="000000"/>
        </w:rPr>
        <w:t xml:space="preserve">Организация в границах поселений водоснабжения населения отнесена федеральным законом №131-ФЗ «Об общих принципах организации местного самоуправления» </w:t>
      </w:r>
      <w:r w:rsidRPr="006F0AC8">
        <w:rPr>
          <w:b/>
          <w:bCs/>
          <w:color w:val="000000"/>
        </w:rPr>
        <w:t>к вопросам местного значения поселения.</w:t>
      </w:r>
    </w:p>
    <w:p w:rsidR="00CB5D49" w:rsidRPr="00E801E2" w:rsidRDefault="00CB5D49" w:rsidP="000B4C14">
      <w:pPr>
        <w:spacing w:before="0" w:after="0" w:line="360" w:lineRule="auto"/>
        <w:ind w:left="0"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Следует предусмотреть следующие </w:t>
      </w:r>
      <w:r w:rsidRPr="00E801E2">
        <w:rPr>
          <w:b/>
          <w:bCs/>
          <w:color w:val="000000"/>
          <w:lang w:eastAsia="ru-RU"/>
        </w:rPr>
        <w:t>мероприятия</w:t>
      </w:r>
      <w:r w:rsidRPr="00E801E2">
        <w:rPr>
          <w:color w:val="000000"/>
          <w:lang w:eastAsia="ru-RU"/>
        </w:rPr>
        <w:t>:</w:t>
      </w:r>
    </w:p>
    <w:p w:rsidR="00CB5D49" w:rsidRPr="008553AB" w:rsidRDefault="00CB5D49" w:rsidP="000B4C14">
      <w:pPr>
        <w:pStyle w:val="a"/>
        <w:rPr>
          <w:lang w:val="ru-RU"/>
        </w:rPr>
      </w:pPr>
      <w:r>
        <w:rPr>
          <w:lang w:val="ru-RU"/>
        </w:rPr>
        <w:t>обеспечение</w:t>
      </w:r>
      <w:r w:rsidRPr="008553AB">
        <w:rPr>
          <w:lang w:val="ru-RU"/>
        </w:rPr>
        <w:t xml:space="preserve"> потребителей водой питьевого качества на долгосрочную перспективу (20 лет);</w:t>
      </w:r>
    </w:p>
    <w:p w:rsidR="00CB5D49" w:rsidRDefault="00CB5D49" w:rsidP="00855A30">
      <w:pPr>
        <w:pStyle w:val="ListParagraph"/>
        <w:numPr>
          <w:ilvl w:val="0"/>
          <w:numId w:val="49"/>
        </w:numPr>
        <w:tabs>
          <w:tab w:val="num" w:pos="540"/>
        </w:tabs>
        <w:spacing w:line="360" w:lineRule="auto"/>
        <w:ind w:left="1134" w:firstLine="0"/>
        <w:jc w:val="both"/>
        <w:rPr>
          <w:color w:val="000000"/>
        </w:rPr>
      </w:pPr>
      <w:r>
        <w:rPr>
          <w:color w:val="000000"/>
        </w:rPr>
        <w:t>р</w:t>
      </w:r>
      <w:r w:rsidRPr="00E801E2">
        <w:rPr>
          <w:color w:val="000000"/>
        </w:rPr>
        <w:t xml:space="preserve">емонт </w:t>
      </w:r>
      <w:r>
        <w:rPr>
          <w:color w:val="000000"/>
        </w:rPr>
        <w:t>водозаборных</w:t>
      </w:r>
      <w:r w:rsidRPr="00E801E2">
        <w:rPr>
          <w:color w:val="000000"/>
        </w:rPr>
        <w:t xml:space="preserve"> башен</w:t>
      </w:r>
      <w:r>
        <w:rPr>
          <w:color w:val="000000"/>
        </w:rPr>
        <w:t>;</w:t>
      </w:r>
    </w:p>
    <w:p w:rsidR="00CB5D49" w:rsidRDefault="00CB5D49" w:rsidP="00855A30">
      <w:pPr>
        <w:numPr>
          <w:ilvl w:val="0"/>
          <w:numId w:val="50"/>
        </w:numPr>
        <w:spacing w:line="360" w:lineRule="auto"/>
        <w:ind w:left="1134" w:firstLine="0"/>
        <w:jc w:val="both"/>
        <w:rPr>
          <w:color w:val="000000"/>
        </w:rPr>
      </w:pPr>
      <w:r w:rsidRPr="00737F69">
        <w:rPr>
          <w:color w:val="000000"/>
        </w:rPr>
        <w:t xml:space="preserve">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пункта. Произвести инвентаризацию и анкетирование водного хозяйства промышленных предприятий и всех водопользователей. Провести химические анализы имеющейся воды по деревням и решить вопрос по очистке воды для использования ее для питьевых целей. </w:t>
      </w:r>
    </w:p>
    <w:p w:rsidR="00CB5D49" w:rsidRDefault="00CB5D49" w:rsidP="009E1635">
      <w:pPr>
        <w:pStyle w:val="BodyTextIndent"/>
        <w:tabs>
          <w:tab w:val="num" w:pos="0"/>
        </w:tabs>
        <w:ind w:firstLine="720"/>
        <w:rPr>
          <w:color w:val="000000"/>
        </w:rPr>
      </w:pPr>
      <w:r>
        <w:rPr>
          <w:color w:val="000000"/>
        </w:rPr>
        <w:t>Водоснабжение промышленных предприятий предлагается осуществлять за счет использования собственных источников и строительства водозабора со станцией водоподготовки.</w:t>
      </w:r>
    </w:p>
    <w:p w:rsidR="00CB5D49" w:rsidRDefault="00CB5D49" w:rsidP="009E1635">
      <w:pPr>
        <w:spacing w:line="360" w:lineRule="auto"/>
        <w:ind w:left="0"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Мероприятия развития коммунальной инфраструктуры населенных пунктов на расчетный срок:</w:t>
      </w:r>
    </w:p>
    <w:p w:rsidR="00CB5D49" w:rsidRDefault="00CB5D49" w:rsidP="009E1635">
      <w:pPr>
        <w:spacing w:before="0" w:after="0" w:line="360" w:lineRule="auto"/>
        <w:ind w:left="0" w:firstLine="567"/>
        <w:jc w:val="both"/>
        <w:rPr>
          <w:b/>
          <w:bCs/>
        </w:rPr>
      </w:pPr>
      <w:r>
        <w:rPr>
          <w:b/>
          <w:bCs/>
        </w:rPr>
        <w:t>Водоснабжение</w:t>
      </w:r>
    </w:p>
    <w:p w:rsidR="00CB5D49" w:rsidRPr="006F0AC8" w:rsidRDefault="00CB5D49" w:rsidP="00673BA7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color w:val="000000"/>
        </w:rPr>
        <w:t xml:space="preserve">Организация в границах поселений водоснабжения населения отнесена федеральным законом №131-ФЗ «Об общих принципах организации местного самоуправления» </w:t>
      </w:r>
      <w:r w:rsidRPr="006F0AC8">
        <w:rPr>
          <w:b/>
          <w:bCs/>
          <w:color w:val="000000"/>
        </w:rPr>
        <w:t>к вопросам местного значения поселения.</w:t>
      </w:r>
    </w:p>
    <w:p w:rsidR="00CB5D49" w:rsidRPr="006F0AC8" w:rsidRDefault="00CB5D49" w:rsidP="00673BA7">
      <w:pPr>
        <w:spacing w:before="0"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Совершенствование и расширение системы водоснабжения МО «</w:t>
      </w:r>
      <w:r>
        <w:rPr>
          <w:color w:val="000000"/>
          <w:lang w:eastAsia="ru-RU"/>
        </w:rPr>
        <w:t>Хаврогорское</w:t>
      </w:r>
      <w:r w:rsidRPr="006F0AC8">
        <w:rPr>
          <w:color w:val="000000"/>
          <w:lang w:eastAsia="ru-RU"/>
        </w:rPr>
        <w:t>» необходимо для улучшения качества  жизни населения, защиты его здоровья и благополучия.</w:t>
      </w:r>
    </w:p>
    <w:p w:rsidR="00CB5D49" w:rsidRPr="00E50D41" w:rsidRDefault="00CB5D49" w:rsidP="00673BA7">
      <w:pPr>
        <w:spacing w:before="0" w:after="0" w:line="360" w:lineRule="auto"/>
        <w:ind w:left="0" w:firstLine="567"/>
        <w:jc w:val="both"/>
        <w:rPr>
          <w:color w:val="000000"/>
          <w:lang w:eastAsia="ru-RU"/>
        </w:rPr>
      </w:pPr>
      <w:r w:rsidRPr="00BE52DA">
        <w:rPr>
          <w:b/>
          <w:bCs/>
          <w:color w:val="000000"/>
          <w:lang w:eastAsia="ru-RU"/>
        </w:rPr>
        <w:t>Генпланом рекомендуется</w:t>
      </w:r>
      <w:r w:rsidRPr="00E50D41">
        <w:rPr>
          <w:color w:val="000000"/>
          <w:lang w:eastAsia="ru-RU"/>
        </w:rPr>
        <w:t xml:space="preserve"> </w:t>
      </w:r>
      <w:r>
        <w:rPr>
          <w:b/>
          <w:bCs/>
          <w:color w:val="000000"/>
          <w:lang w:eastAsia="ru-RU"/>
        </w:rPr>
        <w:t>создание</w:t>
      </w:r>
      <w:r w:rsidRPr="00E50D41">
        <w:rPr>
          <w:color w:val="000000"/>
          <w:lang w:eastAsia="ru-RU"/>
        </w:rPr>
        <w:t xml:space="preserve"> централизованной системы водоснабжения в </w:t>
      </w:r>
      <w:r>
        <w:rPr>
          <w:color w:val="000000"/>
          <w:lang w:eastAsia="ru-RU"/>
        </w:rPr>
        <w:t xml:space="preserve">центральных населенных пунктах </w:t>
      </w:r>
      <w:r w:rsidRPr="00E50D41">
        <w:rPr>
          <w:color w:val="000000"/>
          <w:lang w:eastAsia="ru-RU"/>
        </w:rPr>
        <w:t>МО «</w:t>
      </w:r>
      <w:r>
        <w:rPr>
          <w:color w:val="000000"/>
          <w:lang w:eastAsia="ru-RU"/>
        </w:rPr>
        <w:t>Хаврогорское</w:t>
      </w:r>
      <w:r w:rsidRPr="00E50D41">
        <w:rPr>
          <w:color w:val="000000"/>
          <w:lang w:eastAsia="ru-RU"/>
        </w:rPr>
        <w:t>», которая должна представлять собой развитый комплекс сооружений и сетей, который удовлетворяет в первую очередь, потребность МО в части надежного водоснабжения, а так же потребности населения в обеспечении питьевой водой с выполнением требований по охране окружающей среды и нормативных требований к качеству питьевой воды.</w:t>
      </w:r>
    </w:p>
    <w:p w:rsidR="00CB5D49" w:rsidRPr="00E50D41" w:rsidRDefault="00CB5D49" w:rsidP="00673BA7">
      <w:pPr>
        <w:spacing w:before="0" w:after="0" w:line="360" w:lineRule="auto"/>
        <w:ind w:left="0" w:firstLine="567"/>
        <w:jc w:val="both"/>
        <w:rPr>
          <w:color w:val="000000"/>
          <w:lang w:eastAsia="ru-RU"/>
        </w:rPr>
      </w:pPr>
      <w:r w:rsidRPr="00E50D41">
        <w:rPr>
          <w:color w:val="000000"/>
          <w:lang w:eastAsia="ru-RU"/>
        </w:rPr>
        <w:t xml:space="preserve">     Решение задач, связанных с построением эффективной системы водоснабжения на территории МО «</w:t>
      </w:r>
      <w:r>
        <w:rPr>
          <w:color w:val="000000"/>
          <w:lang w:eastAsia="ru-RU"/>
        </w:rPr>
        <w:t>Хаврогорское</w:t>
      </w:r>
      <w:r w:rsidRPr="00E50D41">
        <w:rPr>
          <w:color w:val="000000"/>
          <w:lang w:eastAsia="ru-RU"/>
        </w:rPr>
        <w:t>» – это длительный и достаточно дорогостоящий процесс, который требует комплексного подхода к решению первоочередных задач.</w:t>
      </w:r>
    </w:p>
    <w:p w:rsidR="00CB5D49" w:rsidRDefault="00CB5D49" w:rsidP="00673BA7">
      <w:pPr>
        <w:spacing w:before="0" w:after="0" w:line="360" w:lineRule="auto"/>
        <w:ind w:left="0" w:firstLine="567"/>
        <w:jc w:val="both"/>
        <w:rPr>
          <w:color w:val="000000"/>
          <w:lang w:eastAsia="ru-RU"/>
        </w:rPr>
      </w:pPr>
    </w:p>
    <w:p w:rsidR="00CB5D49" w:rsidRPr="00E801E2" w:rsidRDefault="00CB5D49" w:rsidP="00673BA7">
      <w:pPr>
        <w:spacing w:before="0" w:after="0" w:line="360" w:lineRule="auto"/>
        <w:ind w:left="0" w:firstLine="567"/>
        <w:jc w:val="both"/>
        <w:rPr>
          <w:color w:val="000000"/>
          <w:lang w:eastAsia="ru-RU"/>
        </w:rPr>
      </w:pPr>
      <w:r w:rsidRPr="00E801E2">
        <w:rPr>
          <w:color w:val="000000"/>
          <w:lang w:eastAsia="ru-RU"/>
        </w:rPr>
        <w:t>А т</w:t>
      </w:r>
      <w:r>
        <w:rPr>
          <w:color w:val="000000"/>
          <w:lang w:eastAsia="ru-RU"/>
        </w:rPr>
        <w:t xml:space="preserve">акже предусматривается следующие </w:t>
      </w:r>
      <w:r w:rsidRPr="00E801E2">
        <w:rPr>
          <w:b/>
          <w:bCs/>
          <w:color w:val="000000"/>
          <w:lang w:eastAsia="ru-RU"/>
        </w:rPr>
        <w:t>мероприятия</w:t>
      </w:r>
      <w:r w:rsidRPr="00E801E2">
        <w:rPr>
          <w:color w:val="000000"/>
          <w:lang w:eastAsia="ru-RU"/>
        </w:rPr>
        <w:t>:</w:t>
      </w:r>
    </w:p>
    <w:p w:rsidR="00CB5D49" w:rsidRPr="008553AB" w:rsidRDefault="00CB5D49" w:rsidP="00673BA7">
      <w:pPr>
        <w:pStyle w:val="a"/>
        <w:rPr>
          <w:lang w:val="ru-RU"/>
        </w:rPr>
      </w:pPr>
      <w:r>
        <w:rPr>
          <w:lang w:val="ru-RU"/>
        </w:rPr>
        <w:t>обеспечение</w:t>
      </w:r>
      <w:r w:rsidRPr="008553AB">
        <w:rPr>
          <w:lang w:val="ru-RU"/>
        </w:rPr>
        <w:t xml:space="preserve"> потребителей водой питьевого качества на долгосрочную перспективу (20 лет);</w:t>
      </w:r>
    </w:p>
    <w:p w:rsidR="00CB5D49" w:rsidRDefault="00CB5D49" w:rsidP="00855A30">
      <w:pPr>
        <w:pStyle w:val="ListParagraph"/>
        <w:numPr>
          <w:ilvl w:val="0"/>
          <w:numId w:val="49"/>
        </w:numPr>
        <w:tabs>
          <w:tab w:val="num" w:pos="540"/>
        </w:tabs>
        <w:spacing w:line="360" w:lineRule="auto"/>
        <w:ind w:left="1134" w:firstLine="0"/>
        <w:jc w:val="both"/>
        <w:rPr>
          <w:color w:val="000000"/>
        </w:rPr>
      </w:pPr>
      <w:r>
        <w:rPr>
          <w:color w:val="000000"/>
        </w:rPr>
        <w:t>р</w:t>
      </w:r>
      <w:r w:rsidRPr="00E801E2">
        <w:rPr>
          <w:color w:val="000000"/>
        </w:rPr>
        <w:t xml:space="preserve">емонт </w:t>
      </w:r>
      <w:r>
        <w:rPr>
          <w:color w:val="000000"/>
        </w:rPr>
        <w:t>водозаборных</w:t>
      </w:r>
      <w:r w:rsidRPr="00E801E2">
        <w:rPr>
          <w:color w:val="000000"/>
        </w:rPr>
        <w:t xml:space="preserve"> башен</w:t>
      </w:r>
      <w:r>
        <w:rPr>
          <w:color w:val="000000"/>
        </w:rPr>
        <w:t>;</w:t>
      </w:r>
    </w:p>
    <w:p w:rsidR="00CB5D49" w:rsidRPr="009064D6" w:rsidRDefault="00CB5D49" w:rsidP="00855A30">
      <w:pPr>
        <w:pStyle w:val="ListParagraph"/>
        <w:numPr>
          <w:ilvl w:val="0"/>
          <w:numId w:val="49"/>
        </w:numPr>
        <w:spacing w:before="0" w:after="200" w:line="360" w:lineRule="auto"/>
        <w:ind w:left="1134" w:firstLine="0"/>
        <w:jc w:val="both"/>
      </w:pPr>
      <w:r w:rsidRPr="005F6CB5">
        <w:rPr>
          <w:b/>
          <w:bCs/>
        </w:rPr>
        <w:t>строительство</w:t>
      </w:r>
      <w:r>
        <w:t xml:space="preserve"> водоочистных сооружений (ВОС) в д. Погост;</w:t>
      </w:r>
    </w:p>
    <w:p w:rsidR="00CB5D49" w:rsidRPr="00D22810" w:rsidRDefault="00CB5D49" w:rsidP="00855A30">
      <w:pPr>
        <w:numPr>
          <w:ilvl w:val="0"/>
          <w:numId w:val="50"/>
        </w:numPr>
        <w:spacing w:line="360" w:lineRule="auto"/>
        <w:ind w:left="1134" w:firstLine="0"/>
        <w:jc w:val="both"/>
        <w:rPr>
          <w:color w:val="000000"/>
        </w:rPr>
      </w:pPr>
      <w:r w:rsidRPr="00737F69">
        <w:rPr>
          <w:color w:val="000000"/>
        </w:rPr>
        <w:t xml:space="preserve">для реального решения проблемы обеспечения населения питьевой водой необходимо выполнить детальный анализ текущего состояния в сфере водоснабжения каждого населенного пункта. Произвести инвентаризацию и анкетирование водного хозяйства промышленных предприятий и всех водопользователей. Провести химические анализы имеющейся воды по деревням и решить вопрос по очистке воды для использования ее для питьевых целей. </w:t>
      </w:r>
    </w:p>
    <w:p w:rsidR="00CB5D49" w:rsidRDefault="00CB5D49" w:rsidP="00673BA7">
      <w:pPr>
        <w:pStyle w:val="HEADER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22810">
        <w:rPr>
          <w:rFonts w:ascii="Times New Roman" w:hAnsi="Times New Roman" w:cs="Times New Roman"/>
          <w:color w:val="000000"/>
          <w:sz w:val="24"/>
          <w:szCs w:val="24"/>
        </w:rPr>
        <w:t>Норма водопотребления для населенных пунктов принята в соответствии со СП 31.13330.2012 (Актуализированная редакция  СНиП 2.04.02-84*), а также на основании анализа полученных исходных данных и составляет 130-160 л/сут/чел.</w:t>
      </w:r>
    </w:p>
    <w:p w:rsidR="00CB5D49" w:rsidRDefault="00CB5D49" w:rsidP="00673BA7">
      <w:pPr>
        <w:pStyle w:val="HEADERTEXT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Таким образом водоотведение на перспективу будет составлять:</w:t>
      </w:r>
    </w:p>
    <w:tbl>
      <w:tblPr>
        <w:tblW w:w="932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74"/>
        <w:gridCol w:w="3004"/>
        <w:gridCol w:w="2100"/>
        <w:gridCol w:w="1985"/>
        <w:gridCol w:w="1559"/>
      </w:tblGrid>
      <w:tr w:rsidR="00CB5D49" w:rsidRPr="005F5742" w:rsidTr="00F846A4">
        <w:trPr>
          <w:trHeight w:val="336"/>
        </w:trPr>
        <w:tc>
          <w:tcPr>
            <w:tcW w:w="674" w:type="dxa"/>
            <w:vMerge w:val="restart"/>
            <w:tcBorders>
              <w:top w:val="single" w:sz="4" w:space="0" w:color="000000"/>
            </w:tcBorders>
            <w:vAlign w:val="center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№№п/п</w:t>
            </w:r>
          </w:p>
        </w:tc>
        <w:tc>
          <w:tcPr>
            <w:tcW w:w="3004" w:type="dxa"/>
            <w:vMerge w:val="restart"/>
            <w:tcBorders>
              <w:top w:val="single" w:sz="4" w:space="0" w:color="000000"/>
            </w:tcBorders>
            <w:vAlign w:val="center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Потребители</w:t>
            </w:r>
            <w:r>
              <w:rPr>
                <w:lang w:eastAsia="ru-RU"/>
              </w:rPr>
              <w:t xml:space="preserve"> на перспективу</w:t>
            </w:r>
          </w:p>
        </w:tc>
        <w:tc>
          <w:tcPr>
            <w:tcW w:w="5644" w:type="dxa"/>
            <w:gridSpan w:val="3"/>
            <w:tcBorders>
              <w:top w:val="single" w:sz="4" w:space="0" w:color="000000"/>
            </w:tcBorders>
            <w:vAlign w:val="center"/>
          </w:tcPr>
          <w:p w:rsidR="00CB5D49" w:rsidRPr="00D110CC" w:rsidRDefault="00CB5D49" w:rsidP="00F846A4">
            <w:pPr>
              <w:spacing w:before="0" w:after="0" w:line="240" w:lineRule="auto"/>
              <w:ind w:left="0" w:firstLine="708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Расчетный срок</w:t>
            </w:r>
          </w:p>
        </w:tc>
      </w:tr>
      <w:tr w:rsidR="00CB5D49" w:rsidRPr="005F5742" w:rsidTr="00F846A4">
        <w:trPr>
          <w:trHeight w:val="216"/>
        </w:trPr>
        <w:tc>
          <w:tcPr>
            <w:tcW w:w="674" w:type="dxa"/>
            <w:vMerge/>
          </w:tcPr>
          <w:p w:rsidR="00CB5D49" w:rsidRPr="00D110CC" w:rsidRDefault="00CB5D49" w:rsidP="00F846A4">
            <w:pPr>
              <w:spacing w:before="0" w:after="0" w:line="240" w:lineRule="auto"/>
              <w:ind w:left="0" w:firstLine="708"/>
              <w:jc w:val="both"/>
              <w:rPr>
                <w:lang w:eastAsia="ru-RU"/>
              </w:rPr>
            </w:pPr>
          </w:p>
        </w:tc>
        <w:tc>
          <w:tcPr>
            <w:tcW w:w="3004" w:type="dxa"/>
            <w:vMerge/>
          </w:tcPr>
          <w:p w:rsidR="00CB5D49" w:rsidRPr="00D110CC" w:rsidRDefault="00CB5D49" w:rsidP="00F846A4">
            <w:pPr>
              <w:spacing w:before="0" w:after="0" w:line="240" w:lineRule="auto"/>
              <w:ind w:left="0" w:firstLine="708"/>
              <w:jc w:val="both"/>
              <w:rPr>
                <w:lang w:eastAsia="ru-RU"/>
              </w:rPr>
            </w:pPr>
          </w:p>
        </w:tc>
        <w:tc>
          <w:tcPr>
            <w:tcW w:w="2100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норма, л/сут.</w:t>
            </w:r>
          </w:p>
        </w:tc>
        <w:tc>
          <w:tcPr>
            <w:tcW w:w="1985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населе</w:t>
            </w:r>
            <w:r w:rsidRPr="00D110CC">
              <w:rPr>
                <w:lang w:eastAsia="ru-RU"/>
              </w:rPr>
              <w:t>ние, чел.</w:t>
            </w:r>
          </w:p>
        </w:tc>
        <w:tc>
          <w:tcPr>
            <w:tcW w:w="1559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расход воды, м</w:t>
            </w:r>
            <w:r w:rsidRPr="00D110CC">
              <w:rPr>
                <w:vertAlign w:val="superscript"/>
                <w:lang w:eastAsia="ru-RU"/>
              </w:rPr>
              <w:t>3</w:t>
            </w:r>
            <w:r w:rsidRPr="00D110CC">
              <w:rPr>
                <w:lang w:eastAsia="ru-RU"/>
              </w:rPr>
              <w:t>/сут.</w:t>
            </w:r>
          </w:p>
        </w:tc>
      </w:tr>
      <w:tr w:rsidR="00CB5D49" w:rsidRPr="005F5742" w:rsidTr="00F846A4">
        <w:trPr>
          <w:trHeight w:val="1455"/>
        </w:trPr>
        <w:tc>
          <w:tcPr>
            <w:tcW w:w="674" w:type="dxa"/>
            <w:vMerge w:val="restart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1.</w:t>
            </w:r>
          </w:p>
        </w:tc>
        <w:tc>
          <w:tcPr>
            <w:tcW w:w="300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both"/>
              <w:rPr>
                <w:lang w:eastAsia="ru-RU"/>
              </w:rPr>
            </w:pPr>
            <w:r w:rsidRPr="00D110CC">
              <w:rPr>
                <w:lang w:eastAsia="ru-RU"/>
              </w:rPr>
              <w:t>Здания, оборудованные внутренним водопроводом и канализацией:</w:t>
            </w: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both"/>
              <w:rPr>
                <w:lang w:eastAsia="ru-RU"/>
              </w:rPr>
            </w:pPr>
            <w:r w:rsidRPr="00D110CC">
              <w:rPr>
                <w:lang w:eastAsia="ru-RU"/>
              </w:rPr>
              <w:t>-с ваннами и местными во-донагревателями</w:t>
            </w:r>
          </w:p>
        </w:tc>
        <w:tc>
          <w:tcPr>
            <w:tcW w:w="2100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160</w:t>
            </w:r>
          </w:p>
        </w:tc>
        <w:tc>
          <w:tcPr>
            <w:tcW w:w="1985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397</w:t>
            </w:r>
          </w:p>
        </w:tc>
        <w:tc>
          <w:tcPr>
            <w:tcW w:w="1559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63,5</w:t>
            </w:r>
          </w:p>
        </w:tc>
      </w:tr>
      <w:tr w:rsidR="00CB5D49" w:rsidRPr="005F5742" w:rsidTr="00F846A4">
        <w:trPr>
          <w:gridAfter w:val="4"/>
          <w:wAfter w:w="8648" w:type="dxa"/>
          <w:trHeight w:val="276"/>
        </w:trPr>
        <w:tc>
          <w:tcPr>
            <w:tcW w:w="674" w:type="dxa"/>
            <w:vMerge/>
          </w:tcPr>
          <w:p w:rsidR="00CB5D49" w:rsidRPr="00D110CC" w:rsidRDefault="00CB5D49" w:rsidP="00F846A4">
            <w:pPr>
              <w:spacing w:before="0" w:after="0" w:line="240" w:lineRule="auto"/>
              <w:ind w:left="0" w:firstLine="708"/>
              <w:jc w:val="center"/>
              <w:rPr>
                <w:lang w:eastAsia="ru-RU"/>
              </w:rPr>
            </w:pPr>
          </w:p>
        </w:tc>
      </w:tr>
      <w:tr w:rsidR="00CB5D49" w:rsidRPr="005F5742" w:rsidTr="00F846A4">
        <w:tc>
          <w:tcPr>
            <w:tcW w:w="67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2</w:t>
            </w:r>
          </w:p>
        </w:tc>
        <w:tc>
          <w:tcPr>
            <w:tcW w:w="300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both"/>
              <w:rPr>
                <w:lang w:eastAsia="ru-RU"/>
              </w:rPr>
            </w:pPr>
            <w:r w:rsidRPr="00D110CC">
              <w:rPr>
                <w:lang w:eastAsia="ru-RU"/>
              </w:rPr>
              <w:t>Водопользование из водо-разборных колонок</w:t>
            </w:r>
          </w:p>
        </w:tc>
        <w:tc>
          <w:tcPr>
            <w:tcW w:w="2100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30</w:t>
            </w:r>
          </w:p>
        </w:tc>
        <w:tc>
          <w:tcPr>
            <w:tcW w:w="1985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438</w:t>
            </w:r>
          </w:p>
        </w:tc>
        <w:tc>
          <w:tcPr>
            <w:tcW w:w="1559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13,1</w:t>
            </w:r>
          </w:p>
        </w:tc>
      </w:tr>
      <w:tr w:rsidR="00CB5D49" w:rsidRPr="005F5742" w:rsidTr="00F846A4">
        <w:trPr>
          <w:trHeight w:val="159"/>
        </w:trPr>
        <w:tc>
          <w:tcPr>
            <w:tcW w:w="67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3</w:t>
            </w:r>
          </w:p>
        </w:tc>
        <w:tc>
          <w:tcPr>
            <w:tcW w:w="300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both"/>
              <w:rPr>
                <w:lang w:eastAsia="ru-RU"/>
              </w:rPr>
            </w:pPr>
            <w:r w:rsidRPr="00D110CC">
              <w:rPr>
                <w:lang w:eastAsia="ru-RU"/>
              </w:rPr>
              <w:t>Полив территории</w:t>
            </w:r>
          </w:p>
        </w:tc>
        <w:tc>
          <w:tcPr>
            <w:tcW w:w="2100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 w:rsidRPr="00D110CC">
              <w:rPr>
                <w:lang w:eastAsia="ru-RU"/>
              </w:rPr>
              <w:t>50</w:t>
            </w:r>
          </w:p>
        </w:tc>
        <w:tc>
          <w:tcPr>
            <w:tcW w:w="1985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835</w:t>
            </w:r>
          </w:p>
        </w:tc>
        <w:tc>
          <w:tcPr>
            <w:tcW w:w="1559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41,7</w:t>
            </w:r>
          </w:p>
        </w:tc>
      </w:tr>
      <w:tr w:rsidR="00CB5D49" w:rsidRPr="005F5742" w:rsidTr="00F846A4">
        <w:tc>
          <w:tcPr>
            <w:tcW w:w="67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004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Неучтенные </w:t>
            </w:r>
            <w:r w:rsidRPr="00D110CC">
              <w:rPr>
                <w:lang w:eastAsia="ru-RU"/>
              </w:rPr>
              <w:t>расходы (5 %)</w:t>
            </w:r>
          </w:p>
        </w:tc>
        <w:tc>
          <w:tcPr>
            <w:tcW w:w="2100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</w:tc>
        <w:tc>
          <w:tcPr>
            <w:tcW w:w="1985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</w:p>
        </w:tc>
        <w:tc>
          <w:tcPr>
            <w:tcW w:w="1559" w:type="dxa"/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5,9</w:t>
            </w:r>
          </w:p>
        </w:tc>
      </w:tr>
      <w:tr w:rsidR="00CB5D49" w:rsidRPr="005F5742" w:rsidTr="00F846A4">
        <w:tc>
          <w:tcPr>
            <w:tcW w:w="674" w:type="dxa"/>
            <w:tcBorders>
              <w:bottom w:val="single" w:sz="4" w:space="0" w:color="000000"/>
            </w:tcBorders>
          </w:tcPr>
          <w:p w:rsidR="00CB5D49" w:rsidRPr="00D110CC" w:rsidRDefault="00CB5D49" w:rsidP="00F846A4">
            <w:pPr>
              <w:spacing w:before="0" w:after="0" w:line="240" w:lineRule="auto"/>
              <w:ind w:left="0" w:firstLine="708"/>
              <w:jc w:val="both"/>
              <w:rPr>
                <w:lang w:eastAsia="ru-RU"/>
              </w:rPr>
            </w:pPr>
          </w:p>
        </w:tc>
        <w:tc>
          <w:tcPr>
            <w:tcW w:w="3004" w:type="dxa"/>
            <w:tcBorders>
              <w:bottom w:val="single" w:sz="4" w:space="0" w:color="000000"/>
            </w:tcBorders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both"/>
              <w:rPr>
                <w:b/>
                <w:bCs/>
                <w:lang w:eastAsia="ru-RU"/>
              </w:rPr>
            </w:pPr>
            <w:r w:rsidRPr="00D110CC">
              <w:rPr>
                <w:b/>
                <w:bCs/>
                <w:lang w:eastAsia="ru-RU"/>
              </w:rPr>
              <w:t>Всего</w:t>
            </w:r>
          </w:p>
        </w:tc>
        <w:tc>
          <w:tcPr>
            <w:tcW w:w="2100" w:type="dxa"/>
            <w:tcBorders>
              <w:bottom w:val="single" w:sz="4" w:space="0" w:color="000000"/>
            </w:tcBorders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985" w:type="dxa"/>
            <w:tcBorders>
              <w:bottom w:val="single" w:sz="4" w:space="0" w:color="000000"/>
            </w:tcBorders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835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CB5D49" w:rsidRPr="00D110CC" w:rsidRDefault="00CB5D49" w:rsidP="00F846A4">
            <w:pPr>
              <w:spacing w:before="0" w:after="0" w:line="240" w:lineRule="auto"/>
              <w:ind w:left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124,2</w:t>
            </w:r>
          </w:p>
        </w:tc>
      </w:tr>
    </w:tbl>
    <w:p w:rsidR="00CB5D49" w:rsidRPr="00D22810" w:rsidRDefault="00CB5D49" w:rsidP="00673BA7">
      <w:pPr>
        <w:pStyle w:val="BodyTextIndent"/>
        <w:tabs>
          <w:tab w:val="num" w:pos="0"/>
        </w:tabs>
        <w:ind w:firstLine="720"/>
        <w:rPr>
          <w:color w:val="000000"/>
        </w:rPr>
      </w:pPr>
      <w:r w:rsidRPr="00D22810">
        <w:rPr>
          <w:color w:val="000000"/>
        </w:rPr>
        <w:t>Водоснабжение промышленных предприятий предлагается осуществлять за счет использования собственных источников.</w:t>
      </w:r>
    </w:p>
    <w:p w:rsidR="00CB5D49" w:rsidRPr="00D22810" w:rsidRDefault="00CB5D49" w:rsidP="00673BA7">
      <w:pPr>
        <w:pStyle w:val="BodyTextIndent"/>
        <w:ind w:firstLine="720"/>
        <w:rPr>
          <w:color w:val="000000"/>
        </w:rPr>
      </w:pPr>
      <w:r w:rsidRPr="00D22810">
        <w:rPr>
          <w:color w:val="000000"/>
        </w:rPr>
        <w:t>Удельное среднесуточное за поливочный с</w:t>
      </w:r>
      <w:bookmarkStart w:id="11" w:name="OCRUncertain028"/>
      <w:r w:rsidRPr="00D22810">
        <w:rPr>
          <w:color w:val="000000"/>
        </w:rPr>
        <w:t>е</w:t>
      </w:r>
      <w:bookmarkEnd w:id="11"/>
      <w:r w:rsidRPr="00D22810">
        <w:rPr>
          <w:color w:val="000000"/>
        </w:rPr>
        <w:t>зон потребление воды на поливку в расчете на одного жителя принимается согласно СП 31.13330.2012 и составляет 60 л/сут. на 1 очередь и расчетный срок.</w:t>
      </w:r>
    </w:p>
    <w:p w:rsidR="00CB5D49" w:rsidRPr="006F0AC8" w:rsidRDefault="00CB5D49" w:rsidP="00673BA7">
      <w:pPr>
        <w:spacing w:line="360" w:lineRule="auto"/>
        <w:ind w:left="0" w:firstLine="567"/>
        <w:jc w:val="both"/>
        <w:rPr>
          <w:color w:val="FF0000"/>
        </w:rPr>
      </w:pPr>
    </w:p>
    <w:p w:rsidR="00CB5D49" w:rsidRDefault="00CB5D49" w:rsidP="00673BA7">
      <w:pPr>
        <w:spacing w:before="0"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</w:p>
    <w:p w:rsidR="00CB5D49" w:rsidRDefault="00CB5D49" w:rsidP="00673BA7">
      <w:pPr>
        <w:spacing w:after="6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Водоотведение</w:t>
      </w:r>
    </w:p>
    <w:p w:rsidR="00CB5D49" w:rsidRPr="00AE4E87" w:rsidRDefault="00CB5D49" w:rsidP="00673BA7">
      <w:pPr>
        <w:spacing w:after="60" w:line="360" w:lineRule="auto"/>
        <w:ind w:left="0" w:firstLine="567"/>
        <w:jc w:val="both"/>
      </w:pPr>
      <w:r w:rsidRPr="00673BA7">
        <w:t xml:space="preserve"> </w:t>
      </w:r>
      <w:r w:rsidRPr="00E9592F">
        <w:t>Основными</w:t>
      </w:r>
      <w:r w:rsidRPr="00AE4E87">
        <w:t xml:space="preserve"> </w:t>
      </w:r>
      <w:r w:rsidRPr="00075EDD">
        <w:rPr>
          <w:b/>
          <w:bCs/>
        </w:rPr>
        <w:t>задачами</w:t>
      </w:r>
      <w:r w:rsidRPr="00AE4E87">
        <w:t xml:space="preserve"> </w:t>
      </w:r>
      <w:r w:rsidRPr="00075EDD">
        <w:t>развития системы водоотведения являются:</w:t>
      </w:r>
    </w:p>
    <w:p w:rsidR="00CB5D49" w:rsidRPr="006C0941" w:rsidRDefault="00CB5D49" w:rsidP="00855A30">
      <w:pPr>
        <w:pStyle w:val="ListParagraph"/>
        <w:numPr>
          <w:ilvl w:val="0"/>
          <w:numId w:val="59"/>
        </w:numPr>
        <w:spacing w:before="0" w:after="0" w:line="360" w:lineRule="auto"/>
        <w:ind w:left="851" w:hanging="284"/>
        <w:jc w:val="both"/>
      </w:pPr>
      <w:r>
        <w:t>обеспечение</w:t>
      </w:r>
      <w:r w:rsidRPr="006C0941">
        <w:t xml:space="preserve"> </w:t>
      </w:r>
      <w:r>
        <w:t xml:space="preserve">автономного </w:t>
      </w:r>
      <w:r w:rsidRPr="006C0941">
        <w:t xml:space="preserve">водоотведения для жителей </w:t>
      </w:r>
      <w:r>
        <w:t xml:space="preserve">МО «Хаврогорское»; </w:t>
      </w:r>
    </w:p>
    <w:p w:rsidR="00CB5D49" w:rsidRDefault="00CB5D49" w:rsidP="00855A30">
      <w:pPr>
        <w:pStyle w:val="ListParagraph"/>
        <w:numPr>
          <w:ilvl w:val="0"/>
          <w:numId w:val="59"/>
        </w:numPr>
        <w:spacing w:before="0" w:after="200" w:line="360" w:lineRule="auto"/>
        <w:ind w:left="851" w:hanging="284"/>
        <w:jc w:val="both"/>
      </w:pPr>
      <w:r w:rsidRPr="00075EDD">
        <w:rPr>
          <w:b/>
          <w:bCs/>
        </w:rPr>
        <w:t>обеспечение</w:t>
      </w:r>
      <w:r w:rsidRPr="006C0941">
        <w:t xml:space="preserve"> доступа к услугам водоотведения потребителей, обеспечение приема бытовых сточных вод частного жилого сектора с целью исключения сброса неочищенных сточных вод</w:t>
      </w:r>
      <w:r>
        <w:t xml:space="preserve"> и загрязнения окружающей среды;</w:t>
      </w:r>
    </w:p>
    <w:p w:rsidR="00CB5D49" w:rsidRDefault="00CB5D49" w:rsidP="004B7F1D">
      <w:pPr>
        <w:spacing w:before="0"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>
        <w:rPr>
          <w:b/>
          <w:bCs/>
        </w:rPr>
        <w:t>Строительство (возведение) объектов (сооружений) централизованного водоотведения не предусматривается.</w:t>
      </w:r>
    </w:p>
    <w:p w:rsidR="00CB5D49" w:rsidRPr="006F0AC8" w:rsidRDefault="00CB5D49" w:rsidP="00C3334C">
      <w:pPr>
        <w:keepNext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Теплоснабжение</w:t>
      </w:r>
    </w:p>
    <w:p w:rsidR="00CB5D49" w:rsidRDefault="00CB5D49" w:rsidP="004B7F1D">
      <w:pPr>
        <w:spacing w:before="0"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>
        <w:rPr>
          <w:b/>
          <w:bCs/>
        </w:rPr>
        <w:t>Строительство (возведение) объектов (сооружений) централизованного теплоснабжения не предусматривается.</w:t>
      </w:r>
    </w:p>
    <w:p w:rsidR="00CB5D49" w:rsidRPr="006F0AC8" w:rsidRDefault="00CB5D49" w:rsidP="00855A30">
      <w:pPr>
        <w:pStyle w:val="BodyTextIndent"/>
        <w:numPr>
          <w:ilvl w:val="0"/>
          <w:numId w:val="25"/>
        </w:numPr>
        <w:tabs>
          <w:tab w:val="clear" w:pos="1440"/>
        </w:tabs>
        <w:ind w:left="1134" w:firstLine="0"/>
        <w:rPr>
          <w:color w:val="FF0000"/>
        </w:rPr>
      </w:pPr>
      <w:r w:rsidRPr="006F0AC8">
        <w:t xml:space="preserve"> </w:t>
      </w:r>
    </w:p>
    <w:p w:rsidR="00CB5D49" w:rsidRPr="006F0AC8" w:rsidRDefault="00CB5D49" w:rsidP="00C3334C">
      <w:pPr>
        <w:keepNext/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Газоснабжение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Застройка МО "</w:t>
      </w:r>
      <w:r>
        <w:rPr>
          <w:color w:val="000000"/>
        </w:rPr>
        <w:t>Хаврогорское</w:t>
      </w:r>
      <w:r w:rsidRPr="006F0AC8">
        <w:rPr>
          <w:color w:val="000000"/>
        </w:rPr>
        <w:t xml:space="preserve">" на данный момент природным (сетевым) </w:t>
      </w:r>
      <w:r w:rsidRPr="006F0AC8">
        <w:rPr>
          <w:b/>
          <w:bCs/>
          <w:color w:val="000000"/>
        </w:rPr>
        <w:t>газом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не обеспечена</w:t>
      </w:r>
      <w:r w:rsidRPr="006F0AC8">
        <w:rPr>
          <w:color w:val="000000"/>
        </w:rPr>
        <w:t>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Потребителями сжиженного газа являются:</w:t>
      </w:r>
    </w:p>
    <w:p w:rsidR="00CB5D49" w:rsidRPr="006F0AC8" w:rsidRDefault="00CB5D49" w:rsidP="00B54C4D">
      <w:pPr>
        <w:numPr>
          <w:ilvl w:val="0"/>
          <w:numId w:val="47"/>
        </w:numPr>
        <w:jc w:val="both"/>
        <w:rPr>
          <w:color w:val="000000"/>
        </w:rPr>
      </w:pPr>
      <w:r w:rsidRPr="006F0AC8">
        <w:rPr>
          <w:color w:val="000000"/>
        </w:rPr>
        <w:t>население;</w:t>
      </w:r>
    </w:p>
    <w:p w:rsidR="00CB5D49" w:rsidRPr="006F0AC8" w:rsidRDefault="00CB5D49" w:rsidP="00B54C4D">
      <w:pPr>
        <w:numPr>
          <w:ilvl w:val="0"/>
          <w:numId w:val="47"/>
        </w:numPr>
        <w:jc w:val="both"/>
        <w:rPr>
          <w:color w:val="000000"/>
        </w:rPr>
      </w:pPr>
      <w:r w:rsidRPr="006F0AC8">
        <w:rPr>
          <w:color w:val="000000"/>
        </w:rPr>
        <w:t>промышленные предприятия и прочие потребители.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Согласно Генеральной схеме газоснабжения и газификации Архангельской области, намечается газификация ряда поселений Холмогорского муниципального района, газоснабжение МО "</w:t>
      </w:r>
      <w:r>
        <w:rPr>
          <w:color w:val="000000"/>
        </w:rPr>
        <w:t>Хаврогорское</w:t>
      </w:r>
      <w:r w:rsidRPr="006F0AC8">
        <w:rPr>
          <w:color w:val="000000"/>
        </w:rPr>
        <w:t xml:space="preserve">" природным газом </w:t>
      </w:r>
      <w:r w:rsidRPr="006F0AC8">
        <w:rPr>
          <w:b/>
          <w:bCs/>
          <w:color w:val="000000"/>
        </w:rPr>
        <w:t>не намечается</w:t>
      </w:r>
      <w:r w:rsidRPr="006F0AC8">
        <w:rPr>
          <w:color w:val="000000"/>
        </w:rPr>
        <w:t>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Источником газоснабжения предусматривается сжиженный газ.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СУГ </w:t>
      </w:r>
      <w:r w:rsidRPr="006F0AC8">
        <w:rPr>
          <w:b/>
          <w:bCs/>
          <w:color w:val="000000"/>
        </w:rPr>
        <w:t>предлагается использовать</w:t>
      </w:r>
      <w:r w:rsidRPr="006F0AC8">
        <w:rPr>
          <w:color w:val="000000"/>
        </w:rPr>
        <w:t xml:space="preserve"> для нужд населения (пищеприготовление, горячее водоснабжение, животноводчество), заправки автотранспорта, на мелких предприятиях и учреждениях культурно-бытового и коммунального обслуживания, удовлетворения некоторых производственных потребностей сельского хозяйства (резка и сварка металла, лабораторные нужды и прочее).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Согласно Методике «Расчет норм потребления сжиженного углеводородного газа населением при отсутствии приборов учета газа», утвержденной приказом Министерства регионального развития РФ № 340 от 15.08.2009 г., расход СУГ населением района, при наличии в квартире газовой плиты и газового водонагревателя (при отсутствии централизованного горячего водоснабжения), составит 2,9 тыс. тонн/год.</w:t>
      </w:r>
    </w:p>
    <w:p w:rsidR="00CB5D49" w:rsidRPr="006F0AC8" w:rsidRDefault="00CB5D49" w:rsidP="00C3334C">
      <w:pPr>
        <w:ind w:left="0"/>
        <w:jc w:val="both"/>
        <w:rPr>
          <w:color w:val="FF0000"/>
        </w:rPr>
      </w:pPr>
    </w:p>
    <w:p w:rsidR="00CB5D49" w:rsidRPr="006F0AC8" w:rsidRDefault="00CB5D49" w:rsidP="00C3334C">
      <w:pPr>
        <w:keepNext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Электроснабжение</w:t>
      </w:r>
    </w:p>
    <w:p w:rsidR="00CB5D49" w:rsidRPr="00BF291E" w:rsidRDefault="00CB5D49" w:rsidP="00BF291E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Основным потребителем электрической энергии на территории является население, а также промышленные потребители.</w:t>
      </w:r>
    </w:p>
    <w:p w:rsidR="00CB5D49" w:rsidRDefault="00CB5D49" w:rsidP="00BF291E">
      <w:pPr>
        <w:spacing w:line="360" w:lineRule="auto"/>
        <w:ind w:left="0" w:firstLine="567"/>
        <w:jc w:val="both"/>
        <w:rPr>
          <w:color w:val="000000"/>
        </w:rPr>
      </w:pPr>
      <w:r w:rsidRPr="00BF291E">
        <w:rPr>
          <w:b/>
          <w:bCs/>
          <w:i/>
          <w:iCs/>
          <w:color w:val="000000"/>
        </w:rPr>
        <w:t>Направления развития</w:t>
      </w:r>
      <w:r w:rsidRPr="00FF17C6">
        <w:rPr>
          <w:color w:val="000000"/>
        </w:rPr>
        <w:t xml:space="preserve"> объектов электроснабжения на территории связаны с </w:t>
      </w:r>
      <w:r w:rsidRPr="00FF17C6">
        <w:rPr>
          <w:b/>
          <w:bCs/>
          <w:color w:val="000000"/>
        </w:rPr>
        <w:t>модернизацией и реконструкцией</w:t>
      </w:r>
      <w:r w:rsidRPr="00FF17C6">
        <w:rPr>
          <w:color w:val="000000"/>
        </w:rPr>
        <w:t xml:space="preserve"> существующих объектов электросетевого комплекса.</w:t>
      </w:r>
    </w:p>
    <w:p w:rsidR="00CB5D49" w:rsidRPr="00846BAB" w:rsidRDefault="00CB5D49" w:rsidP="00BF291E">
      <w:pPr>
        <w:spacing w:before="0" w:after="0" w:line="360" w:lineRule="auto"/>
        <w:ind w:left="0" w:firstLine="567"/>
        <w:jc w:val="both"/>
      </w:pPr>
      <w:r w:rsidRPr="00BF291E">
        <w:rPr>
          <w:b/>
          <w:bCs/>
          <w:i/>
          <w:iCs/>
        </w:rPr>
        <w:t>Развитие</w:t>
      </w:r>
      <w:r w:rsidRPr="00846BAB">
        <w:t xml:space="preserve"> электроэнергетики будет осуществляться в следующих </w:t>
      </w:r>
      <w:r w:rsidRPr="00846BAB">
        <w:rPr>
          <w:b/>
          <w:bCs/>
        </w:rPr>
        <w:t>направлениях</w:t>
      </w:r>
      <w:r w:rsidRPr="00846BAB">
        <w:t>:</w:t>
      </w:r>
    </w:p>
    <w:p w:rsidR="00CB5D49" w:rsidRPr="00527CA8" w:rsidRDefault="00CB5D49" w:rsidP="00B54C4D">
      <w:pPr>
        <w:pStyle w:val="ListParagraph"/>
        <w:numPr>
          <w:ilvl w:val="0"/>
          <w:numId w:val="56"/>
        </w:numPr>
        <w:spacing w:before="0" w:after="0" w:line="360" w:lineRule="auto"/>
        <w:jc w:val="both"/>
      </w:pPr>
      <w:r w:rsidRPr="00527CA8">
        <w:t>реализация инвестиционных проектов в сфере генерации электроэнергетики;</w:t>
      </w:r>
    </w:p>
    <w:p w:rsidR="00CB5D49" w:rsidRPr="00527CA8" w:rsidRDefault="00CB5D49" w:rsidP="00B54C4D">
      <w:pPr>
        <w:pStyle w:val="ListParagraph"/>
        <w:numPr>
          <w:ilvl w:val="0"/>
          <w:numId w:val="56"/>
        </w:numPr>
        <w:spacing w:before="0" w:after="0" w:line="360" w:lineRule="auto"/>
        <w:jc w:val="both"/>
      </w:pPr>
      <w:r w:rsidRPr="00527CA8">
        <w:t>ликвидация дефицита генерирующих и сетевых мощностей, доступность подключения независимых производителей электроэнергии к распределительным сетям;</w:t>
      </w:r>
    </w:p>
    <w:p w:rsidR="00CB5D49" w:rsidRPr="00527CA8" w:rsidRDefault="00CB5D49" w:rsidP="00B54C4D">
      <w:pPr>
        <w:pStyle w:val="ListParagraph"/>
        <w:numPr>
          <w:ilvl w:val="0"/>
          <w:numId w:val="56"/>
        </w:numPr>
        <w:spacing w:before="0" w:after="0" w:line="360" w:lineRule="auto"/>
        <w:jc w:val="both"/>
      </w:pPr>
      <w:r w:rsidRPr="00527CA8">
        <w:t>повышение управляемости, пропускной способности и протяженности электрических сетей, внедрение автоматизированных систем коммерческого учета и управления режимами и параметрами работы энергооборудования, достижение гибкости в формировании и перераспределении потоков электроэнергии, совершенствование отдельных элементов аварийной защиты и диспетчеризации в электроснабжающих организациях.</w:t>
      </w:r>
    </w:p>
    <w:p w:rsidR="00CB5D49" w:rsidRPr="00527CA8" w:rsidRDefault="00CB5D49" w:rsidP="00B54C4D">
      <w:pPr>
        <w:pStyle w:val="ListParagraph"/>
        <w:numPr>
          <w:ilvl w:val="0"/>
          <w:numId w:val="56"/>
        </w:numPr>
        <w:spacing w:before="0" w:after="0" w:line="360" w:lineRule="auto"/>
        <w:jc w:val="both"/>
        <w:rPr>
          <w:color w:val="000000"/>
        </w:rPr>
      </w:pPr>
      <w:r>
        <w:rPr>
          <w:color w:val="000000"/>
        </w:rPr>
        <w:t>н</w:t>
      </w:r>
      <w:r w:rsidRPr="00527CA8">
        <w:rPr>
          <w:color w:val="000000"/>
        </w:rPr>
        <w:t xml:space="preserve">амечается широкое </w:t>
      </w:r>
      <w:r w:rsidRPr="00527CA8">
        <w:rPr>
          <w:b/>
          <w:bCs/>
          <w:color w:val="000000"/>
        </w:rPr>
        <w:t>внедрение</w:t>
      </w:r>
      <w:r w:rsidRPr="00527CA8">
        <w:rPr>
          <w:color w:val="000000"/>
        </w:rPr>
        <w:t xml:space="preserve"> передовых энергосберегающих технологий (новые строительные материалы, фотоэлементы).</w:t>
      </w:r>
    </w:p>
    <w:p w:rsidR="00CB5D49" w:rsidRDefault="00CB5D49" w:rsidP="00BF291E">
      <w:pPr>
        <w:spacing w:before="0" w:after="0" w:line="360" w:lineRule="auto"/>
        <w:ind w:left="0" w:firstLine="567"/>
        <w:jc w:val="both"/>
        <w:rPr>
          <w:color w:val="000000"/>
        </w:rPr>
      </w:pPr>
    </w:p>
    <w:p w:rsidR="00CB5D49" w:rsidRDefault="00CB5D49" w:rsidP="00BF291E">
      <w:pPr>
        <w:spacing w:before="0" w:after="0" w:line="360" w:lineRule="auto"/>
        <w:ind w:left="0" w:firstLine="567"/>
        <w:jc w:val="both"/>
        <w:rPr>
          <w:color w:val="000000"/>
        </w:rPr>
      </w:pPr>
      <w:r w:rsidRPr="00886006">
        <w:rPr>
          <w:b/>
          <w:bCs/>
          <w:color w:val="000000"/>
        </w:rPr>
        <w:t>Проектные решения</w:t>
      </w:r>
      <w:r>
        <w:rPr>
          <w:color w:val="000000"/>
        </w:rPr>
        <w:t xml:space="preserve"> в области электроснабжения связаны со следующим:</w:t>
      </w:r>
    </w:p>
    <w:p w:rsidR="00CB5D49" w:rsidRPr="00BF291E" w:rsidRDefault="00CB5D49" w:rsidP="00B54C4D">
      <w:pPr>
        <w:pStyle w:val="ListParagraph"/>
        <w:numPr>
          <w:ilvl w:val="0"/>
          <w:numId w:val="55"/>
        </w:numPr>
        <w:spacing w:before="0" w:after="0" w:line="360" w:lineRule="auto"/>
        <w:jc w:val="both"/>
      </w:pPr>
      <w:r w:rsidRPr="00BF291E">
        <w:rPr>
          <w:b/>
          <w:bCs/>
          <w:i/>
          <w:iCs/>
        </w:rPr>
        <w:t>Реконструкция</w:t>
      </w:r>
      <w:r>
        <w:t xml:space="preserve"> ПС № 73 "Хаврогорская"</w:t>
      </w:r>
      <w:r>
        <w:rPr>
          <w:color w:val="000000"/>
        </w:rPr>
        <w:t>;</w:t>
      </w:r>
    </w:p>
    <w:p w:rsidR="00CB5D49" w:rsidRDefault="00CB5D49" w:rsidP="00B54C4D">
      <w:pPr>
        <w:pStyle w:val="ListParagraph"/>
        <w:numPr>
          <w:ilvl w:val="0"/>
          <w:numId w:val="55"/>
        </w:numPr>
        <w:spacing w:before="0" w:after="0" w:line="360" w:lineRule="auto"/>
        <w:jc w:val="both"/>
        <w:rPr>
          <w:color w:val="000000"/>
        </w:rPr>
      </w:pPr>
      <w:r w:rsidRPr="00BF291E">
        <w:rPr>
          <w:b/>
          <w:bCs/>
          <w:i/>
          <w:iCs/>
          <w:color w:val="000000"/>
        </w:rPr>
        <w:t>Реконструкция</w:t>
      </w:r>
      <w:r w:rsidRPr="00405C1A">
        <w:rPr>
          <w:color w:val="000000"/>
        </w:rPr>
        <w:t xml:space="preserve"> изношенных сетей 10(6)/0,4 кВ</w:t>
      </w:r>
      <w:r>
        <w:rPr>
          <w:color w:val="000000"/>
        </w:rPr>
        <w:t>.</w:t>
      </w:r>
    </w:p>
    <w:p w:rsidR="00CB5D49" w:rsidRPr="006F0AC8" w:rsidRDefault="00CB5D49" w:rsidP="00C3334C">
      <w:pPr>
        <w:spacing w:before="0" w:after="0" w:line="360" w:lineRule="auto"/>
        <w:ind w:left="0" w:firstLine="567"/>
        <w:jc w:val="both"/>
        <w:rPr>
          <w:color w:val="FF0000"/>
        </w:rPr>
      </w:pPr>
    </w:p>
    <w:p w:rsidR="00CB5D49" w:rsidRPr="006F0AC8" w:rsidRDefault="00CB5D49" w:rsidP="00C3334C">
      <w:pPr>
        <w:keepNext/>
        <w:spacing w:before="0"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Телефонная связь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Телефонная связь - это основной вид связи, организованный по линиям телефонной сети. Потребителями телефонной связи являются абоненты квартирного и общественного секторов.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Основным поставщиком услуг стационарной телефонной связи на территории МО  является Архангельский филиал ОАО «Северо-Западный Телеком», имеющий на своем балансе городские и сельские АТС.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Для определения общего количества телефонных аппаратов на </w:t>
      </w:r>
      <w:r w:rsidRPr="006F0AC8">
        <w:rPr>
          <w:b/>
          <w:bCs/>
          <w:color w:val="000000"/>
        </w:rPr>
        <w:t>перспективу</w:t>
      </w:r>
      <w:r w:rsidRPr="006F0AC8">
        <w:rPr>
          <w:color w:val="000000"/>
        </w:rPr>
        <w:t xml:space="preserve"> при условии полного удовлетворения населения и народного хозяйства в телефонной связи общего пользования, в соответствии с нормативными документами были использованы рациональные нормы потребления средств и услуг телефонной связи: </w:t>
      </w:r>
    </w:p>
    <w:p w:rsidR="00CB5D49" w:rsidRPr="006F0AC8" w:rsidRDefault="00CB5D49" w:rsidP="00855A30">
      <w:pPr>
        <w:numPr>
          <w:ilvl w:val="0"/>
          <w:numId w:val="26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для населения – 1 телефон на семью;</w:t>
      </w:r>
    </w:p>
    <w:p w:rsidR="00CB5D49" w:rsidRPr="006F0AC8" w:rsidRDefault="00CB5D49" w:rsidP="00855A30">
      <w:pPr>
        <w:numPr>
          <w:ilvl w:val="0"/>
          <w:numId w:val="26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для народного хозяйства – 20 % от квартирного сектора;</w:t>
      </w:r>
    </w:p>
    <w:p w:rsidR="00CB5D49" w:rsidRPr="006F0AC8" w:rsidRDefault="00CB5D49" w:rsidP="00855A30">
      <w:pPr>
        <w:numPr>
          <w:ilvl w:val="0"/>
          <w:numId w:val="26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четыре ТА (телефона автомата) - на  1 000 жителей.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Для обеспечения потребителей средствами телефонной связи общего пользования и различными средствами телекоммуникаций проектом предусматривается </w:t>
      </w:r>
      <w:r w:rsidRPr="006F0AC8">
        <w:rPr>
          <w:b/>
          <w:bCs/>
          <w:color w:val="000000"/>
        </w:rPr>
        <w:t>создание</w:t>
      </w:r>
      <w:r w:rsidRPr="006F0AC8">
        <w:rPr>
          <w:color w:val="000000"/>
        </w:rPr>
        <w:t xml:space="preserve"> современной системы связи для предоставления всевозможных услуг: выход на междугородние и международные линии связи, обеспечение Internet-канала, передача данных и прочее.</w:t>
      </w:r>
    </w:p>
    <w:p w:rsidR="00CB5D49" w:rsidRPr="006F0AC8" w:rsidRDefault="00CB5D49" w:rsidP="00C3334C">
      <w:pPr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C3334C">
      <w:pPr>
        <w:keepNext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Связь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Территория МО «</w:t>
      </w:r>
      <w:r>
        <w:rPr>
          <w:color w:val="000000"/>
        </w:rPr>
        <w:t>Хаврогорское</w:t>
      </w:r>
      <w:r w:rsidRPr="006F0AC8">
        <w:rPr>
          <w:color w:val="000000"/>
        </w:rPr>
        <w:t>» охвачена мобильной связью операторов «МегаФон», «МТС», «БиЛайн» и "ТЕЛЕ-2".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Необходимо </w:t>
      </w:r>
      <w:r w:rsidRPr="006F0AC8">
        <w:rPr>
          <w:b/>
          <w:bCs/>
          <w:color w:val="000000"/>
        </w:rPr>
        <w:t>предусмотреть</w:t>
      </w:r>
      <w:r w:rsidRPr="006F0AC8">
        <w:rPr>
          <w:color w:val="000000"/>
        </w:rPr>
        <w:t xml:space="preserve"> следующее:</w:t>
      </w:r>
    </w:p>
    <w:p w:rsidR="00CB5D49" w:rsidRPr="006F0AC8" w:rsidRDefault="00CB5D49" w:rsidP="00855A30">
      <w:pPr>
        <w:pStyle w:val="ListParagraph"/>
        <w:numPr>
          <w:ilvl w:val="0"/>
          <w:numId w:val="51"/>
        </w:numPr>
        <w:tabs>
          <w:tab w:val="num" w:pos="360"/>
          <w:tab w:val="num" w:pos="540"/>
        </w:tabs>
        <w:spacing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перевод аналогового оборудования АТС на цифровое станционное с использованием, по возможности, оптико-волоконных линейных сооружений;</w:t>
      </w:r>
    </w:p>
    <w:p w:rsidR="00CB5D49" w:rsidRPr="006F0AC8" w:rsidRDefault="00CB5D49" w:rsidP="00855A30">
      <w:pPr>
        <w:numPr>
          <w:ilvl w:val="0"/>
          <w:numId w:val="51"/>
        </w:numPr>
        <w:tabs>
          <w:tab w:val="num" w:pos="540"/>
        </w:tabs>
        <w:spacing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расширение существующих АТС, емкостей которых недостаточно для обеспечения телефонной связью новых абонентов на прилегающих территориях;</w:t>
      </w:r>
    </w:p>
    <w:p w:rsidR="00CB5D49" w:rsidRPr="006F0AC8" w:rsidRDefault="00CB5D49" w:rsidP="00855A30">
      <w:pPr>
        <w:numPr>
          <w:ilvl w:val="0"/>
          <w:numId w:val="51"/>
        </w:numPr>
        <w:tabs>
          <w:tab w:val="num" w:pos="540"/>
        </w:tabs>
        <w:spacing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строительство АТС в новых жилых районах и населенных пунктах, не имеющих выхода в телефонную сеть связи общего пользования;</w:t>
      </w:r>
    </w:p>
    <w:p w:rsidR="00CB5D49" w:rsidRPr="006F0AC8" w:rsidRDefault="00CB5D49" w:rsidP="00855A30">
      <w:pPr>
        <w:numPr>
          <w:ilvl w:val="0"/>
          <w:numId w:val="51"/>
        </w:numPr>
        <w:tabs>
          <w:tab w:val="num" w:pos="540"/>
        </w:tabs>
        <w:spacing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развитие сети Internet.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Основные этапы развития сотовой связи:</w:t>
      </w:r>
    </w:p>
    <w:p w:rsidR="00CB5D49" w:rsidRPr="006F0AC8" w:rsidRDefault="00CB5D49" w:rsidP="00855A30">
      <w:pPr>
        <w:numPr>
          <w:ilvl w:val="0"/>
          <w:numId w:val="27"/>
        </w:numPr>
        <w:tabs>
          <w:tab w:val="clear" w:pos="1429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Строительство новых базовых станций и расширение зоны охвата территории.</w:t>
      </w:r>
    </w:p>
    <w:p w:rsidR="00CB5D49" w:rsidRPr="006F0AC8" w:rsidRDefault="00CB5D49" w:rsidP="00855A30">
      <w:pPr>
        <w:numPr>
          <w:ilvl w:val="0"/>
          <w:numId w:val="27"/>
        </w:numPr>
        <w:tabs>
          <w:tab w:val="clear" w:pos="1429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Выравнивание зон покрытия всех сотовых операторов. </w:t>
      </w:r>
    </w:p>
    <w:p w:rsidR="00CB5D49" w:rsidRPr="006F0AC8" w:rsidRDefault="00CB5D49" w:rsidP="00855A30">
      <w:pPr>
        <w:numPr>
          <w:ilvl w:val="0"/>
          <w:numId w:val="27"/>
        </w:numPr>
        <w:tabs>
          <w:tab w:val="clear" w:pos="1429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Снижение тарифов и дальнейшее расширение дополнительных мобильных сервисов.</w:t>
      </w:r>
    </w:p>
    <w:p w:rsidR="00CB5D49" w:rsidRPr="00BB2034" w:rsidRDefault="00CB5D49" w:rsidP="00855A30">
      <w:pPr>
        <w:numPr>
          <w:ilvl w:val="0"/>
          <w:numId w:val="27"/>
        </w:numPr>
        <w:tabs>
          <w:tab w:val="clear" w:pos="1429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Создание сетей сотовой связи следующего поколения (</w:t>
      </w:r>
      <w:r w:rsidRPr="006F0AC8">
        <w:rPr>
          <w:color w:val="000000"/>
          <w:lang w:val="en-US"/>
        </w:rPr>
        <w:t>LTE</w:t>
      </w:r>
      <w:r w:rsidRPr="006F0AC8">
        <w:rPr>
          <w:color w:val="000000"/>
        </w:rPr>
        <w:t>), на основе существующей инфраструктуры</w:t>
      </w:r>
      <w:r>
        <w:rPr>
          <w:color w:val="000000"/>
        </w:rPr>
        <w:t xml:space="preserve"> базовых станций и коммутаторов.</w:t>
      </w:r>
    </w:p>
    <w:p w:rsidR="00CB5D49" w:rsidRDefault="00CB5D49" w:rsidP="00C3334C">
      <w:pPr>
        <w:keepNext/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</w:p>
    <w:p w:rsidR="00CB5D49" w:rsidRPr="006F0AC8" w:rsidRDefault="00CB5D49" w:rsidP="00C3334C">
      <w:pPr>
        <w:keepNext/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Радиофикация и телевидение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Перспективным развитием телевидения является переход на цифровое вещание. Для охвата большей части цифровым телевещанием и трансляции федеральных и региональных TV программ потребуется развитие сети телевизионных станций и установка ретрансляторов TV с цифровыми передатчиками необходимых мощностей. На переходном этапе необходимо сохранять телевещание в аналоговом стандарте.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Для расширения количества принимаемых телевизионных каналов возможна организация в населенных пунктах систем кабельного телевидения с приемом TV программ спутникового телевидения.</w:t>
      </w:r>
    </w:p>
    <w:p w:rsidR="00CB5D49" w:rsidRPr="006F0AC8" w:rsidRDefault="00CB5D49" w:rsidP="00277D2D">
      <w:pPr>
        <w:spacing w:line="360" w:lineRule="auto"/>
        <w:ind w:left="0"/>
        <w:jc w:val="both"/>
        <w:rPr>
          <w:b/>
          <w:bCs/>
          <w:color w:val="FF0000"/>
        </w:rPr>
      </w:pPr>
    </w:p>
    <w:p w:rsidR="00CB5D49" w:rsidRPr="006F0AC8" w:rsidRDefault="00CB5D49" w:rsidP="00277D2D">
      <w:pPr>
        <w:spacing w:line="360" w:lineRule="auto"/>
        <w:ind w:left="0" w:firstLine="567"/>
        <w:jc w:val="both"/>
        <w:rPr>
          <w:b/>
          <w:bCs/>
          <w:color w:val="FF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12" w:name="_Toc496259793"/>
      <w:r w:rsidRPr="006F0AC8">
        <w:t>3.3. Мероприятия по сохранению объектов культурного наследия</w:t>
      </w:r>
      <w:bookmarkEnd w:id="12"/>
    </w:p>
    <w:p w:rsidR="00CB5D49" w:rsidRPr="00CF2676" w:rsidRDefault="00CB5D49" w:rsidP="00BB2034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CF2676">
        <w:rPr>
          <w:b/>
          <w:bCs/>
          <w:color w:val="000000"/>
        </w:rPr>
        <w:t>К основным мероприятиям по сохранению объектов культурного наследия на территории МО относятся:</w:t>
      </w:r>
    </w:p>
    <w:p w:rsidR="00CB5D49" w:rsidRPr="00CF2676" w:rsidRDefault="00CB5D49" w:rsidP="00BB2034">
      <w:pPr>
        <w:tabs>
          <w:tab w:val="left" w:pos="1575"/>
        </w:tabs>
        <w:spacing w:after="0" w:line="360" w:lineRule="auto"/>
        <w:ind w:left="0" w:firstLine="567"/>
        <w:jc w:val="both"/>
        <w:rPr>
          <w:color w:val="000000"/>
          <w:u w:val="single"/>
        </w:rPr>
      </w:pPr>
      <w:r w:rsidRPr="00CF2676">
        <w:rPr>
          <w:color w:val="000000"/>
        </w:rPr>
        <w:t>Государственная охрана объектов культурного наследия регулируется Федеральным законом от 25.06.2002 г. № 73-ФЗ «Об объектах культурного наследия (памятниках истории и культуры) народов Российской Федерации».</w:t>
      </w:r>
    </w:p>
    <w:p w:rsidR="00CB5D49" w:rsidRDefault="00CB5D49" w:rsidP="00BB2034">
      <w:pPr>
        <w:spacing w:line="360" w:lineRule="auto"/>
        <w:ind w:left="0" w:firstLine="567"/>
        <w:jc w:val="both"/>
        <w:rPr>
          <w:color w:val="000000"/>
        </w:rPr>
      </w:pPr>
      <w:r w:rsidRPr="00CF2676">
        <w:rPr>
          <w:color w:val="000000"/>
        </w:rPr>
        <w:t xml:space="preserve">В целях обеспечения сохранности объекта культурного наследия в его исторической среде на сопряженной с ним территории (ограниченной а плане от его границ, как правило, двойной высотой объекта) устанавливается до разработки проекта зон охраны </w:t>
      </w:r>
      <w:r w:rsidRPr="00CF2676">
        <w:rPr>
          <w:b/>
          <w:bCs/>
          <w:color w:val="000000"/>
        </w:rPr>
        <w:t>временные</w:t>
      </w:r>
      <w:r w:rsidRPr="00CF2676">
        <w:rPr>
          <w:color w:val="000000"/>
        </w:rPr>
        <w:t xml:space="preserve"> </w:t>
      </w:r>
      <w:r w:rsidRPr="00CF2676">
        <w:rPr>
          <w:b/>
          <w:bCs/>
          <w:color w:val="000000"/>
        </w:rPr>
        <w:t>зоны охраны</w:t>
      </w:r>
      <w:r w:rsidRPr="00CF2676">
        <w:rPr>
          <w:color w:val="000000"/>
        </w:rPr>
        <w:t>, в границах которых запрещается любое строительство и хозяйственная деятельность за исключением специальных мероприятий, направленных на сохранение (регенерацию) историко-градостроительной или природной среды.</w:t>
      </w:r>
    </w:p>
    <w:p w:rsidR="00CB5D49" w:rsidRPr="00CF2676" w:rsidRDefault="00CB5D49" w:rsidP="00BB2034">
      <w:pPr>
        <w:spacing w:line="360" w:lineRule="auto"/>
        <w:ind w:left="0" w:firstLine="567"/>
        <w:jc w:val="both"/>
        <w:rPr>
          <w:color w:val="000000"/>
        </w:rPr>
      </w:pPr>
      <w:r w:rsidRPr="006F0131">
        <w:rPr>
          <w:color w:val="000000"/>
        </w:rPr>
        <w:t xml:space="preserve">Для сохранения </w:t>
      </w:r>
      <w:r w:rsidRPr="006F0131">
        <w:rPr>
          <w:b/>
          <w:bCs/>
          <w:color w:val="000000"/>
        </w:rPr>
        <w:t>памятников истории</w:t>
      </w:r>
      <w:r w:rsidRPr="006F0131">
        <w:rPr>
          <w:color w:val="000000"/>
        </w:rPr>
        <w:t xml:space="preserve"> устанавливаются </w:t>
      </w:r>
      <w:r w:rsidRPr="006F0131">
        <w:rPr>
          <w:b/>
          <w:bCs/>
          <w:color w:val="000000"/>
        </w:rPr>
        <w:t>временные границы зон охраны</w:t>
      </w:r>
      <w:r w:rsidRPr="006F0131">
        <w:rPr>
          <w:color w:val="000000"/>
        </w:rPr>
        <w:t xml:space="preserve"> в размере 60 м от памятника по всему его периметру.</w:t>
      </w:r>
    </w:p>
    <w:p w:rsidR="00CB5D49" w:rsidRPr="006F0AC8" w:rsidRDefault="00CB5D49" w:rsidP="00A7051B">
      <w:pPr>
        <w:spacing w:line="360" w:lineRule="auto"/>
        <w:ind w:left="0" w:firstLine="567"/>
        <w:jc w:val="both"/>
        <w:rPr>
          <w:color w:val="000000"/>
        </w:rPr>
      </w:pPr>
    </w:p>
    <w:p w:rsidR="00CB5D49" w:rsidRPr="006F0AC8" w:rsidRDefault="00CB5D49" w:rsidP="00ED34B4">
      <w:pPr>
        <w:spacing w:line="360" w:lineRule="auto"/>
        <w:ind w:left="0"/>
        <w:jc w:val="both"/>
        <w:rPr>
          <w:color w:val="00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13" w:name="_Toc496259794"/>
      <w:r w:rsidRPr="006F0AC8">
        <w:t>3.4. Мероприятия по развитию рекреационных зон, размещению объектов по обслуживанию туристов</w:t>
      </w:r>
      <w:bookmarkEnd w:id="13"/>
    </w:p>
    <w:p w:rsidR="00CB5D49" w:rsidRPr="006F0AC8" w:rsidRDefault="00CB5D49" w:rsidP="00C3334C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Перспективное развитие туристско-рекреационной деятельности осуществляется в Архангельской области и в МО «Холмогорский муниципальный район» в соответствии с концепцией развития туризма, определенными соответствующими ДЦП «Развитие внутреннего и въездного туризма в Архангельской области» и целевыми программами.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Обширные лесные пространства, благоприятные экологическая среда и климатические условия, живописные ландшафты берегов рек и озер, историко-культурное наследие позволяют формировать туристско-рекреационное направление развития, ориентированное как на внутренние, так и на внешние потребности.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Основной </w:t>
      </w:r>
      <w:r w:rsidRPr="006F0AC8">
        <w:rPr>
          <w:b/>
          <w:bCs/>
          <w:color w:val="000000"/>
        </w:rPr>
        <w:t>задачей</w:t>
      </w:r>
      <w:r w:rsidRPr="006F0AC8">
        <w:rPr>
          <w:color w:val="000000"/>
        </w:rPr>
        <w:t xml:space="preserve"> развития туризма является </w:t>
      </w:r>
      <w:r w:rsidRPr="006F0AC8">
        <w:rPr>
          <w:b/>
          <w:bCs/>
          <w:color w:val="000000"/>
        </w:rPr>
        <w:t>формирование</w:t>
      </w:r>
      <w:r w:rsidRPr="006F0AC8">
        <w:rPr>
          <w:color w:val="000000"/>
        </w:rPr>
        <w:t xml:space="preserve"> современной нормативно-правовой базы туризма, поддержка развития предпринимательства, в сфере туризма, прежде всего, малого и среднего предпринимательства, стимулирование развития материальной базы туризма путем привлечения инвестиций для реконструкции и создания новых объектов туризма.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Исходя из имеющегося ресурсного потенциала, территория перспективна для кратковременной рекреации местного населения и туристско-рекреационной деятельности с развитием следующих видов туризма:</w:t>
      </w:r>
    </w:p>
    <w:p w:rsidR="00CB5D49" w:rsidRPr="006F0AC8" w:rsidRDefault="00CB5D49" w:rsidP="00855A30">
      <w:pPr>
        <w:pStyle w:val="ListParagraph"/>
        <w:numPr>
          <w:ilvl w:val="0"/>
          <w:numId w:val="2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культурно-познавательный туризм;</w:t>
      </w:r>
    </w:p>
    <w:p w:rsidR="00CB5D49" w:rsidRPr="006F0AC8" w:rsidRDefault="00CB5D49" w:rsidP="00855A30">
      <w:pPr>
        <w:pStyle w:val="ListParagraph"/>
        <w:numPr>
          <w:ilvl w:val="0"/>
          <w:numId w:val="2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экологический и природный туризм;</w:t>
      </w:r>
    </w:p>
    <w:p w:rsidR="00CB5D49" w:rsidRPr="006F0AC8" w:rsidRDefault="00CB5D49" w:rsidP="00855A30">
      <w:pPr>
        <w:pStyle w:val="ListParagraph"/>
        <w:numPr>
          <w:ilvl w:val="0"/>
          <w:numId w:val="2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сельский туризм;</w:t>
      </w:r>
    </w:p>
    <w:p w:rsidR="00CB5D49" w:rsidRPr="006F0AC8" w:rsidRDefault="00CB5D49" w:rsidP="00855A30">
      <w:pPr>
        <w:pStyle w:val="ListParagraph"/>
        <w:numPr>
          <w:ilvl w:val="0"/>
          <w:numId w:val="2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охотничье-рыболовный туризм;</w:t>
      </w:r>
    </w:p>
    <w:p w:rsidR="00CB5D49" w:rsidRPr="006F0AC8" w:rsidRDefault="00CB5D49" w:rsidP="00855A30">
      <w:pPr>
        <w:pStyle w:val="ListParagraph"/>
        <w:numPr>
          <w:ilvl w:val="0"/>
          <w:numId w:val="29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событийный туризм.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Необходимо дальнейшее развитие придорожного сервиса, торговли, общественного питания. Необходимо совершенствование туристического обслуживания и предоставление дополнительных услуг (производство сувенирной продукции, развитие традиционных ремесел, кухни).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b/>
          <w:bCs/>
        </w:rPr>
      </w:pPr>
      <w:r w:rsidRPr="006F0AC8">
        <w:rPr>
          <w:b/>
          <w:bCs/>
        </w:rPr>
        <w:t>Проектные решения: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Рекомендуемые</w:t>
      </w:r>
      <w:r w:rsidRPr="006F0AC8">
        <w:rPr>
          <w:color w:val="000000"/>
        </w:rPr>
        <w:t xml:space="preserve"> проектом мероприятия в области рекреационной деятельности:</w:t>
      </w:r>
    </w:p>
    <w:p w:rsidR="00CB5D49" w:rsidRPr="006F0AC8" w:rsidRDefault="00CB5D49" w:rsidP="00855A30">
      <w:pPr>
        <w:numPr>
          <w:ilvl w:val="0"/>
          <w:numId w:val="28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создание центров народного быта;</w:t>
      </w:r>
    </w:p>
    <w:p w:rsidR="00CB5D49" w:rsidRPr="006F0AC8" w:rsidRDefault="00CB5D49" w:rsidP="00855A30">
      <w:pPr>
        <w:numPr>
          <w:ilvl w:val="0"/>
          <w:numId w:val="28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организация рекреационных зон;</w:t>
      </w:r>
    </w:p>
    <w:p w:rsidR="00CB5D49" w:rsidRPr="006F0AC8" w:rsidRDefault="00CB5D49" w:rsidP="00855A30">
      <w:pPr>
        <w:numPr>
          <w:ilvl w:val="0"/>
          <w:numId w:val="28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развитие агротуризма; </w:t>
      </w:r>
    </w:p>
    <w:p w:rsidR="00CB5D49" w:rsidRPr="006F0AC8" w:rsidRDefault="00CB5D49" w:rsidP="00855A30">
      <w:pPr>
        <w:numPr>
          <w:ilvl w:val="0"/>
          <w:numId w:val="28"/>
        </w:numPr>
        <w:tabs>
          <w:tab w:val="clear" w:pos="720"/>
          <w:tab w:val="num" w:pos="36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развитие туристической инфраструктуры в населенных пунктах (базы отдыха, гостевые дома, гостиницы);</w:t>
      </w:r>
    </w:p>
    <w:p w:rsidR="00CB5D49" w:rsidRPr="006F0AC8" w:rsidRDefault="00CB5D49" w:rsidP="00855A30">
      <w:pPr>
        <w:numPr>
          <w:ilvl w:val="0"/>
          <w:numId w:val="28"/>
        </w:numPr>
        <w:tabs>
          <w:tab w:val="clear" w:pos="720"/>
          <w:tab w:val="num" w:pos="1134"/>
        </w:tabs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 развитие придорожной инфраструктуры (в т.ч. объектов общественного питания,  мотелей)  вдоль  и на пересечении основных транспортных магистралей.</w:t>
      </w:r>
    </w:p>
    <w:p w:rsidR="00CB5D49" w:rsidRPr="006F0AC8" w:rsidRDefault="00CB5D49" w:rsidP="00C3334C">
      <w:pPr>
        <w:pStyle w:val="ConsPlusNormal"/>
        <w:widowControl/>
        <w:tabs>
          <w:tab w:val="left" w:pos="0"/>
          <w:tab w:val="left" w:pos="360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F0AC8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Любое туристическое предложение на территории может включаться в систему общерегиональных туристических маршрутов и турпродуктов.         </w:t>
      </w:r>
    </w:p>
    <w:p w:rsidR="00CB5D49" w:rsidRPr="006F0AC8" w:rsidRDefault="00CB5D49" w:rsidP="00C3334C">
      <w:pPr>
        <w:tabs>
          <w:tab w:val="left" w:pos="-540"/>
          <w:tab w:val="num" w:pos="-360"/>
          <w:tab w:val="left" w:pos="0"/>
          <w:tab w:val="right" w:pos="9355"/>
        </w:tabs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Для развития кратковременной рекреации местного населения благоустроенные зоны отдыха местного значения должны быть приурочены к населенным пунктам, где будут организованы удобный подъезд к территории, тропиночная сеть и санитарная очистка территории. 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0129B1">
        <w:rPr>
          <w:b/>
          <w:bCs/>
          <w:i/>
          <w:iCs/>
          <w:color w:val="000000"/>
        </w:rPr>
        <w:t>Опорными центрами</w:t>
      </w:r>
      <w:r w:rsidRPr="006F0AC8">
        <w:rPr>
          <w:b/>
          <w:bCs/>
          <w:color w:val="000000"/>
        </w:rPr>
        <w:t xml:space="preserve"> </w:t>
      </w:r>
      <w:r w:rsidRPr="006F0AC8">
        <w:rPr>
          <w:color w:val="000000"/>
        </w:rPr>
        <w:t xml:space="preserve">развития туризма могут стать </w:t>
      </w:r>
      <w:r>
        <w:rPr>
          <w:color w:val="000000"/>
        </w:rPr>
        <w:t>д. Погост, д. Пукшеньга, д. Часовня</w:t>
      </w:r>
      <w:r w:rsidRPr="006F0AC8">
        <w:rPr>
          <w:color w:val="000000"/>
        </w:rPr>
        <w:t>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Предполагается в опорном центре и опорных точках </w:t>
      </w:r>
      <w:r w:rsidRPr="006F0AC8">
        <w:rPr>
          <w:b/>
          <w:bCs/>
          <w:color w:val="000000"/>
        </w:rPr>
        <w:t>развитие</w:t>
      </w:r>
      <w:r w:rsidRPr="006F0AC8">
        <w:rPr>
          <w:color w:val="000000"/>
        </w:rPr>
        <w:t xml:space="preserve"> туристской инфраструктуры и системы гостевых домов и мини-гостиниц, охотничьих домов.</w:t>
      </w:r>
    </w:p>
    <w:p w:rsidR="00CB5D49" w:rsidRPr="006F0AC8" w:rsidRDefault="00CB5D49" w:rsidP="00A35ED9">
      <w:pPr>
        <w:spacing w:line="360" w:lineRule="auto"/>
        <w:ind w:left="0"/>
        <w:jc w:val="both"/>
        <w:rPr>
          <w:color w:val="FF0000"/>
        </w:rPr>
      </w:pPr>
    </w:p>
    <w:p w:rsidR="00CB5D49" w:rsidRPr="006F0AC8" w:rsidRDefault="00CB5D49" w:rsidP="00A35ED9">
      <w:pPr>
        <w:spacing w:line="360" w:lineRule="auto"/>
        <w:ind w:left="0"/>
        <w:jc w:val="both"/>
        <w:rPr>
          <w:color w:val="FF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14" w:name="_Toc496259795"/>
      <w:r w:rsidRPr="006F0AC8">
        <w:t>3.5. Мероприятия по улучшению экологической обстановки и охране окружающей среды</w:t>
      </w:r>
      <w:bookmarkEnd w:id="14"/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Проектные предложения генерального плана МО направлены на обеспечение устойчивого и экологически безопасного развития территории, рационального природопользования, формирования благоприятных условий жизнедеятельности населения. Прогнозируемое увеличение техногенной нагрузки обусловлено развитием существующих и организацией новых производств, в том числе лесообрабатывающих и сельскохозяйственных, развитием транспортных коммуникаций, увеличением объёмов жилищного строительства, что требует усиления мер по охране окружающей среды.</w:t>
      </w:r>
    </w:p>
    <w:p w:rsidR="00CB5D49" w:rsidRPr="006F0AC8" w:rsidRDefault="00CB5D49" w:rsidP="00C3334C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Для обеспечения устойчивого и безопасного градостроительного развития необходимо решение целого ряда проблем в сфере экологии: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исполнение</w:t>
      </w:r>
      <w:r w:rsidRPr="006F0AC8">
        <w:rPr>
          <w:color w:val="000000"/>
        </w:rPr>
        <w:t xml:space="preserve"> плановых проверок экологического контроля над деятельностью производств, а также внеплановые проверки с целью соблюдения обязательных требований, недопущения дальнейшего роста техногенных нагрузок на окружающую среду; 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особое внимание следует уделять </w:t>
      </w:r>
      <w:r w:rsidRPr="006F0AC8">
        <w:rPr>
          <w:b/>
          <w:bCs/>
          <w:color w:val="000000"/>
        </w:rPr>
        <w:t>размещению</w:t>
      </w:r>
      <w:r w:rsidRPr="006F0AC8">
        <w:rPr>
          <w:color w:val="000000"/>
        </w:rPr>
        <w:t xml:space="preserve"> новых производств, местным органам власти не давать согласие на реализацию проектов без положительного заключения государственной экспертизы; согласовывать с органами местного самоуправления, природоохранными органами технологии, применяемые при реализации проектов промышленного развития на территории района;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в целях практической реализации перехода к устойчивому развитию необходимо </w:t>
      </w:r>
      <w:r w:rsidRPr="006F0AC8">
        <w:rPr>
          <w:b/>
          <w:bCs/>
          <w:color w:val="000000"/>
        </w:rPr>
        <w:t>проведение</w:t>
      </w:r>
      <w:r w:rsidRPr="006F0AC8">
        <w:rPr>
          <w:color w:val="000000"/>
        </w:rPr>
        <w:t xml:space="preserve"> крупномасштабного экологического обследования территории на предмет устойчивости ландшафтов к техногенным нагрузкам, с целью определения параметров хозяйственной емкости экосистем;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обновление</w:t>
      </w:r>
      <w:r w:rsidRPr="006F0AC8">
        <w:rPr>
          <w:color w:val="000000"/>
        </w:rPr>
        <w:t xml:space="preserve"> основных производственных фондов предприятий по транспорту углеводородного сырья, внедрение технологий автоматизированного контроля и предупреждения аварийных ситуаций;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снижение</w:t>
      </w:r>
      <w:r w:rsidRPr="006F0AC8">
        <w:rPr>
          <w:color w:val="000000"/>
        </w:rPr>
        <w:t xml:space="preserve"> техногенных нагрузок на окружающую природную среду до уровней соответствующих хозяйственной емкости региональных экосистем; 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выполнение природоохранных и природовосстановительных мероприятий;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внедрение передовых технологических решений, эффективных очистных сооружений, направленных на сокращение уровней воздействия на среду обитания;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постепенный переход к </w:t>
      </w:r>
      <w:r w:rsidRPr="006F0AC8">
        <w:rPr>
          <w:b/>
          <w:bCs/>
          <w:color w:val="000000"/>
        </w:rPr>
        <w:t>рациональному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использованию</w:t>
      </w:r>
      <w:r w:rsidRPr="006F0AC8">
        <w:rPr>
          <w:color w:val="000000"/>
        </w:rPr>
        <w:t xml:space="preserve"> природных ресурсов, основанному на возобновляемых ресурсах и наукоемких технологиях, максимальном сохранении природной среды;</w:t>
      </w:r>
    </w:p>
    <w:p w:rsidR="00CB5D49" w:rsidRPr="006F0AC8" w:rsidRDefault="00CB5D49" w:rsidP="00855A30">
      <w:pPr>
        <w:pStyle w:val="ListParagraph"/>
        <w:numPr>
          <w:ilvl w:val="0"/>
          <w:numId w:val="30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организация</w:t>
      </w:r>
      <w:r w:rsidRPr="006F0AC8">
        <w:rPr>
          <w:color w:val="000000"/>
        </w:rPr>
        <w:t xml:space="preserve"> </w:t>
      </w:r>
      <w:r w:rsidRPr="006F0AC8">
        <w:rPr>
          <w:b/>
          <w:bCs/>
          <w:color w:val="000000"/>
        </w:rPr>
        <w:t>мониторинга</w:t>
      </w:r>
      <w:r w:rsidRPr="006F0AC8">
        <w:rPr>
          <w:color w:val="000000"/>
        </w:rPr>
        <w:t xml:space="preserve"> состояния компонентов окружающей среды – атмосферного воздуха, поверхностных и подземных вод, почвенного покрова и растительности.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Основными экономическими инструментами регулирования в области охраны окружающей среды согласно Федеральному Закону Российской Федерации «Об охране окружающей среды» являются: плата за негативное воздействие на окружающую среду; возмещение в установленном порядке вреда окружающей среде; установление лимитов на выбросы и сбросы загрязняющих веществ и размещение отходов производства и потребления, и другие виды вредного воздействия на окружающую среду; экономические оценки воздействия хозяйственной и иной деятельности на окружающую среду; предоставление налоговых и иных льгот.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Плата за негативное воздействие на окружающую среду представляет собой возмещение части экономического ущерба от выбросов загрязняющих веществ, от сбросов загрязненных стоков в поверхностные и подземные водные объекты, а также от размещения отходов. Предусматривается, что данный вид платы должен быть главным источником получения средств, которые необходимы для компенсации ущерба от загрязнения окружающей среды, выполнения работ по ликвидации последствий загрязнения, а также повышения заинтересованности и ответственности природопользователей в выполнении нормативов экологических требований.</w:t>
      </w:r>
    </w:p>
    <w:p w:rsidR="00CB5D49" w:rsidRPr="000129B1" w:rsidRDefault="00CB5D49" w:rsidP="000129B1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Действенным инструментарием государственного регулирования не только в области охраны окружающей среды, но и в достижении экологически безопасной, максимально экологичной технологии является экономическая оценка ущерба, нанесенного окружающей среде и предъявление исков нарушителям природоохранного законодательства в целях дальнейшего вложения указанных средств в рекультивацию земель, нарушенных в результате аварийного загрязнения.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При решении вопросов по охране окружающей среды необходимо использовать следующие </w:t>
      </w:r>
      <w:r w:rsidRPr="006F0AC8">
        <w:rPr>
          <w:b/>
          <w:bCs/>
          <w:color w:val="000000"/>
        </w:rPr>
        <w:t>документы</w:t>
      </w:r>
      <w:r w:rsidRPr="006F0AC8">
        <w:rPr>
          <w:color w:val="000000"/>
        </w:rPr>
        <w:t>: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Федеральный закон «Об охране окружающей среды», 10.01.02 № 7-ФЗ;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Федеральный закон «Об особо охраняемых природных территориях», 14.03.95. № 33-ФЗ;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Федеральный закон «Об охране атмосферного воздуха», 04.05.99. № 96-ФЗ;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Федеральный закон «Об отходах производства и потребления, 24.06.98. № 89-ФЗ;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 xml:space="preserve">Водный кодекс РФ;  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Федеральный закон «О защите прав юридических и индивидуальных предпринимателей при осуществлении государственного контроля (надзора) и муниципального контроля» 26.12.2008 г. №294-ФЗ;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СП 42.13330.2011 «Градостроительство. Планировка и застройка городских и сельских поселений»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СанПиН 2.2.1/2.1.1.1200-03.Новая редакция. «Санитарно-защитные зоны и санитарная классификация предприятий, сооружений и иных объектов»;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СанПиН 42-128-4690-88 «Санитарные правила содержания территории населенных мест».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СанПиН 2.1.7.722-98 «Гигиенические требования к устройству и содержанию полигонов для твердых бытовых отходов»;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СанПиН 2.1.4.1110-02 «Зоны санитарной охраны источников водоснабжения и водопроводов питьевого назначения»;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СанПиН 2.1.6.1032-01 «Гигиенические требования к обеспечению качества атмосферного воздуха населенных мест»;</w:t>
      </w:r>
    </w:p>
    <w:p w:rsidR="00CB5D49" w:rsidRPr="006F0AC8" w:rsidRDefault="00CB5D49" w:rsidP="00855A30">
      <w:pPr>
        <w:pStyle w:val="ListParagraph"/>
        <w:numPr>
          <w:ilvl w:val="0"/>
          <w:numId w:val="31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СанПиН 2.1.5.980-00 «Гигиенические требования к охране поверхностных вод».</w:t>
      </w:r>
    </w:p>
    <w:p w:rsidR="00CB5D49" w:rsidRPr="006F0AC8" w:rsidRDefault="00CB5D49" w:rsidP="00C3334C">
      <w:pPr>
        <w:jc w:val="both"/>
        <w:rPr>
          <w:b/>
          <w:bCs/>
          <w:color w:val="000000"/>
        </w:rPr>
      </w:pPr>
    </w:p>
    <w:p w:rsidR="00CB5D49" w:rsidRPr="006F0AC8" w:rsidRDefault="00CB5D49" w:rsidP="00C3334C">
      <w:pPr>
        <w:keepNext/>
        <w:spacing w:line="360" w:lineRule="auto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Перечень природоохранных мероприятий.</w:t>
      </w:r>
    </w:p>
    <w:p w:rsidR="00CB5D49" w:rsidRPr="006F0AC8" w:rsidRDefault="00CB5D49" w:rsidP="00C3334C">
      <w:pPr>
        <w:keepNext/>
        <w:spacing w:line="360" w:lineRule="auto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по охране атмосферного воздуха:</w:t>
      </w:r>
    </w:p>
    <w:p w:rsidR="00CB5D49" w:rsidRPr="006F0AC8" w:rsidRDefault="00CB5D49" w:rsidP="00855A30">
      <w:pPr>
        <w:pStyle w:val="ListParagraph"/>
        <w:numPr>
          <w:ilvl w:val="0"/>
          <w:numId w:val="1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установление для всех источников выбросов загрязняющих веществ предельно допустимых выбросов (ПДВ);</w:t>
      </w:r>
    </w:p>
    <w:p w:rsidR="00CB5D49" w:rsidRPr="006F0AC8" w:rsidRDefault="00CB5D49" w:rsidP="00855A30">
      <w:pPr>
        <w:pStyle w:val="ListParagraph"/>
        <w:numPr>
          <w:ilvl w:val="0"/>
          <w:numId w:val="1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соблюдение размера и регламента санитарно-защитных зон промышленных и сельскохозяйственных предприятий, озеленение санитарно-защитных зон  промышленных и коммунальных объектов, животноводческих,</w:t>
      </w:r>
      <w:r w:rsidRPr="006F0AC8">
        <w:rPr>
          <w:color w:val="FF0000"/>
        </w:rPr>
        <w:t xml:space="preserve"> </w:t>
      </w:r>
      <w:r w:rsidRPr="006F0AC8">
        <w:rPr>
          <w:color w:val="000000"/>
        </w:rPr>
        <w:t>птицеводческих и свиноводческих комплексов, согласно требованиям СанПиН 2.2.1/2.1.1.1200-03;</w:t>
      </w:r>
    </w:p>
    <w:p w:rsidR="00CB5D49" w:rsidRPr="006F0AC8" w:rsidRDefault="00CB5D49" w:rsidP="00855A30">
      <w:pPr>
        <w:pStyle w:val="ListParagraph"/>
        <w:numPr>
          <w:ilvl w:val="0"/>
          <w:numId w:val="1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реконструкция производственных объектов, включающая замену устаревшего оборудования, переход на новые технологии производства, что позволит сократить размеры санитарно-защитных зон;</w:t>
      </w:r>
    </w:p>
    <w:p w:rsidR="00CB5D49" w:rsidRPr="006F0AC8" w:rsidRDefault="00CB5D49" w:rsidP="00855A30">
      <w:pPr>
        <w:pStyle w:val="ListParagraph"/>
        <w:numPr>
          <w:ilvl w:val="0"/>
          <w:numId w:val="1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 случае невозможности сокращения выбросов загрязняющих веществ и уменьшения размеров санитарно-защитных зон (СЗЗ), вынос жилой застройки за пределы СЗЗ предприятий;</w:t>
      </w:r>
    </w:p>
    <w:p w:rsidR="00CB5D49" w:rsidRPr="006F0AC8" w:rsidRDefault="00CB5D49" w:rsidP="00855A30">
      <w:pPr>
        <w:pStyle w:val="ListParagraph"/>
        <w:numPr>
          <w:ilvl w:val="0"/>
          <w:numId w:val="1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перевод котельных на экологически более безопасное топливо (природный газ, древесные отходы и др.);</w:t>
      </w:r>
    </w:p>
    <w:p w:rsidR="00CB5D49" w:rsidRPr="006F0AC8" w:rsidRDefault="00CB5D49" w:rsidP="00855A30">
      <w:pPr>
        <w:pStyle w:val="ListParagraph"/>
        <w:numPr>
          <w:ilvl w:val="0"/>
          <w:numId w:val="11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создание вдоль всех транспортных коммуникаций защитных зеленых полос из пыле- и газоустойчивых зеленых насаждений.</w:t>
      </w:r>
    </w:p>
    <w:p w:rsidR="00CB5D49" w:rsidRPr="006F0AC8" w:rsidRDefault="00CB5D49" w:rsidP="00C3334C">
      <w:pPr>
        <w:ind w:left="0"/>
        <w:jc w:val="both"/>
        <w:rPr>
          <w:b/>
          <w:bCs/>
          <w:color w:val="FF0000"/>
        </w:rPr>
      </w:pPr>
    </w:p>
    <w:p w:rsidR="00CB5D49" w:rsidRPr="006F0AC8" w:rsidRDefault="00CB5D49" w:rsidP="00C3334C">
      <w:pPr>
        <w:keepNext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Водоохранные мероприятия:</w:t>
      </w:r>
    </w:p>
    <w:p w:rsidR="00CB5D49" w:rsidRPr="006F0AC8" w:rsidRDefault="00CB5D49" w:rsidP="00855A30">
      <w:pPr>
        <w:pStyle w:val="ListParagraph"/>
        <w:numPr>
          <w:ilvl w:val="0"/>
          <w:numId w:val="12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внедрение рациональных технологий и мероприятий по очистке сточных вод промышленных и сельскохозяйственных предприятий;</w:t>
      </w:r>
    </w:p>
    <w:p w:rsidR="00CB5D49" w:rsidRPr="006F0AC8" w:rsidRDefault="00CB5D49" w:rsidP="00855A30">
      <w:pPr>
        <w:pStyle w:val="ListParagraph"/>
        <w:numPr>
          <w:ilvl w:val="0"/>
          <w:numId w:val="12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внедрение современных технологических процессов в крупных промышленных комплексах;</w:t>
      </w:r>
    </w:p>
    <w:p w:rsidR="00CB5D49" w:rsidRPr="006F0AC8" w:rsidRDefault="00CB5D49" w:rsidP="00855A30">
      <w:pPr>
        <w:pStyle w:val="ListParagraph"/>
        <w:numPr>
          <w:ilvl w:val="0"/>
          <w:numId w:val="12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сокращение водопотребления промышленными, коммунальными, сельскохозяйственными предприятиями за счёт использования передовых технологий производства, внедрения оборотного или повторного использования воды, очистки сточных вод;</w:t>
      </w:r>
    </w:p>
    <w:p w:rsidR="00CB5D49" w:rsidRPr="000A0E1A" w:rsidRDefault="00CB5D49" w:rsidP="00855A30">
      <w:pPr>
        <w:pStyle w:val="ListParagraph"/>
        <w:numPr>
          <w:ilvl w:val="0"/>
          <w:numId w:val="12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организация сбора и очистки ливневых и талых вод на локальных очистных сооружениях с автомобильных дорог, предприятий автосервиса (АЗС, СТО, стоянок автомашин).</w:t>
      </w:r>
    </w:p>
    <w:p w:rsidR="00CB5D49" w:rsidRPr="006F0AC8" w:rsidRDefault="00CB5D49" w:rsidP="00C3334C">
      <w:pPr>
        <w:pStyle w:val="ListParagraph"/>
        <w:keepNext/>
        <w:spacing w:line="360" w:lineRule="auto"/>
        <w:ind w:left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по охране почв и геологической среды: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рекультивация нарушенных в процессе строительства и добычи полезных ископаемых территорий, восстановление продуктивности и природно-хозяйственной ценности почв, утративших свою первоначальную ценность; отработанные и заброшенные карьеры подлежат рекультивации с последующим использованием для производственных, рекреационных и иных целей;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инвентаризация остаточных запасов полезных ископаемых на заброшенных карьерах для последующей их рекультивации;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проведение комплексного радиоэкологического обследования почв населённых пунктов; при строительстве зданий и сооружений принимать конструктивные меры - строить здания с проветриваемыми подпольями, с изоляцией межэтажных перекрытий нижних этажей, применять установки «антирадон» и т.д.;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обеспечение сохранения качества окружающей среды за счёт применения новых технологий добычи, переработки минерального сырья, утилизации отходов добывающих предприятий, рекультивация выработанных месторождений;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полное освоение разведанных месторождений подземных вод, оценка запасов подземных вод на действующих водозаборах и их расширение за счёт фонда существующих скважин, проведение поисково-разведочных работ;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организация защитных лесных полос вдоль транспортных коммуникаций для предотвращения загрязнения почв и ценных сельхозугодий;</w:t>
      </w:r>
    </w:p>
    <w:p w:rsidR="00CB5D49" w:rsidRPr="006F0AC8" w:rsidRDefault="00CB5D49" w:rsidP="00855A30">
      <w:pPr>
        <w:pStyle w:val="ListParagraph"/>
        <w:numPr>
          <w:ilvl w:val="0"/>
          <w:numId w:val="13"/>
        </w:numPr>
        <w:spacing w:line="360" w:lineRule="auto"/>
        <w:ind w:left="1134" w:firstLine="0"/>
        <w:jc w:val="both"/>
        <w:rPr>
          <w:b/>
          <w:bCs/>
          <w:color w:val="000000"/>
        </w:rPr>
      </w:pPr>
      <w:r w:rsidRPr="006F0AC8">
        <w:rPr>
          <w:color w:val="000000"/>
        </w:rPr>
        <w:t>создание на всех крупных накопителях отходов сети наблюдательных скважин и обеспечение</w:t>
      </w:r>
      <w:r w:rsidRPr="006F0AC8">
        <w:rPr>
          <w:b/>
          <w:bCs/>
          <w:color w:val="000000"/>
        </w:rPr>
        <w:t xml:space="preserve"> систематического контроля за качеством подземных вод.</w:t>
      </w:r>
    </w:p>
    <w:p w:rsidR="00CB5D49" w:rsidRPr="006F0AC8" w:rsidRDefault="00CB5D49" w:rsidP="00C3334C">
      <w:pPr>
        <w:pStyle w:val="ListParagraph"/>
        <w:spacing w:line="360" w:lineRule="auto"/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C3334C">
      <w:pPr>
        <w:pStyle w:val="ListParagraph"/>
        <w:keepNext/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в области санитарной очистки и обращения с отходами:</w:t>
      </w:r>
    </w:p>
    <w:p w:rsidR="00CB5D49" w:rsidRPr="006F0AC8" w:rsidRDefault="00CB5D49" w:rsidP="00C3334C">
      <w:pPr>
        <w:spacing w:before="0"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Особое внимание необходимо уделить санитарной очистке территории, так как на сегодняшний день проблема отходов наиболее остро стоит в МО, являясь одной из самых приоритетных в решении задач по охране окружающей среды.</w:t>
      </w:r>
    </w:p>
    <w:p w:rsidR="00CB5D49" w:rsidRPr="006F0AC8" w:rsidRDefault="00CB5D49" w:rsidP="00C3334C">
      <w:pPr>
        <w:spacing w:before="0"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К первоочередным мероприятиям по решению вопросов следует отнести: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b/>
          <w:bCs/>
          <w:color w:val="000000"/>
        </w:rPr>
        <w:t>Закрытие и рекультивация всех</w:t>
      </w:r>
      <w:r w:rsidRPr="006F0AC8">
        <w:rPr>
          <w:color w:val="000000"/>
        </w:rPr>
        <w:t xml:space="preserve"> несанкционированных мест размещения отходов. 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Контроль за санитарно-техническим состоянием свалки ТБО, санитарным состоянием помещений, территории, прилегающей к свалке осуществляется один раз в месяц,  программа производственного контроля.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 случаях, когда в соответствии с действующими нормами и правилами невозможно устройство контейнерной площадки, организацией по согласованию с уполномоченными органами определяются места временного хранения отходов.</w:t>
      </w:r>
    </w:p>
    <w:p w:rsidR="00CB5D49" w:rsidRPr="006F0AC8" w:rsidRDefault="00CB5D49" w:rsidP="00855A30">
      <w:pPr>
        <w:pStyle w:val="ListParagraph"/>
        <w:numPr>
          <w:ilvl w:val="2"/>
          <w:numId w:val="23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Организации, управляющие жилищным фондом, иные организации, а также владельцы индивидуальных жилых домов обязаны заключать договоры на вывоз и утилизацию (захоронение) отходов только с организациями, имеющими разрешение на транспортировку и размещение опасных отходов.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Все организации обязаны предусмотреть места для сбора твердых бытовых отходов и обеспечить их вывоз силами специализированной организации.</w:t>
      </w:r>
    </w:p>
    <w:p w:rsidR="00CB5D49" w:rsidRPr="006F0AC8" w:rsidRDefault="00CB5D49" w:rsidP="00C3334C">
      <w:pPr>
        <w:pStyle w:val="ListParagraph"/>
        <w:spacing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 xml:space="preserve">Несанкционированные свалки образуются из-за отдаленности санкционированных свалок, санитарной неграмотности населения. Меры принятые для </w:t>
      </w:r>
      <w:r w:rsidRPr="006F0AC8">
        <w:rPr>
          <w:b/>
          <w:bCs/>
          <w:color w:val="000000"/>
        </w:rPr>
        <w:t>ликвидации</w:t>
      </w:r>
      <w:r w:rsidRPr="006F0AC8">
        <w:rPr>
          <w:color w:val="000000"/>
        </w:rPr>
        <w:t xml:space="preserve"> – выданы предписания, наложены административные взыскания.  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Ликвидация стихийных свалок является действенным средством борьбы за чистоту почвы.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Строительство установок по утилизации ртути и ртутьсодержащих приборов, по обезвреживанию, утилизации пестицидов в районе не ведется. Промышленные, ртутьсодержащие отходы хранятся на временных площадках на предприятиях, для дальнейшего вывоза на специализированные предприятия для обезвреживания и утилизации.</w:t>
      </w:r>
    </w:p>
    <w:p w:rsidR="00CB5D49" w:rsidRPr="006F0AC8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Для сбора жидких бытовых отходов в не канализованных домовладениях должны  устраиваться дворовые выгребные ямы и туалеты, имеющие водонепроницаемый выгреб и наземную часть с крышкой и решеткой для отделения твердых фракций.</w:t>
      </w:r>
    </w:p>
    <w:p w:rsidR="00CB5D49" w:rsidRPr="000A0E1A" w:rsidRDefault="00CB5D49" w:rsidP="00855A30">
      <w:pPr>
        <w:pStyle w:val="ListParagraph"/>
        <w:numPr>
          <w:ilvl w:val="0"/>
          <w:numId w:val="24"/>
        </w:numPr>
        <w:spacing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Объем и необходимое количество выгребов устанавливается исходя из нормы накопления жидких бытовых отходов и количества жителей.</w:t>
      </w:r>
    </w:p>
    <w:p w:rsidR="00CB5D49" w:rsidRPr="006F0AC8" w:rsidRDefault="00CB5D49" w:rsidP="00C3334C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Охрана объектов животного и растительного мира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 соответствии со статьёй 19 ФЗ от 24 апреля 1995 г. N 52-ФЗ «О животном мире», организация охраны животного мира осуществляется органами государственной власти Российской Федерации, субъектов Российской Федерации и органами местного самоуправления в рамках их компетенции, установленной актами, определяющими статус этих органов. Полномочия по государственному контролю и надзору за соблюдением законодательства в области охраны и использования объектов животного мира специально уполномоченных государственных органов Российской Федерации определяются Правительством Российской Федерации, а специально уполномоченных государственных органов субъекта Российской Федерации – высшим исполнительным органом государственной власти субъекта Российской Федерации в соответствии со статьями 5 и 6 ФЗ от 24 апреля 1995 г. N 52-ФЗ «О животном мире».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На сегодняшний день к основным проблемам, оказывающим негативное воздействие на объекты животного мира, относятся:</w:t>
      </w:r>
    </w:p>
    <w:p w:rsidR="00CB5D49" w:rsidRPr="006F0AC8" w:rsidRDefault="00CB5D49" w:rsidP="00855A30">
      <w:pPr>
        <w:numPr>
          <w:ilvl w:val="0"/>
          <w:numId w:val="35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Уничтожение и нарушение среды обитания объектов животного мира (уничтожение «кормового ландшафта» за счёт роста урбанизированных зон и развития лесохозяйственных зон, нарушение среды обитания животных инженерными коммуникациями).</w:t>
      </w:r>
    </w:p>
    <w:p w:rsidR="00CB5D49" w:rsidRPr="006F0AC8" w:rsidRDefault="00CB5D49" w:rsidP="00855A30">
      <w:pPr>
        <w:numPr>
          <w:ilvl w:val="0"/>
          <w:numId w:val="35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Браконьерство, превышение лимита добычи охотничьих ресурсов.</w:t>
      </w: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FF0000"/>
        </w:rPr>
      </w:pPr>
    </w:p>
    <w:p w:rsidR="00CB5D49" w:rsidRPr="006F0AC8" w:rsidRDefault="00CB5D49" w:rsidP="00C3334C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К организационно-планировочным </w:t>
      </w:r>
      <w:r w:rsidRPr="006F0AC8">
        <w:rPr>
          <w:b/>
          <w:bCs/>
          <w:color w:val="000000"/>
        </w:rPr>
        <w:t>мероприятиям</w:t>
      </w:r>
      <w:r w:rsidRPr="006F0AC8">
        <w:rPr>
          <w:color w:val="000000"/>
        </w:rPr>
        <w:t xml:space="preserve"> по охране объектов животного мира, способствующим сохранению среды обитания относятся:</w:t>
      </w:r>
    </w:p>
    <w:p w:rsidR="00CB5D49" w:rsidRPr="006F0AC8" w:rsidRDefault="00CB5D49" w:rsidP="00855A30">
      <w:pPr>
        <w:numPr>
          <w:ilvl w:val="0"/>
          <w:numId w:val="34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учёт коридоров миграции животных при строительстве новых и реконструкции существующих объектов транспортной и инженерной инфраструктуры;</w:t>
      </w:r>
    </w:p>
    <w:p w:rsidR="00CB5D49" w:rsidRPr="006F0AC8" w:rsidRDefault="00CB5D49" w:rsidP="00855A30">
      <w:pPr>
        <w:numPr>
          <w:ilvl w:val="0"/>
          <w:numId w:val="34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мероприятие, являющееся следствием учёта коридоров миграции животных – устройство зверопроходов в транспортно-инженерной инфраструктуре, находящейся на пути миграции животных;</w:t>
      </w:r>
    </w:p>
    <w:p w:rsidR="00CB5D49" w:rsidRPr="006F0AC8" w:rsidRDefault="00CB5D49" w:rsidP="00855A30">
      <w:pPr>
        <w:numPr>
          <w:ilvl w:val="0"/>
          <w:numId w:val="34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для новых, проектируемых объектов необходима разработка проектов ОВОС (оценка воздействия на окружающую среду).</w:t>
      </w:r>
    </w:p>
    <w:p w:rsidR="00CB5D49" w:rsidRPr="006F0AC8" w:rsidRDefault="00CB5D49" w:rsidP="00C3334C">
      <w:pPr>
        <w:spacing w:after="0" w:line="360" w:lineRule="auto"/>
        <w:ind w:left="0"/>
        <w:jc w:val="both"/>
        <w:rPr>
          <w:b/>
          <w:bCs/>
          <w:color w:val="000000"/>
        </w:rPr>
      </w:pPr>
    </w:p>
    <w:p w:rsidR="00CB5D49" w:rsidRPr="006F0AC8" w:rsidRDefault="00CB5D49" w:rsidP="00C3334C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Охрана рыбных ресурсов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  <w:r w:rsidRPr="001D0FF8">
        <w:rPr>
          <w:color w:val="000000"/>
        </w:rPr>
        <w:t>Охрана рыбных ресурсов РФ ведется в соответствии с Федеральным законом «О рыболовстве и сохранении водных биоресурсов</w:t>
      </w:r>
      <w:r w:rsidRPr="006F0AC8">
        <w:rPr>
          <w:color w:val="000000"/>
        </w:rPr>
        <w:t>» №166-ФЗ от 20.12.04.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 целях сохранения запасов водных биоресурсов и рационального их использования, в водоёмах Архангельской области применяются как долгосрочные меры регулирования промысла, установленные «Правилами рыболовства», так и действующие в течение одного-двух лет.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  <w:r w:rsidRPr="00D15F13">
        <w:rPr>
          <w:color w:val="000000"/>
        </w:rPr>
        <w:t>В соответствии со статьями Федерального закона от 20.12.2004г №166-ФЗ «О рыболовстве и сохранении водных биологических ресурсов» и  приказом Минсельхоза России от 30.10.2014 № 414 (в редакции от 01.03.2017) утверждены правила рыболовства,</w:t>
      </w:r>
      <w:r>
        <w:rPr>
          <w:color w:val="000000"/>
        </w:rPr>
        <w:t xml:space="preserve"> для Северного рыбохозяйственного бассейна,</w:t>
      </w:r>
      <w:r w:rsidRPr="00D15F13">
        <w:rPr>
          <w:color w:val="000000"/>
        </w:rPr>
        <w:t xml:space="preserve"> включающие:</w:t>
      </w:r>
    </w:p>
    <w:p w:rsidR="00CB5D49" w:rsidRPr="006F0AC8" w:rsidRDefault="00CB5D49" w:rsidP="00855A30">
      <w:pPr>
        <w:numPr>
          <w:ilvl w:val="0"/>
          <w:numId w:val="33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виды разрешенного рыболовства;</w:t>
      </w:r>
    </w:p>
    <w:p w:rsidR="00CB5D49" w:rsidRPr="006F0AC8" w:rsidRDefault="00CB5D49" w:rsidP="00855A30">
      <w:pPr>
        <w:numPr>
          <w:ilvl w:val="0"/>
          <w:numId w:val="33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нормативы, параметры и сроки разрешенного рыболовства;</w:t>
      </w:r>
    </w:p>
    <w:p w:rsidR="00CB5D49" w:rsidRPr="006F0AC8" w:rsidRDefault="00CB5D49" w:rsidP="00855A30">
      <w:pPr>
        <w:numPr>
          <w:ilvl w:val="0"/>
          <w:numId w:val="33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ограничения рыболовства и иной деятельности, связанной с использованием водных биоресурсов;</w:t>
      </w:r>
    </w:p>
    <w:p w:rsidR="00CB5D49" w:rsidRPr="006F0AC8" w:rsidRDefault="00CB5D49" w:rsidP="00855A30">
      <w:pPr>
        <w:numPr>
          <w:ilvl w:val="0"/>
          <w:numId w:val="33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требования к сохранению водных биоресурсов.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Правилами установлены нормы промышленного рыболовства и рыболовства в культурно-просветительских, а именно:</w:t>
      </w:r>
    </w:p>
    <w:p w:rsidR="00CB5D49" w:rsidRPr="006F0AC8" w:rsidRDefault="00CB5D49" w:rsidP="00855A30">
      <w:pPr>
        <w:numPr>
          <w:ilvl w:val="0"/>
          <w:numId w:val="3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виды запретных орудий и способов добычи водных биоресурсов;</w:t>
      </w:r>
    </w:p>
    <w:p w:rsidR="00CB5D49" w:rsidRPr="006F0AC8" w:rsidRDefault="00CB5D49" w:rsidP="00855A30">
      <w:pPr>
        <w:numPr>
          <w:ilvl w:val="0"/>
          <w:numId w:val="3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минимальный размер добываемых (вылавливаемых) водных биоресурсов (промысловый размер);</w:t>
      </w:r>
    </w:p>
    <w:p w:rsidR="00CB5D49" w:rsidRPr="006F0AC8" w:rsidRDefault="00CB5D49" w:rsidP="00855A30">
      <w:pPr>
        <w:numPr>
          <w:ilvl w:val="0"/>
          <w:numId w:val="3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запретные для добычи водных биоресурсов районы;</w:t>
      </w:r>
    </w:p>
    <w:p w:rsidR="00CB5D49" w:rsidRPr="006F0AC8" w:rsidRDefault="00CB5D49" w:rsidP="00855A30">
      <w:pPr>
        <w:numPr>
          <w:ilvl w:val="0"/>
          <w:numId w:val="3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запретные сроки (периоды) добычи (вылова) водных биоресурсов.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Постановлением Правительства РФ № 743 от 06.10.2008г. утверждены «Правила установления рыбоохранных зон». В соответствии с Федеральным законом Российской Федерации от 20 декабря 2004 г. N 166-ФЗ «О рыболовстве и сохранении водных биологических ресурсов» рыбоохранной зоной является территория, которая прилегает к акватории водного объекта рыбохозяйственного значения и на которой устанавливается особый режим осуществления хозяйственной и иной деятельности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Важнейшим мероприятием, направленным на увеличение и охрану биоресурсов является сохранение существующих нерестоохранных полос лесов (ценные леса), и соблюдение охранного режима их использования. В соответствии с Лесным Кодексом РФ в ценных лесах запрещается размещение объектов капитального строительства, за исключением линейных объектов и гидротехнических сооружений. </w:t>
      </w: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FF0000"/>
        </w:rPr>
      </w:pPr>
    </w:p>
    <w:p w:rsidR="00CB5D49" w:rsidRPr="006F0AC8" w:rsidRDefault="00CB5D49" w:rsidP="00C3334C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Обеспечение безопасности физических факторов воздействия (шум, вибрация, электромагнитные поля)</w:t>
      </w:r>
    </w:p>
    <w:p w:rsidR="00CB5D49" w:rsidRPr="006F0AC8" w:rsidRDefault="00CB5D49" w:rsidP="00C3334C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Организационно-технические мероприятия:</w:t>
      </w:r>
    </w:p>
    <w:p w:rsidR="00CB5D49" w:rsidRPr="006F0AC8" w:rsidRDefault="00CB5D49" w:rsidP="00855A30">
      <w:pPr>
        <w:numPr>
          <w:ilvl w:val="0"/>
          <w:numId w:val="36"/>
        </w:numPr>
        <w:spacing w:before="0" w:after="0" w:line="360" w:lineRule="auto"/>
        <w:ind w:left="1134" w:firstLine="0"/>
        <w:jc w:val="both"/>
        <w:rPr>
          <w:b/>
          <w:bCs/>
          <w:color w:val="000000"/>
        </w:rPr>
      </w:pPr>
      <w:r w:rsidRPr="006F0AC8">
        <w:rPr>
          <w:color w:val="000000"/>
        </w:rPr>
        <w:t>проведение инвентаризации всех источников физических факторов воздействия и создание единой базы данных на геоинформационной основе;</w:t>
      </w:r>
    </w:p>
    <w:p w:rsidR="00CB5D49" w:rsidRPr="006F0AC8" w:rsidRDefault="00CB5D49" w:rsidP="00855A30">
      <w:pPr>
        <w:numPr>
          <w:ilvl w:val="0"/>
          <w:numId w:val="36"/>
        </w:numPr>
        <w:spacing w:before="0" w:after="0" w:line="360" w:lineRule="auto"/>
        <w:ind w:left="1134" w:firstLine="0"/>
        <w:jc w:val="both"/>
        <w:rPr>
          <w:b/>
          <w:bCs/>
          <w:color w:val="000000"/>
        </w:rPr>
      </w:pPr>
      <w:r w:rsidRPr="006F0AC8">
        <w:rPr>
          <w:color w:val="000000"/>
        </w:rPr>
        <w:t>разработка для всех вышек и антенн сотовой, радиорелейной и спутниковой связи  сводных санитарных паспортов, содержащие в числе прочего данные о высоте нижней антенны и радиусе биологически опасной зоны на этой высоте;</w:t>
      </w:r>
    </w:p>
    <w:p w:rsidR="00CB5D49" w:rsidRPr="006F0AC8" w:rsidRDefault="00CB5D49" w:rsidP="00855A30">
      <w:pPr>
        <w:numPr>
          <w:ilvl w:val="0"/>
          <w:numId w:val="36"/>
        </w:numPr>
        <w:spacing w:before="0" w:after="0" w:line="360" w:lineRule="auto"/>
        <w:ind w:left="1134" w:firstLine="0"/>
        <w:jc w:val="both"/>
        <w:rPr>
          <w:b/>
          <w:bCs/>
          <w:color w:val="000000"/>
        </w:rPr>
      </w:pPr>
      <w:r w:rsidRPr="006F0AC8">
        <w:rPr>
          <w:color w:val="000000"/>
        </w:rPr>
        <w:t>создание озеленённых санитарно-защитных зон, а также шумозащитных экранов для защиты от акустического загрязнения, создаваемого стационарными источниками.</w:t>
      </w:r>
    </w:p>
    <w:p w:rsidR="00CB5D49" w:rsidRPr="006F0AC8" w:rsidRDefault="00CB5D49" w:rsidP="00040FAA">
      <w:pPr>
        <w:spacing w:after="0" w:line="360" w:lineRule="auto"/>
        <w:ind w:left="0" w:firstLine="567"/>
        <w:jc w:val="both"/>
        <w:rPr>
          <w:color w:val="000000"/>
        </w:rPr>
      </w:pPr>
    </w:p>
    <w:p w:rsidR="00CB5D49" w:rsidRPr="006F0AC8" w:rsidRDefault="00CB5D49" w:rsidP="00B803D4">
      <w:pPr>
        <w:spacing w:after="0" w:line="360" w:lineRule="auto"/>
        <w:ind w:left="0" w:firstLine="567"/>
        <w:jc w:val="both"/>
        <w:rPr>
          <w:color w:val="000000"/>
        </w:rPr>
      </w:pPr>
    </w:p>
    <w:p w:rsidR="00CB5D49" w:rsidRPr="006F0AC8" w:rsidRDefault="00CB5D49" w:rsidP="00D92809">
      <w:pPr>
        <w:pStyle w:val="a8"/>
        <w:spacing w:line="360" w:lineRule="auto"/>
      </w:pPr>
      <w:bookmarkStart w:id="15" w:name="_Toc496259796"/>
      <w:r w:rsidRPr="006F0AC8">
        <w:t>3.6  Мероприятия по предотвращению чрезвычайных ситуаций природного и техногенного характера и пожарной безопасности</w:t>
      </w:r>
      <w:bookmarkEnd w:id="15"/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Общие положения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Обширная территории с высокой степенью обводненности, отсутствие постоянных автодорог к ряду населенных пунктов затрудняют действия сил РС ЧС, особенно в сложных климатических условиях суровых зим и продолжительного межсезонья с половодьем.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Планирование и реализация мер по защите населения и территорий требуют, прежде всего, выявления этих опасностей и угроз, их характера, степени риска для конкретных территорий, что позволит сконцентрировать усилия на наиболее опасных направлениях.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Чрезвычайная ситуация</w:t>
      </w:r>
      <w:r w:rsidRPr="006F0AC8">
        <w:rPr>
          <w:color w:val="000000"/>
          <w:lang w:eastAsia="ru-RU"/>
        </w:rPr>
        <w:t xml:space="preserve"> – обстановка на определенной территории или акватории,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 w:rsidRPr="006F0AC8">
        <w:rPr>
          <w:color w:val="000000"/>
          <w:lang w:eastAsia="ru-RU"/>
        </w:rPr>
        <w:t xml:space="preserve">Исходя из географических, экономических особенностей, анализа опыта ликвидации чрезвычайных ситуаций на территории МО возможны следующие виды чрезвычайных ситуаций: </w:t>
      </w:r>
      <w:r w:rsidRPr="006F0AC8">
        <w:rPr>
          <w:b/>
          <w:bCs/>
          <w:color w:val="000000"/>
          <w:lang w:eastAsia="ru-RU"/>
        </w:rPr>
        <w:t>источники природных ЧС и источники техногенных ЧС.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Источники природных ЧС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Природная чрезвычайная ситуация – обстановка на определенной территории, сложившаяся в результате возникновения источника природной чрезвычайной ситуации, который может повлечь или повлек за собой человеческие жертвы, ущерб здоровью людей и (или) окружающей природной среде, значительные материальные потери и нарушение условий жизнедеятельности людей.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К основным факторам риска возникновения ЧС природного характера на территории поселения относятся:</w:t>
      </w:r>
    </w:p>
    <w:p w:rsidR="00CB5D49" w:rsidRPr="006F0AC8" w:rsidRDefault="00CB5D49" w:rsidP="00855A30">
      <w:pPr>
        <w:pStyle w:val="ListParagraph"/>
        <w:numPr>
          <w:ilvl w:val="0"/>
          <w:numId w:val="37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половодья и подтопления;</w:t>
      </w:r>
    </w:p>
    <w:p w:rsidR="00CB5D49" w:rsidRPr="006F0AC8" w:rsidRDefault="00CB5D49" w:rsidP="00855A30">
      <w:pPr>
        <w:pStyle w:val="ListParagraph"/>
        <w:numPr>
          <w:ilvl w:val="0"/>
          <w:numId w:val="37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штормовые ветры, ураганы;</w:t>
      </w:r>
    </w:p>
    <w:p w:rsidR="00CB5D49" w:rsidRPr="006F0AC8" w:rsidRDefault="00CB5D49" w:rsidP="00855A30">
      <w:pPr>
        <w:pStyle w:val="ListParagraph"/>
        <w:numPr>
          <w:ilvl w:val="0"/>
          <w:numId w:val="37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дождевые паводки;</w:t>
      </w:r>
    </w:p>
    <w:p w:rsidR="00CB5D49" w:rsidRPr="006F0AC8" w:rsidRDefault="00CB5D49" w:rsidP="00855A30">
      <w:pPr>
        <w:pStyle w:val="ListParagraph"/>
        <w:numPr>
          <w:ilvl w:val="0"/>
          <w:numId w:val="37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град, снежные заносы, обледенения, голод;</w:t>
      </w:r>
    </w:p>
    <w:p w:rsidR="00CB5D49" w:rsidRPr="006F0AC8" w:rsidRDefault="00CB5D49" w:rsidP="00855A30">
      <w:pPr>
        <w:pStyle w:val="ListParagraph"/>
        <w:numPr>
          <w:ilvl w:val="0"/>
          <w:numId w:val="37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лесные и торфяные пожары;</w:t>
      </w:r>
    </w:p>
    <w:p w:rsidR="00CB5D49" w:rsidRPr="006F0AC8" w:rsidRDefault="00CB5D49" w:rsidP="00855A30">
      <w:pPr>
        <w:pStyle w:val="ListParagraph"/>
        <w:numPr>
          <w:ilvl w:val="0"/>
          <w:numId w:val="37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весенние палы.</w:t>
      </w:r>
    </w:p>
    <w:p w:rsidR="00CB5D49" w:rsidRPr="006F0AC8" w:rsidRDefault="00CB5D49" w:rsidP="00485B02">
      <w:pPr>
        <w:spacing w:line="360" w:lineRule="auto"/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485B02">
      <w:pPr>
        <w:keepNext/>
        <w:spacing w:before="0" w:after="160" w:line="259" w:lineRule="auto"/>
        <w:ind w:left="0" w:firstLine="567"/>
        <w:jc w:val="center"/>
        <w:rPr>
          <w:b/>
          <w:bCs/>
          <w:color w:val="000000"/>
        </w:rPr>
      </w:pPr>
      <w:r w:rsidRPr="006F0AC8">
        <w:rPr>
          <w:b/>
          <w:bCs/>
          <w:color w:val="000000"/>
        </w:rPr>
        <w:t>Перечень поражающих факторов источников природных чрезвычайных ситуаций (ЧС) по ГОСТ Р 22.0.06-95</w:t>
      </w:r>
    </w:p>
    <w:p w:rsidR="00CB5D49" w:rsidRPr="006F0AC8" w:rsidRDefault="00CB5D49" w:rsidP="00485B02">
      <w:pPr>
        <w:keepNext/>
        <w:tabs>
          <w:tab w:val="left" w:pos="7037"/>
        </w:tabs>
        <w:spacing w:before="0" w:after="0"/>
        <w:ind w:left="0" w:firstLine="567"/>
        <w:jc w:val="right"/>
        <w:rPr>
          <w:color w:val="000000"/>
        </w:rPr>
      </w:pPr>
      <w:r w:rsidRPr="006F0AC8">
        <w:rPr>
          <w:color w:val="000000"/>
        </w:rPr>
        <w:t>Таблица 7/1</w:t>
      </w:r>
    </w:p>
    <w:tbl>
      <w:tblPr>
        <w:tblW w:w="92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2"/>
        <w:gridCol w:w="2145"/>
        <w:gridCol w:w="2339"/>
        <w:gridCol w:w="4159"/>
      </w:tblGrid>
      <w:tr w:rsidR="00CB5D49" w:rsidRPr="00EA7657">
        <w:trPr>
          <w:trHeight w:val="20"/>
          <w:jc w:val="center"/>
        </w:trPr>
        <w:tc>
          <w:tcPr>
            <w:tcW w:w="562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b/>
                <w:bCs/>
                <w:color w:val="000000"/>
                <w:lang w:eastAsia="ru-RU"/>
              </w:rPr>
            </w:pPr>
            <w:r w:rsidRPr="006F0AC8">
              <w:rPr>
                <w:b/>
                <w:bCs/>
                <w:color w:val="000000"/>
                <w:lang w:eastAsia="ru-RU"/>
              </w:rPr>
              <w:t>№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b/>
                <w:bCs/>
                <w:color w:val="000000"/>
                <w:lang w:eastAsia="ru-RU"/>
              </w:rPr>
            </w:pPr>
            <w:r w:rsidRPr="006F0AC8">
              <w:rPr>
                <w:b/>
                <w:bCs/>
                <w:color w:val="000000"/>
                <w:lang w:eastAsia="ru-RU"/>
              </w:rPr>
              <w:t>п\п</w:t>
            </w: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b/>
                <w:bCs/>
                <w:color w:val="000000"/>
                <w:lang w:eastAsia="ru-RU"/>
              </w:rPr>
            </w:pPr>
            <w:r w:rsidRPr="006F0AC8">
              <w:rPr>
                <w:b/>
                <w:bCs/>
                <w:color w:val="000000"/>
                <w:lang w:eastAsia="ru-RU"/>
              </w:rPr>
              <w:t>Источники природных ЧС</w:t>
            </w: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b/>
                <w:bCs/>
                <w:color w:val="000000"/>
                <w:lang w:eastAsia="ru-RU"/>
              </w:rPr>
            </w:pPr>
            <w:r w:rsidRPr="006F0AC8">
              <w:rPr>
                <w:b/>
                <w:bCs/>
                <w:color w:val="000000"/>
                <w:lang w:eastAsia="ru-RU"/>
              </w:rPr>
              <w:t>Поражающий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b/>
                <w:bCs/>
                <w:color w:val="000000"/>
                <w:lang w:eastAsia="ru-RU"/>
              </w:rPr>
            </w:pPr>
            <w:r w:rsidRPr="006F0AC8">
              <w:rPr>
                <w:b/>
                <w:bCs/>
                <w:color w:val="000000"/>
                <w:lang w:eastAsia="ru-RU"/>
              </w:rPr>
              <w:t>фактор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b/>
                <w:bCs/>
                <w:color w:val="000000"/>
                <w:lang w:eastAsia="ru-RU"/>
              </w:rPr>
            </w:pPr>
            <w:r w:rsidRPr="006F0AC8">
              <w:rPr>
                <w:b/>
                <w:bCs/>
                <w:color w:val="000000"/>
                <w:lang w:eastAsia="ru-RU"/>
              </w:rPr>
              <w:t>Характер действия поражающего фактора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9205" w:type="dxa"/>
            <w:gridSpan w:val="4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Опасные гидрологические явления и процессы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562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1</w:t>
            </w: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Подтопление</w:t>
            </w: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Гидростатический, гидродинамический, гидрохимический.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Повышение уровня грунтовых вод, гидродинамическое давление потока, загрязнение (засоление) почв, грунта;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коррозия подземных металлических конструкций.</w:t>
            </w:r>
          </w:p>
        </w:tc>
      </w:tr>
      <w:tr w:rsidR="00CB5D49" w:rsidRPr="00EA7657">
        <w:trPr>
          <w:trHeight w:val="479"/>
          <w:jc w:val="center"/>
        </w:trPr>
        <w:tc>
          <w:tcPr>
            <w:tcW w:w="562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2</w:t>
            </w: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Русловая эрозия</w:t>
            </w: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Гидродинамический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Гидродинамическое давление потока воды, деформация речного русла.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9205" w:type="dxa"/>
            <w:gridSpan w:val="4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Опасные метеорологические явления и процессы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562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3</w:t>
            </w: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Сильный ветер</w:t>
            </w: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Аэродинамический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Ветровая нагрузка, аэродинамическое давление на ограждающие конструкции, вибрации.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562" w:type="dxa"/>
            <w:vMerge w:val="restart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4</w:t>
            </w: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Сильные осадки: Продолжительный дождь(ливень)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Сильный снегопад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Сильная метель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Гидродинамический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Поток(течение) воды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Затопление территории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Снеговая нагрузка. Ветровая нагрузка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Снежные заносы.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562" w:type="dxa"/>
            <w:vMerge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Гололед</w:t>
            </w:r>
          </w:p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Гравитационный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Гололедная нагрузка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562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5</w:t>
            </w:r>
          </w:p>
        </w:tc>
        <w:tc>
          <w:tcPr>
            <w:tcW w:w="2145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Заморозок</w:t>
            </w: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Тепловой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Охлаждение почвы, воздуха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9205" w:type="dxa"/>
            <w:gridSpan w:val="4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Природные пожары</w:t>
            </w:r>
          </w:p>
        </w:tc>
      </w:tr>
      <w:tr w:rsidR="00CB5D49" w:rsidRPr="00EA7657">
        <w:trPr>
          <w:trHeight w:val="20"/>
          <w:jc w:val="center"/>
        </w:trPr>
        <w:tc>
          <w:tcPr>
            <w:tcW w:w="562" w:type="dxa"/>
            <w:vMerge w:val="restart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6</w:t>
            </w:r>
          </w:p>
        </w:tc>
        <w:tc>
          <w:tcPr>
            <w:tcW w:w="2145" w:type="dxa"/>
            <w:vMerge w:val="restart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center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Пожар лесной, ландшафтный</w:t>
            </w: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Теплофизический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Пламя, нагрев тепловым потоком, тепловой удар, опасные дымы, помутнение воздуха.</w:t>
            </w:r>
          </w:p>
        </w:tc>
      </w:tr>
      <w:tr w:rsidR="00CB5D49" w:rsidRPr="00EA7657">
        <w:trPr>
          <w:trHeight w:val="70"/>
          <w:jc w:val="center"/>
        </w:trPr>
        <w:tc>
          <w:tcPr>
            <w:tcW w:w="562" w:type="dxa"/>
            <w:vMerge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</w:p>
        </w:tc>
        <w:tc>
          <w:tcPr>
            <w:tcW w:w="2145" w:type="dxa"/>
            <w:vMerge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</w:p>
        </w:tc>
        <w:tc>
          <w:tcPr>
            <w:tcW w:w="233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jc w:val="both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Химический</w:t>
            </w:r>
          </w:p>
        </w:tc>
        <w:tc>
          <w:tcPr>
            <w:tcW w:w="4159" w:type="dxa"/>
            <w:vAlign w:val="center"/>
          </w:tcPr>
          <w:p w:rsidR="00CB5D49" w:rsidRPr="006F0AC8" w:rsidRDefault="00CB5D49" w:rsidP="00D556E5">
            <w:pPr>
              <w:spacing w:before="0" w:after="0" w:line="240" w:lineRule="auto"/>
              <w:ind w:left="0"/>
              <w:rPr>
                <w:color w:val="000000"/>
                <w:lang w:eastAsia="ru-RU"/>
              </w:rPr>
            </w:pPr>
            <w:r w:rsidRPr="006F0AC8">
              <w:rPr>
                <w:color w:val="000000"/>
                <w:lang w:eastAsia="ru-RU"/>
              </w:rPr>
              <w:t>Загрязнение атмосферы, грунтов, почвы, гидросферы.</w:t>
            </w:r>
          </w:p>
        </w:tc>
      </w:tr>
    </w:tbl>
    <w:p w:rsidR="00CB5D49" w:rsidRDefault="00CB5D49" w:rsidP="00485B02">
      <w:pPr>
        <w:spacing w:line="360" w:lineRule="auto"/>
        <w:ind w:left="0"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CB5D49" w:rsidRDefault="00CB5D49" w:rsidP="00485B02">
      <w:pPr>
        <w:spacing w:line="360" w:lineRule="auto"/>
        <w:ind w:left="0" w:firstLine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К затопляемым территориям в МО "Хаврогорское" относятся: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2552"/>
        <w:gridCol w:w="1418"/>
        <w:gridCol w:w="4677"/>
      </w:tblGrid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№№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наименование  населенного пункта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Кол-во домов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Площадь объектов / территорий поселения, попадающие в зону затопления м2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1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Бор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3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242/521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2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Тарасица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3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192/220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3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Погост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3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384/50000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4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Ерзовка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5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782/20000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5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Фелово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2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145/78000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6</w:t>
            </w: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lang w:eastAsia="ru-RU"/>
              </w:rPr>
            </w:pPr>
            <w:r w:rsidRPr="00CB036A">
              <w:rPr>
                <w:lang w:eastAsia="ru-RU"/>
              </w:rPr>
              <w:t>Вахново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20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lang w:eastAsia="ru-RU"/>
              </w:rPr>
            </w:pPr>
            <w:r w:rsidRPr="00CB036A">
              <w:rPr>
                <w:lang w:eastAsia="ru-RU"/>
              </w:rPr>
              <w:t>1392/20320</w:t>
            </w:r>
          </w:p>
        </w:tc>
      </w:tr>
      <w:tr w:rsidR="00CB5D49" w:rsidRPr="00EA7657">
        <w:tc>
          <w:tcPr>
            <w:tcW w:w="675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b/>
                <w:bCs/>
                <w:lang w:eastAsia="ru-RU"/>
              </w:rPr>
            </w:pPr>
          </w:p>
        </w:tc>
        <w:tc>
          <w:tcPr>
            <w:tcW w:w="2552" w:type="dxa"/>
          </w:tcPr>
          <w:p w:rsidR="00CB5D49" w:rsidRPr="00CB036A" w:rsidRDefault="00CB5D49" w:rsidP="00CB036A">
            <w:pPr>
              <w:spacing w:before="0" w:after="0"/>
              <w:ind w:left="0"/>
              <w:rPr>
                <w:b/>
                <w:bCs/>
                <w:lang w:eastAsia="ru-RU"/>
              </w:rPr>
            </w:pPr>
            <w:r w:rsidRPr="00CB036A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b/>
                <w:bCs/>
                <w:lang w:eastAsia="ru-RU"/>
              </w:rPr>
            </w:pPr>
            <w:r w:rsidRPr="00CB036A">
              <w:rPr>
                <w:b/>
                <w:bCs/>
                <w:lang w:eastAsia="ru-RU"/>
              </w:rPr>
              <w:t>36</w:t>
            </w:r>
          </w:p>
        </w:tc>
        <w:tc>
          <w:tcPr>
            <w:tcW w:w="4677" w:type="dxa"/>
          </w:tcPr>
          <w:p w:rsidR="00CB5D49" w:rsidRPr="00CB036A" w:rsidRDefault="00CB5D49" w:rsidP="00CB036A">
            <w:pPr>
              <w:spacing w:before="0" w:after="0"/>
              <w:ind w:left="0"/>
              <w:jc w:val="center"/>
              <w:rPr>
                <w:b/>
                <w:bCs/>
                <w:lang w:eastAsia="ru-RU"/>
              </w:rPr>
            </w:pPr>
            <w:r w:rsidRPr="00CB036A">
              <w:rPr>
                <w:b/>
                <w:bCs/>
                <w:lang w:eastAsia="ru-RU"/>
              </w:rPr>
              <w:t>3137 / 169061</w:t>
            </w:r>
          </w:p>
        </w:tc>
      </w:tr>
    </w:tbl>
    <w:p w:rsidR="00CB5D49" w:rsidRPr="006F0AC8" w:rsidRDefault="00CB5D49" w:rsidP="00485B02">
      <w:pPr>
        <w:spacing w:line="360" w:lineRule="auto"/>
        <w:ind w:left="0" w:firstLine="567"/>
        <w:jc w:val="both"/>
        <w:rPr>
          <w:b/>
          <w:bCs/>
          <w:color w:val="000000"/>
        </w:rPr>
      </w:pP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Опасные гидрологические процессы</w:t>
      </w:r>
      <w:r w:rsidRPr="006F0AC8">
        <w:rPr>
          <w:color w:val="000000"/>
          <w:lang w:eastAsia="ru-RU"/>
        </w:rPr>
        <w:t xml:space="preserve"> – событие гидрологического происхождения или результат гидрологических процессов, возникающих под действием различных природных или гидродинамических факторов, или их сочетаний, оказывающих поражающее воздействие на людей, сельскохозяйственных животных и растения, объекты экономики и окружающую природную среду. 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 xml:space="preserve">По </w:t>
      </w:r>
      <w:r w:rsidRPr="006F0AC8">
        <w:rPr>
          <w:b/>
          <w:bCs/>
          <w:color w:val="000000"/>
          <w:lang w:eastAsia="ru-RU"/>
        </w:rPr>
        <w:t>защите</w:t>
      </w:r>
      <w:r w:rsidRPr="006F0AC8">
        <w:rPr>
          <w:color w:val="000000"/>
          <w:lang w:eastAsia="ru-RU"/>
        </w:rPr>
        <w:t xml:space="preserve"> территорий от затоплений и подтоплений (СНИП 2.01.15-90) необходимо:</w:t>
      </w:r>
    </w:p>
    <w:p w:rsidR="00CB5D49" w:rsidRPr="006F0AC8" w:rsidRDefault="00CB5D49" w:rsidP="00855A30">
      <w:pPr>
        <w:pStyle w:val="ListParagraph"/>
        <w:numPr>
          <w:ilvl w:val="0"/>
          <w:numId w:val="38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искусственное повышение поверхности территорий;</w:t>
      </w:r>
    </w:p>
    <w:p w:rsidR="00CB5D49" w:rsidRPr="006F0AC8" w:rsidRDefault="00CB5D49" w:rsidP="00855A30">
      <w:pPr>
        <w:pStyle w:val="ListParagraph"/>
        <w:numPr>
          <w:ilvl w:val="0"/>
          <w:numId w:val="38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регулирование стока и отвода поверхностных и подземных вод;</w:t>
      </w:r>
    </w:p>
    <w:p w:rsidR="00CB5D49" w:rsidRPr="006F0AC8" w:rsidRDefault="00CB5D49" w:rsidP="00855A30">
      <w:pPr>
        <w:pStyle w:val="ListParagraph"/>
        <w:numPr>
          <w:ilvl w:val="0"/>
          <w:numId w:val="38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устройство дренажных систем и отдельных дренажей;</w:t>
      </w:r>
    </w:p>
    <w:p w:rsidR="00CB5D49" w:rsidRPr="006F0AC8" w:rsidRDefault="00CB5D49" w:rsidP="00855A30">
      <w:pPr>
        <w:pStyle w:val="ListParagraph"/>
        <w:numPr>
          <w:ilvl w:val="0"/>
          <w:numId w:val="38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регулирование русел и стока рек;</w:t>
      </w:r>
    </w:p>
    <w:p w:rsidR="00CB5D49" w:rsidRPr="006F0AC8" w:rsidRDefault="00CB5D49" w:rsidP="00855A30">
      <w:pPr>
        <w:pStyle w:val="ListParagraph"/>
        <w:numPr>
          <w:ilvl w:val="0"/>
          <w:numId w:val="38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устройство дренажных прорезей для обеспечения гидравлической связи "верховодки" и техногенного горизонта вод с подземными водами нижележащего горизонта;</w:t>
      </w:r>
    </w:p>
    <w:p w:rsidR="00CB5D49" w:rsidRPr="006F0AC8" w:rsidRDefault="00CB5D49" w:rsidP="00855A30">
      <w:pPr>
        <w:pStyle w:val="ListParagraph"/>
        <w:numPr>
          <w:ilvl w:val="0"/>
          <w:numId w:val="38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агролесомелиорацию.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В границах зон затопления, оползней и карстов запрещается новое строительство, а существующие поселения, промышленные территории и дороги укрепляются обваловкой и дамбами.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К основным противоэрозионным мероприятиям следует относить:</w:t>
      </w:r>
    </w:p>
    <w:p w:rsidR="00CB5D49" w:rsidRPr="006F0AC8" w:rsidRDefault="00CB5D49" w:rsidP="00855A30">
      <w:pPr>
        <w:pStyle w:val="ListParagraph"/>
        <w:numPr>
          <w:ilvl w:val="0"/>
          <w:numId w:val="39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закрепление грунтов;</w:t>
      </w:r>
    </w:p>
    <w:p w:rsidR="00CB5D49" w:rsidRPr="006F0AC8" w:rsidRDefault="00CB5D49" w:rsidP="00855A30">
      <w:pPr>
        <w:pStyle w:val="ListParagraph"/>
        <w:numPr>
          <w:ilvl w:val="0"/>
          <w:numId w:val="39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агролесомелиорацию;</w:t>
      </w:r>
    </w:p>
    <w:p w:rsidR="00CB5D49" w:rsidRPr="006F0AC8" w:rsidRDefault="00CB5D49" w:rsidP="00855A30">
      <w:pPr>
        <w:pStyle w:val="ListParagraph"/>
        <w:numPr>
          <w:ilvl w:val="0"/>
          <w:numId w:val="39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удерживающие сооружения</w:t>
      </w:r>
    </w:p>
    <w:p w:rsidR="00CB5D49" w:rsidRPr="006F0AC8" w:rsidRDefault="00CB5D49" w:rsidP="00855A30">
      <w:pPr>
        <w:pStyle w:val="ListParagraph"/>
        <w:numPr>
          <w:ilvl w:val="0"/>
          <w:numId w:val="39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организацию поверхностного стока.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Опасные метеорологические явления</w:t>
      </w:r>
      <w:r w:rsidRPr="006F0AC8">
        <w:rPr>
          <w:color w:val="000000"/>
          <w:lang w:eastAsia="ru-RU"/>
        </w:rPr>
        <w:t xml:space="preserve"> - природные процессы и явления, возникающие в атмосфере под действием различных природных факторов или их сочетаний, оказывающие или могущие оказать поражающее воздействие на людей, сельскохозяйственных животных и растения, объекты экономики и окружающую природную среду.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На территории МО наблюдаются опасные метеорологические явления следующего характера: сильный ветер, ураганы, сильный снегопад, гололед, продолжительный мороз.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Особую опасность представляют собой ураганы и снежные заносы. Зимой могут выйти из строя объекты электротеплоснабжения, коммунальные сети.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 xml:space="preserve">  В результате разрушаются кровли домов, остекление жилых домов и объектов экономики, опоры и линии электропередач, заносятся автомобильные дороги, останавливается работа организаций, предприятий и учреждений.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FF0000"/>
          <w:lang w:eastAsia="ru-RU"/>
        </w:rPr>
      </w:pPr>
    </w:p>
    <w:p w:rsidR="00CB5D49" w:rsidRPr="006F0AC8" w:rsidRDefault="00CB5D49" w:rsidP="001D0FF8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Природные пожары</w:t>
      </w:r>
      <w:r w:rsidRPr="006F0AC8">
        <w:rPr>
          <w:color w:val="000000"/>
          <w:lang w:eastAsia="ru-RU"/>
        </w:rPr>
        <w:t xml:space="preserve"> – неконтролируемый процесс горения, стихийно возникающий и распространяющийся в природной среде. </w:t>
      </w:r>
    </w:p>
    <w:p w:rsidR="00CB5D49" w:rsidRDefault="00CB5D49" w:rsidP="001D0FF8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Лесные пожары непосредственно населенным пунктам не угрожают, т.к. населенные пункты и объекты в лесу окружены противопожарным разрывом от стены леса, но возможно опасное для здоровья задымление, что повлечет за собой эвакуацию населения и сельхозживотных.</w:t>
      </w:r>
    </w:p>
    <w:p w:rsidR="00CB5D49" w:rsidRDefault="00CB5D49" w:rsidP="001D0FF8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В</w:t>
      </w:r>
      <w:r w:rsidRPr="006F0AC8">
        <w:rPr>
          <w:color w:val="000000"/>
          <w:lang w:eastAsia="ru-RU"/>
        </w:rPr>
        <w:t xml:space="preserve"> целях предотвращения лесных пожаров и борьбы с ними органы исполнительной власти субъектов Российской Федерации организуют ежегодно разработку и выполнение планов мероприятий по профилактике лесных пожаров, противопожарному обустройству лесного фонда и не входящих в лесной фонд лесов; обеспечивают готовность организаций, на которые возложены охрана и защита лесов, а также лесопользователей к пожароопасному сезону; утверждают ежегодно до начала пожароопасного сезона мобильные и оперативные планы борьбы с лесными пожарами; устанавливают порядок привлечения сил и средств тушения лесных пожаров, обеспечивают привлекаемых к этой работе граждан средствами передвижения, питанием и медицинской помощью; создают резерв горючесмазочных материалов на пожароопасный сезон.</w:t>
      </w:r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Источники техногенных ЧС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b/>
          <w:bCs/>
          <w:color w:val="000000"/>
          <w:lang w:eastAsia="ru-RU"/>
        </w:rPr>
        <w:t>Техногенная чрезвычайная ситуация</w:t>
      </w:r>
      <w:r w:rsidRPr="006F0AC8">
        <w:rPr>
          <w:color w:val="000000"/>
          <w:lang w:eastAsia="ru-RU"/>
        </w:rPr>
        <w:t xml:space="preserve"> – состояние, при котором в результате возникновения источника техногенной чрезвычайной ситуации на объекте, определенной территории или акватории нарушаются нормальные условия жизни и деятельности людей, возникает угроза их жизни и здоровью, наносится ущерб имуществу населения, народному хозяйству и окружающей природной среде.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Исходя из географических и экономических особенностей, анализа опыта ликвидации чрезвычайных ситуаций на территории МО возможны следующие виды чрезвычайных ситуаций техногенного характера:</w:t>
      </w:r>
    </w:p>
    <w:p w:rsidR="00CB5D49" w:rsidRPr="006F0AC8" w:rsidRDefault="00CB5D49" w:rsidP="00855A30">
      <w:pPr>
        <w:pStyle w:val="ListParagraph"/>
        <w:numPr>
          <w:ilvl w:val="0"/>
          <w:numId w:val="40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автомобильные и железные дороги: розливы нефтепродуктов и химически опасных веществ, аварии на транспорте;</w:t>
      </w:r>
    </w:p>
    <w:p w:rsidR="00CB5D49" w:rsidRPr="006F0AC8" w:rsidRDefault="00CB5D49" w:rsidP="00855A30">
      <w:pPr>
        <w:pStyle w:val="ListParagraph"/>
        <w:numPr>
          <w:ilvl w:val="0"/>
          <w:numId w:val="40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склады ГСМ на производственных и сельскохозяйственных предприятиях (защитная зона 100 м): взрывоопасные объекты, розлив нефтепродуктов на рельеф;</w:t>
      </w:r>
    </w:p>
    <w:p w:rsidR="00CB5D49" w:rsidRPr="006F0AC8" w:rsidRDefault="00CB5D49" w:rsidP="00855A30">
      <w:pPr>
        <w:pStyle w:val="ListParagraph"/>
        <w:numPr>
          <w:ilvl w:val="0"/>
          <w:numId w:val="40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линии электропередач (ВЛ-110 кВ): зашита поселений от воздействия электрического поля, повреждение сетей;</w:t>
      </w:r>
    </w:p>
    <w:p w:rsidR="00CB5D49" w:rsidRPr="000129B1" w:rsidRDefault="00CB5D49" w:rsidP="00855A30">
      <w:pPr>
        <w:pStyle w:val="ListParagraph"/>
        <w:numPr>
          <w:ilvl w:val="0"/>
          <w:numId w:val="40"/>
        </w:numPr>
        <w:spacing w:before="0" w:after="0" w:line="360" w:lineRule="auto"/>
        <w:ind w:left="1134" w:firstLine="0"/>
        <w:jc w:val="both"/>
        <w:rPr>
          <w:color w:val="000000"/>
          <w:lang w:eastAsia="ru-RU"/>
        </w:rPr>
      </w:pPr>
      <w:r w:rsidRPr="006F0AC8">
        <w:rPr>
          <w:color w:val="000000"/>
          <w:lang w:eastAsia="ru-RU"/>
        </w:rPr>
        <w:t>отопительные котельные (защитная зона 50 м): взрывоопасные объекты, аварийные остановки, перебои в теплоснабжении объектов.</w:t>
      </w:r>
    </w:p>
    <w:p w:rsidR="00CB5D49" w:rsidRPr="006F0AC8" w:rsidRDefault="00CB5D49" w:rsidP="00485B02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Опасные происшествия на транспорте включают в себя понятия: </w:t>
      </w:r>
      <w:r w:rsidRPr="006F0AC8">
        <w:rPr>
          <w:b/>
          <w:bCs/>
          <w:color w:val="000000"/>
        </w:rPr>
        <w:t>транспортная авария</w:t>
      </w:r>
      <w:r w:rsidRPr="006F0AC8">
        <w:rPr>
          <w:color w:val="000000"/>
        </w:rPr>
        <w:t xml:space="preserve"> – авария на транспорте, повлекшая за собой гибель людей, причинение пострадавшим тяжелых телесных повреждений, уничтожение и повреждение транспортных сооружений и средств или ущерб окружающей природной среде. </w:t>
      </w:r>
    </w:p>
    <w:p w:rsidR="00CB5D49" w:rsidRPr="006F0AC8" w:rsidRDefault="00CB5D49" w:rsidP="00485B02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Дорожно-транспортное происшествие</w:t>
      </w:r>
      <w:r w:rsidRPr="006F0AC8">
        <w:rPr>
          <w:color w:val="000000"/>
        </w:rPr>
        <w:t xml:space="preserve"> – транспортная авария, возникшая в процессе дорожного движения с участием транспортного средства и повлекшая за собой гибель людей и (или) причинение им тяжелых телесных повреждений, повреждения транспортных средств, дорог, сооружений, грузов или иной материальный ущерб. Наибольшую угрозу для населения представляют дорожно-транспортные происшествия с участием автотранспорта, которые чаще всего обусловлены несоблюдением правил дорожного движения. Аварии на автодорогах могут быть также связаны со степенью изношенности дорожного полотна.</w:t>
      </w:r>
    </w:p>
    <w:p w:rsidR="00CB5D49" w:rsidRPr="006F0AC8" w:rsidRDefault="00CB5D49" w:rsidP="00485B02">
      <w:pPr>
        <w:spacing w:line="360" w:lineRule="auto"/>
        <w:ind w:left="0"/>
        <w:jc w:val="both"/>
        <w:rPr>
          <w:color w:val="000000"/>
        </w:rPr>
      </w:pPr>
    </w:p>
    <w:p w:rsidR="00CB5D49" w:rsidRPr="006F0AC8" w:rsidRDefault="00CB5D49" w:rsidP="00485B02">
      <w:pPr>
        <w:keepNext/>
        <w:tabs>
          <w:tab w:val="left" w:pos="7037"/>
        </w:tabs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по защите территории от природных ЧС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Для выполнения комплекса мер по обеспечению защищенности критически важных для национальной безопасности объектов инфраструктуры и населения от угроз техногенного и природного характера; мероприятий, направленных на предотвращение чрезвычайных ситуаций, защиту населения и обеспечение действий PCЧС при проведении ими спасательных и других неотложных работ, в районе имеется Отдел по делам ГО И ЧС.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 основе мер по предупреждению чрезвычайных ситуаций лежит совокупность мероприятий, направленных на снижение риска возникновения природных ЧС:</w:t>
      </w:r>
    </w:p>
    <w:p w:rsidR="00CB5D49" w:rsidRPr="006F0AC8" w:rsidRDefault="00CB5D49" w:rsidP="00855A30">
      <w:pPr>
        <w:pStyle w:val="ListParagraph"/>
        <w:numPr>
          <w:ilvl w:val="0"/>
          <w:numId w:val="41"/>
        </w:numPr>
        <w:tabs>
          <w:tab w:val="left" w:pos="7037"/>
        </w:tabs>
        <w:spacing w:before="0" w:after="0"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снижение риска возникновения природных ЧС путем проведения комплекса организационных, инженерно-технических, природоохранных, санитарно-гигиенических, санитарно-эпидемиологических и специальных мероприятий, направленных на организацию наблюдения и контроля над состоянием окружающей природной среды, прогнозирование и подготовку к чрезвычайным ситуациям;</w:t>
      </w:r>
    </w:p>
    <w:p w:rsidR="00CB5D49" w:rsidRPr="006F0AC8" w:rsidRDefault="00CB5D49" w:rsidP="00855A30">
      <w:pPr>
        <w:pStyle w:val="ListParagraph"/>
        <w:numPr>
          <w:ilvl w:val="0"/>
          <w:numId w:val="41"/>
        </w:numPr>
        <w:tabs>
          <w:tab w:val="left" w:pos="7037"/>
        </w:tabs>
        <w:spacing w:before="0" w:after="0"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заблаговременное определение вероятности возникновения последствий природных ЧС и их интенсивности;</w:t>
      </w:r>
    </w:p>
    <w:p w:rsidR="00CB5D49" w:rsidRPr="00CB036A" w:rsidRDefault="00CB5D49" w:rsidP="00855A30">
      <w:pPr>
        <w:pStyle w:val="ListParagraph"/>
        <w:numPr>
          <w:ilvl w:val="0"/>
          <w:numId w:val="41"/>
        </w:numPr>
        <w:tabs>
          <w:tab w:val="left" w:pos="7037"/>
        </w:tabs>
        <w:spacing w:before="0" w:after="0" w:line="360" w:lineRule="auto"/>
        <w:ind w:left="1134"/>
        <w:jc w:val="both"/>
        <w:rPr>
          <w:color w:val="000000"/>
        </w:rPr>
      </w:pPr>
      <w:r w:rsidRPr="006F0AC8">
        <w:rPr>
          <w:color w:val="000000"/>
        </w:rPr>
        <w:t>комплекс заблаговременно проводимых мероприятий по защите населения, окружающей среды и материальных ценностей от воздействия поражающих факторов источников природных ЧС, а также подготовка органов управления, сил и средств РСЧС к ликвидации их последствий.</w:t>
      </w:r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по защите территории от техногенных ЧС</w:t>
      </w:r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На   автомобильном транспорте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Наибольшую угрозу для населения представляют дорожно-транспортные происшествия с участием автотранспорта, которые чаще всего обусловлены несоблюдением правил дорожного движения. Аварии на автодорогах могут быть также связаны со степенью изношенности дорожного полотна.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При авариях на автомобильном транспорте возможны человеческие жертвы до 5 человек одновременно и полное уничтожение транспортных средств, попавших в аварию. Число аварий резко возрастает в осеннее-зимнее межсезонье (первый гололед).</w:t>
      </w:r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Мероприятия по предотвращению:</w:t>
      </w:r>
    </w:p>
    <w:p w:rsidR="00CB5D49" w:rsidRPr="006F0AC8" w:rsidRDefault="00CB5D49" w:rsidP="00855A30">
      <w:pPr>
        <w:pStyle w:val="ListParagraph"/>
        <w:numPr>
          <w:ilvl w:val="0"/>
          <w:numId w:val="4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постоянный контроль состояния автомобильных дорог, технического состояния автомобилей;</w:t>
      </w:r>
    </w:p>
    <w:p w:rsidR="00CB5D49" w:rsidRPr="006F0AC8" w:rsidRDefault="00CB5D49" w:rsidP="00855A30">
      <w:pPr>
        <w:pStyle w:val="ListParagraph"/>
        <w:numPr>
          <w:ilvl w:val="0"/>
          <w:numId w:val="4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своевременный ремонт автомобилей и автомобильных дорог;</w:t>
      </w:r>
    </w:p>
    <w:p w:rsidR="00CB5D49" w:rsidRPr="006F0AC8" w:rsidRDefault="00CB5D49" w:rsidP="00855A30">
      <w:pPr>
        <w:pStyle w:val="ListParagraph"/>
        <w:numPr>
          <w:ilvl w:val="0"/>
          <w:numId w:val="4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поддержание в постоянной готовности сил и средств своевременного ремонта автомобилей и автомобильных дорог;</w:t>
      </w:r>
    </w:p>
    <w:p w:rsidR="00CB5D49" w:rsidRPr="006F0AC8" w:rsidRDefault="00CB5D49" w:rsidP="00855A30">
      <w:pPr>
        <w:pStyle w:val="ListParagraph"/>
        <w:numPr>
          <w:ilvl w:val="0"/>
          <w:numId w:val="4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соблюдение технологических норм и правил эксплуатации автомобилей;</w:t>
      </w:r>
    </w:p>
    <w:p w:rsidR="00CB5D49" w:rsidRPr="006F0AC8" w:rsidRDefault="00CB5D49" w:rsidP="00855A30">
      <w:pPr>
        <w:pStyle w:val="ListParagraph"/>
        <w:numPr>
          <w:ilvl w:val="0"/>
          <w:numId w:val="42"/>
        </w:numPr>
        <w:spacing w:before="0" w:after="0" w:line="360" w:lineRule="auto"/>
        <w:ind w:left="1134" w:firstLine="0"/>
        <w:jc w:val="both"/>
        <w:rPr>
          <w:color w:val="000000"/>
        </w:rPr>
      </w:pPr>
      <w:r w:rsidRPr="006F0AC8">
        <w:rPr>
          <w:color w:val="000000"/>
        </w:rPr>
        <w:t>организация взаимодействия сил и средств, обеспечивающих ликвидацию чрезвычайных ситуаций на автомобильном транспорте.</w:t>
      </w:r>
    </w:p>
    <w:p w:rsidR="00CB5D49" w:rsidRPr="006F0AC8" w:rsidRDefault="00CB5D49" w:rsidP="00485B02">
      <w:pPr>
        <w:spacing w:after="0" w:line="360" w:lineRule="auto"/>
        <w:ind w:left="0"/>
        <w:jc w:val="both"/>
        <w:rPr>
          <w:b/>
          <w:bCs/>
          <w:color w:val="FF0000"/>
        </w:rPr>
      </w:pPr>
    </w:p>
    <w:p w:rsidR="00CB5D49" w:rsidRPr="006F0AC8" w:rsidRDefault="00CB5D49" w:rsidP="00485B02">
      <w:pPr>
        <w:keepNext/>
        <w:spacing w:after="0"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На объектах жизнеобеспечения</w:t>
      </w:r>
    </w:p>
    <w:p w:rsidR="00CB5D49" w:rsidRPr="006F0AC8" w:rsidRDefault="00CB5D49" w:rsidP="00485B02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Возможно возникновение аварий на объектах теплоснабжения; водоснабжения и канализационных сетях; энергоснабжения. В этом случае возможно полное прекращение подачи электроэнергии в населенные пункты. В зону отключения электроэнергии попадает 95 % населения.</w:t>
      </w:r>
    </w:p>
    <w:p w:rsidR="00CB5D49" w:rsidRPr="006F0AC8" w:rsidRDefault="00CB5D49" w:rsidP="0049197D">
      <w:pPr>
        <w:spacing w:line="360" w:lineRule="auto"/>
        <w:ind w:left="0"/>
        <w:jc w:val="both"/>
        <w:rPr>
          <w:color w:val="FF0000"/>
        </w:rPr>
      </w:pPr>
    </w:p>
    <w:p w:rsidR="00CB5D49" w:rsidRPr="006F0AC8" w:rsidRDefault="00CB5D49" w:rsidP="008775AC">
      <w:pPr>
        <w:spacing w:line="360" w:lineRule="auto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 xml:space="preserve"> Требования пожарной безопасности.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 настоящее время обстановка с пожарной безопасностью остается сложной. Сложившаяся ситуация обусловлена комплексом проблем нормативно-правового, материально-технического и социального характера, накапливающихся годами и не получивших своего разрешения. Серьезные последствия может иметь недостаточное финансирование мероприятий по обеспечению пожарной безопасности, а также низкая техническая оснащенность подразделений пожарной охраны.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Около 70 % пожаров приходится на жилой сектор. При этом гибнут дети и взрослые, уничтожается ценное материальное имущество, наносится вред благосостоянию и здоровью людей.</w:t>
      </w:r>
    </w:p>
    <w:p w:rsidR="00CB5D49" w:rsidRPr="006F0AC8" w:rsidRDefault="00CB5D49" w:rsidP="00485B02">
      <w:pPr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На территории МО "</w:t>
      </w:r>
      <w:r>
        <w:rPr>
          <w:color w:val="000000"/>
        </w:rPr>
        <w:t>Хаврогорское</w:t>
      </w:r>
      <w:r w:rsidRPr="006F0AC8">
        <w:rPr>
          <w:color w:val="000000"/>
        </w:rPr>
        <w:t xml:space="preserve">"  расположен </w:t>
      </w:r>
      <w:r>
        <w:rPr>
          <w:color w:val="000000"/>
        </w:rPr>
        <w:t>Отдельный пост ПЧ №55</w:t>
      </w:r>
      <w:r w:rsidRPr="006F0AC8">
        <w:rPr>
          <w:color w:val="000000"/>
        </w:rPr>
        <w:t xml:space="preserve"> </w:t>
      </w:r>
      <w:r>
        <w:rPr>
          <w:color w:val="000000"/>
        </w:rPr>
        <w:t>д. Погост</w:t>
      </w:r>
      <w:r w:rsidRPr="006F0AC8">
        <w:rPr>
          <w:color w:val="000000"/>
        </w:rPr>
        <w:t xml:space="preserve"> (на </w:t>
      </w:r>
      <w:r>
        <w:rPr>
          <w:color w:val="000000"/>
        </w:rPr>
        <w:t>две пожарные машины</w:t>
      </w:r>
      <w:r w:rsidRPr="006F0AC8">
        <w:rPr>
          <w:color w:val="000000"/>
        </w:rPr>
        <w:t>).</w:t>
      </w:r>
    </w:p>
    <w:p w:rsidR="00CB5D49" w:rsidRPr="006F0AC8" w:rsidRDefault="00CB5D49" w:rsidP="00485B02">
      <w:pPr>
        <w:spacing w:line="360" w:lineRule="auto"/>
        <w:ind w:left="0" w:firstLine="567"/>
        <w:jc w:val="both"/>
        <w:rPr>
          <w:b/>
          <w:bCs/>
          <w:color w:val="000000"/>
        </w:rPr>
      </w:pPr>
      <w:r w:rsidRPr="006F0AC8">
        <w:rPr>
          <w:b/>
          <w:bCs/>
          <w:color w:val="000000"/>
        </w:rPr>
        <w:t>Размещение подразделений пожарной охраны происходит с соблюдением требований пожарной безопасности (в соответствии с Федеральным законом от 22.07.2008 г. № 123 – ФЗ).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b/>
          <w:bCs/>
          <w:color w:val="000000"/>
        </w:rPr>
        <w:t>Размещение подразделений пожарной охраны</w:t>
      </w:r>
      <w:r w:rsidRPr="006F0AC8">
        <w:rPr>
          <w:color w:val="000000"/>
        </w:rPr>
        <w:t xml:space="preserve"> на территории поселения необходимо осуществлять исходя из условия, что время прибытия первого подразделения к месту вызова в сельских населенных пунктах </w:t>
      </w:r>
      <w:r w:rsidRPr="006F0AC8">
        <w:rPr>
          <w:b/>
          <w:bCs/>
          <w:color w:val="000000"/>
        </w:rPr>
        <w:t>не должно превышать 20 минут</w:t>
      </w:r>
      <w:r w:rsidRPr="006F0AC8">
        <w:rPr>
          <w:color w:val="000000"/>
        </w:rPr>
        <w:t>. При средней скорости движения по сети местных автодорог в 60 км/час, нормативный радиус обслуживания населенных пунктов пожарными подразделениями будет составлять 15-25 км.</w:t>
      </w:r>
    </w:p>
    <w:p w:rsidR="00CB5D49" w:rsidRPr="006F0AC8" w:rsidRDefault="00CB5D49" w:rsidP="00485B02">
      <w:pPr>
        <w:spacing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 xml:space="preserve">Анализ размещения подразделений пожарной охраны, состояния автодорог, радиуса доступности населенных пунктов до пожарных депо позволил выявить территории, где с особой остротой встает вопрос обеспечения пожарной безопасности. 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 населенных пунктах, где проживающее постоянное население составляет менее 50 чел., необходима разработка противопожарных мероприятий, учитывающих невозможность привлечения пожарного подразделения: организация добровольной пожарной дружины, приобретение мотопомп, устройство противопожарных водоемов, обучение жителей основным действиям при тушении пожара и так далее.</w:t>
      </w:r>
    </w:p>
    <w:p w:rsidR="00CB5D49" w:rsidRPr="006F0AC8" w:rsidRDefault="00CB5D49" w:rsidP="00485B02">
      <w:pPr>
        <w:tabs>
          <w:tab w:val="left" w:pos="7037"/>
        </w:tabs>
        <w:spacing w:after="0" w:line="360" w:lineRule="auto"/>
        <w:ind w:left="0" w:firstLine="567"/>
        <w:jc w:val="both"/>
        <w:rPr>
          <w:color w:val="000000"/>
        </w:rPr>
      </w:pPr>
      <w:r w:rsidRPr="006F0AC8">
        <w:rPr>
          <w:color w:val="000000"/>
        </w:rPr>
        <w:t>В целях обеспечения деятельности органов местного самоуправления, исполнения требований ФЗ № 123-ФЗ «Технический регламент о требованиях пожарной безопасности», ФЗ № 131-ФЗ «Об общих принципах организации местного самоуправления в Российской Федерации», целесообразно осуществить следующие мероприятия:</w:t>
      </w:r>
    </w:p>
    <w:p w:rsidR="00CB5D49" w:rsidRPr="006F0AC8" w:rsidRDefault="00CB5D49" w:rsidP="00855A30">
      <w:pPr>
        <w:pStyle w:val="ListParagraph"/>
        <w:numPr>
          <w:ilvl w:val="0"/>
          <w:numId w:val="43"/>
        </w:numPr>
        <w:tabs>
          <w:tab w:val="left" w:pos="7037"/>
        </w:tabs>
        <w:spacing w:after="0" w:line="360" w:lineRule="auto"/>
        <w:ind w:left="1134" w:hanging="283"/>
        <w:jc w:val="both"/>
        <w:rPr>
          <w:color w:val="000000"/>
        </w:rPr>
      </w:pPr>
      <w:r w:rsidRPr="006F0AC8">
        <w:rPr>
          <w:color w:val="000000"/>
        </w:rPr>
        <w:t>обеспечение подъездов и проездов пожарных подразделений для прибытия к любому объекту, населенному пункту в сроки, установленные Техническим регламентом о требованиях пожарной безопасности, и обеспечение выполнения необходимых мероприятий по тушению пожаров и проведению аварийно-спасательных работ;</w:t>
      </w:r>
    </w:p>
    <w:p w:rsidR="00CB5D49" w:rsidRPr="006F0AC8" w:rsidRDefault="00CB5D49" w:rsidP="00855A30">
      <w:pPr>
        <w:pStyle w:val="ListParagraph"/>
        <w:numPr>
          <w:ilvl w:val="0"/>
          <w:numId w:val="43"/>
        </w:numPr>
        <w:tabs>
          <w:tab w:val="left" w:pos="7037"/>
        </w:tabs>
        <w:spacing w:after="0" w:line="360" w:lineRule="auto"/>
        <w:ind w:left="1134" w:hanging="283"/>
        <w:jc w:val="both"/>
        <w:rPr>
          <w:color w:val="000000"/>
        </w:rPr>
      </w:pPr>
      <w:r w:rsidRPr="006F0AC8">
        <w:rPr>
          <w:color w:val="000000"/>
        </w:rPr>
        <w:t>обеспечение надлежащего состояния источников противопожарного водоснабжения;</w:t>
      </w:r>
    </w:p>
    <w:p w:rsidR="00CB5D49" w:rsidRPr="006F0AC8" w:rsidRDefault="00CB5D49" w:rsidP="00855A30">
      <w:pPr>
        <w:pStyle w:val="ListParagraph"/>
        <w:numPr>
          <w:ilvl w:val="0"/>
          <w:numId w:val="43"/>
        </w:numPr>
        <w:spacing w:line="360" w:lineRule="auto"/>
        <w:ind w:left="1134" w:hanging="283"/>
        <w:jc w:val="both"/>
        <w:rPr>
          <w:color w:val="FF0000"/>
        </w:rPr>
      </w:pPr>
      <w:r w:rsidRPr="006F0AC8">
        <w:rPr>
          <w:color w:val="000000"/>
        </w:rPr>
        <w:t>устройство источников наружного пожарного водоснабжения: пожарные гидранты, пожводоемы, естественные источники (озера), в зимнее время проруби, и организации регулярной очистки дороги к ним.</w:t>
      </w:r>
    </w:p>
    <w:p w:rsidR="00CB5D49" w:rsidRPr="006F0AC8" w:rsidRDefault="00CB5D49" w:rsidP="00542286">
      <w:pPr>
        <w:ind w:left="0"/>
        <w:jc w:val="both"/>
        <w:rPr>
          <w:color w:val="FF0000"/>
        </w:rPr>
      </w:pPr>
    </w:p>
    <w:p w:rsidR="00CB5D49" w:rsidRPr="006F0AC8" w:rsidRDefault="00CB5D49" w:rsidP="00542286">
      <w:pPr>
        <w:ind w:left="0"/>
        <w:jc w:val="both"/>
        <w:rPr>
          <w:color w:val="FF0000"/>
        </w:rPr>
      </w:pPr>
    </w:p>
    <w:p w:rsidR="00CB5D49" w:rsidRPr="006F0AC8" w:rsidRDefault="00CB5D49" w:rsidP="00D556E5">
      <w:pPr>
        <w:pStyle w:val="a8"/>
        <w:spacing w:line="360" w:lineRule="auto"/>
      </w:pPr>
      <w:bookmarkStart w:id="16" w:name="_Toc496259797"/>
      <w:r w:rsidRPr="006F0AC8">
        <w:t>4. Градостроительный паспорт МО «</w:t>
      </w:r>
      <w:r>
        <w:t>Хаврогорское</w:t>
      </w:r>
      <w:r w:rsidRPr="006F0AC8">
        <w:t>»</w:t>
      </w:r>
      <w:bookmarkEnd w:id="16"/>
    </w:p>
    <w:p w:rsidR="00CB5D49" w:rsidRPr="006F0AC8" w:rsidRDefault="00CB5D49" w:rsidP="008775AC">
      <w:pPr>
        <w:spacing w:line="360" w:lineRule="auto"/>
        <w:ind w:left="927"/>
        <w:jc w:val="center"/>
        <w:rPr>
          <w:b/>
          <w:bCs/>
          <w:color w:val="000000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32"/>
        <w:gridCol w:w="2509"/>
        <w:gridCol w:w="1153"/>
        <w:gridCol w:w="1560"/>
        <w:gridCol w:w="1728"/>
        <w:gridCol w:w="1639"/>
      </w:tblGrid>
      <w:tr w:rsidR="00CB5D49" w:rsidRPr="00EA7657">
        <w:trPr>
          <w:trHeight w:val="1145"/>
        </w:trPr>
        <w:tc>
          <w:tcPr>
            <w:tcW w:w="732" w:type="dxa"/>
          </w:tcPr>
          <w:p w:rsidR="00CB5D49" w:rsidRPr="00EA7657" w:rsidRDefault="00CB5D49" w:rsidP="00EA7657">
            <w:pPr>
              <w:spacing w:line="360" w:lineRule="auto"/>
              <w:ind w:hanging="533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№№</w:t>
            </w:r>
          </w:p>
          <w:p w:rsidR="00CB5D49" w:rsidRPr="00EA7657" w:rsidRDefault="00CB5D49" w:rsidP="00EA7657">
            <w:pPr>
              <w:spacing w:line="360" w:lineRule="auto"/>
              <w:ind w:hanging="533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ПП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36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360" w:lineRule="auto"/>
              <w:ind w:left="7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36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Современно</w:t>
            </w:r>
          </w:p>
          <w:p w:rsidR="00CB5D49" w:rsidRPr="00EA7657" w:rsidRDefault="00CB5D49" w:rsidP="00EA7657">
            <w:pPr>
              <w:spacing w:line="360" w:lineRule="auto"/>
              <w:ind w:hanging="709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состояние,</w:t>
            </w:r>
          </w:p>
          <w:p w:rsidR="00CB5D49" w:rsidRPr="00EA7657" w:rsidRDefault="00CB5D49" w:rsidP="00EA7657">
            <w:pPr>
              <w:spacing w:line="360" w:lineRule="auto"/>
              <w:ind w:hanging="709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2016 г.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36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Первая очередь,</w:t>
            </w:r>
          </w:p>
          <w:p w:rsidR="00CB5D49" w:rsidRPr="00EA7657" w:rsidRDefault="00CB5D49" w:rsidP="00EA7657">
            <w:pPr>
              <w:spacing w:line="36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2022 г.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36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Расчетный срок,</w:t>
            </w:r>
          </w:p>
          <w:p w:rsidR="00CB5D49" w:rsidRPr="00EA7657" w:rsidRDefault="00CB5D49" w:rsidP="00EA7657">
            <w:pPr>
              <w:spacing w:line="36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2037 г.</w:t>
            </w:r>
          </w:p>
        </w:tc>
      </w:tr>
      <w:tr w:rsidR="00CB5D49" w:rsidRPr="00EA7657">
        <w:tc>
          <w:tcPr>
            <w:tcW w:w="732" w:type="dxa"/>
            <w:vAlign w:val="center"/>
          </w:tcPr>
          <w:p w:rsidR="00CB5D49" w:rsidRPr="00EA7657" w:rsidRDefault="00CB5D49" w:rsidP="00EA7657">
            <w:pPr>
              <w:spacing w:line="240" w:lineRule="auto"/>
              <w:ind w:hanging="53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09" w:type="dxa"/>
            <w:vAlign w:val="center"/>
          </w:tcPr>
          <w:p w:rsidR="00CB5D49" w:rsidRPr="00EA7657" w:rsidRDefault="00CB5D49" w:rsidP="00EA7657">
            <w:pPr>
              <w:spacing w:line="240" w:lineRule="auto"/>
              <w:ind w:hanging="722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hanging="631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vAlign w:val="center"/>
          </w:tcPr>
          <w:p w:rsidR="00CB5D49" w:rsidRPr="00EA7657" w:rsidRDefault="00CB5D49" w:rsidP="00EA7657">
            <w:pPr>
              <w:spacing w:line="240" w:lineRule="auto"/>
              <w:ind w:hanging="711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hanging="711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hanging="711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</w:t>
            </w:r>
          </w:p>
        </w:tc>
      </w:tr>
      <w:tr w:rsidR="00CB5D49" w:rsidRPr="00EA7657">
        <w:trPr>
          <w:trHeight w:val="639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Территория</w:t>
            </w:r>
            <w:r w:rsidRPr="00EA7657">
              <w:rPr>
                <w:color w:val="000000"/>
                <w:sz w:val="22"/>
                <w:szCs w:val="22"/>
              </w:rPr>
              <w:t xml:space="preserve"> (всего),</w:t>
            </w:r>
          </w:p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  <w:u w:val="single"/>
              </w:rPr>
              <w:t>га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проц.</w:t>
            </w:r>
          </w:p>
        </w:tc>
        <w:tc>
          <w:tcPr>
            <w:tcW w:w="1560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  <w:u w:val="single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  <w:u w:val="single"/>
              </w:rPr>
              <w:t>108128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728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  <w:u w:val="single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  <w:u w:val="single"/>
              </w:rPr>
              <w:t>108128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639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  <w:u w:val="single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  <w:u w:val="single"/>
              </w:rPr>
              <w:t>108128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CB5D49" w:rsidRPr="00EA7657">
        <w:trPr>
          <w:trHeight w:val="715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Земли населённых пунктов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  <w:u w:val="single"/>
              </w:rPr>
              <w:t>га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проц.</w:t>
            </w:r>
          </w:p>
        </w:tc>
        <w:tc>
          <w:tcPr>
            <w:tcW w:w="1560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715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1.1.1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д. Погост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721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Население (всего),</w:t>
            </w:r>
          </w:p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тыс. чел.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</w:tr>
      <w:tr w:rsidR="00CB5D49" w:rsidRPr="00EA7657">
        <w:trPr>
          <w:trHeight w:val="995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 xml:space="preserve">тыс. чел. 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rPr>
                <w:color w:val="000000"/>
              </w:rPr>
            </w:pPr>
          </w:p>
        </w:tc>
      </w:tr>
      <w:tr w:rsidR="00CB5D49" w:rsidRPr="00EA7657">
        <w:trPr>
          <w:trHeight w:val="711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Трудоспособного возраста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 xml:space="preserve">тыс. чел. 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rPr>
                <w:color w:val="000000"/>
              </w:rPr>
            </w:pPr>
          </w:p>
        </w:tc>
      </w:tr>
      <w:tr w:rsidR="00CB5D49" w:rsidRPr="00EA7657">
        <w:trPr>
          <w:trHeight w:val="990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Старше трудоспособного возраста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 xml:space="preserve">тыс. чел. 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0,36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rPr>
                <w:color w:val="000000"/>
              </w:rPr>
            </w:pPr>
          </w:p>
        </w:tc>
      </w:tr>
      <w:tr w:rsidR="00CB5D49" w:rsidRPr="00EA7657">
        <w:trPr>
          <w:trHeight w:val="990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Жилищный фонд</w:t>
            </w:r>
          </w:p>
        </w:tc>
        <w:tc>
          <w:tcPr>
            <w:tcW w:w="1153" w:type="dxa"/>
            <w:vAlign w:val="center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990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Жилищный фонд (всего)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  <w:vertAlign w:val="superscript"/>
              </w:rPr>
            </w:pPr>
            <w:r w:rsidRPr="00EA7657">
              <w:rPr>
                <w:color w:val="000000"/>
                <w:sz w:val="22"/>
                <w:szCs w:val="22"/>
              </w:rPr>
              <w:t>тыс. м</w:t>
            </w:r>
            <w:r w:rsidRPr="00EA7657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990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Жилищная обеспеченность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м</w:t>
            </w:r>
            <w:r w:rsidRPr="00EA7657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EA7657">
              <w:rPr>
                <w:color w:val="000000"/>
                <w:sz w:val="22"/>
                <w:szCs w:val="22"/>
              </w:rPr>
              <w:t xml:space="preserve"> / чел.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04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Объекты социального и культурно-бытового обслуживания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404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Объекты системы образования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89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4.1.1.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Общеобразовательные школы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</w:tr>
      <w:tr w:rsidR="00CB5D49" w:rsidRPr="00EA7657">
        <w:trPr>
          <w:trHeight w:val="99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4.1.2.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Дошкольные образовательные учреждения (ДОУ)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</w:tr>
      <w:tr w:rsidR="00CB5D49" w:rsidRPr="00EA7657">
        <w:trPr>
          <w:trHeight w:val="99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Объекты социального обеспечения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1109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4.3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Объекты системы здравоохранения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</w:tr>
      <w:tr w:rsidR="00CB5D49" w:rsidRPr="00EA7657">
        <w:trPr>
          <w:trHeight w:val="841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4.3.1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больница (амбулатория)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</w:tc>
      </w:tr>
      <w:tr w:rsidR="00CB5D49" w:rsidRPr="00EA7657">
        <w:trPr>
          <w:trHeight w:val="841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4.3.2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 xml:space="preserve">ФАП 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3</w:t>
            </w: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  <w:r w:rsidRPr="00EA765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CB5D49" w:rsidRPr="00EA7657">
        <w:trPr>
          <w:trHeight w:val="567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4.4.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Учреждения культуры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</w:p>
        </w:tc>
      </w:tr>
      <w:tr w:rsidR="00CB5D49" w:rsidRPr="00EA7657">
        <w:trPr>
          <w:trHeight w:val="1136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</w:p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4.3.1.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</w:p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Дома культуры и сельские клубы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  <w:u w:val="single"/>
              </w:rPr>
            </w:pP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  <w:u w:val="single"/>
              </w:rPr>
            </w:pPr>
            <w:r w:rsidRPr="00EA7657">
              <w:rPr>
                <w:color w:val="000000"/>
                <w:sz w:val="22"/>
                <w:szCs w:val="22"/>
                <w:u w:val="single"/>
              </w:rPr>
              <w:t>единиц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2</w:t>
            </w:r>
          </w:p>
        </w:tc>
      </w:tr>
      <w:tr w:rsidR="00CB5D49" w:rsidRPr="00EA7657">
        <w:trPr>
          <w:trHeight w:val="980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4.3.2.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Библиотека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4</w:t>
            </w:r>
          </w:p>
        </w:tc>
      </w:tr>
      <w:tr w:rsidR="00CB5D49" w:rsidRPr="00EA7657">
        <w:trPr>
          <w:trHeight w:val="703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Транспортная инфраструктура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703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 xml:space="preserve">Автомобильные дороги 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703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5.1.1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капитальный ремонт, реконструкция существующих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+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+</w:t>
            </w:r>
          </w:p>
        </w:tc>
      </w:tr>
      <w:tr w:rsidR="00CB5D49" w:rsidRPr="00EA7657">
        <w:trPr>
          <w:trHeight w:val="703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5.2.1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строительство новых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  <w:p w:rsidR="00CB5D49" w:rsidRPr="00EA7657" w:rsidRDefault="00CB5D49" w:rsidP="00EA7657">
            <w:pPr>
              <w:spacing w:line="240" w:lineRule="auto"/>
              <w:ind w:left="0"/>
              <w:rPr>
                <w:b/>
                <w:bCs/>
                <w:color w:val="000000"/>
              </w:rPr>
            </w:pP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0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Инженерная инфраструктура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0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Котельные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единиц/</w:t>
            </w:r>
          </w:p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Гкал/час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  <w:u w:val="single"/>
              </w:rPr>
            </w:pP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Распределительные электроподстанции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кВ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</w:t>
            </w:r>
          </w:p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6.3.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Газификация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6.4.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ГРП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м</w:t>
            </w:r>
            <w:r w:rsidRPr="00EA7657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EA7657">
              <w:rPr>
                <w:color w:val="000000"/>
                <w:sz w:val="22"/>
                <w:szCs w:val="22"/>
              </w:rPr>
              <w:t>/год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6.5.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Канализационные очистные сооружения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тыс. м</w:t>
            </w:r>
            <w:r w:rsidRPr="00EA7657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EA7657">
              <w:rPr>
                <w:color w:val="000000"/>
                <w:sz w:val="22"/>
                <w:szCs w:val="22"/>
              </w:rPr>
              <w:t>/сутки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6.6.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Водоочистные сооружения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тыс. м</w:t>
            </w:r>
            <w:r w:rsidRPr="00EA7657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EA7657">
              <w:rPr>
                <w:color w:val="000000"/>
                <w:sz w:val="22"/>
                <w:szCs w:val="22"/>
              </w:rPr>
              <w:t>/сутки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Санитарная очистка территории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Наличие лицензированного полигона ТБО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-6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единиц/площадь, га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-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Культурное наследие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Всего объектов культурного наследия,</w:t>
            </w:r>
          </w:p>
          <w:p w:rsidR="00CB5D49" w:rsidRPr="00EA7657" w:rsidRDefault="00CB5D49" w:rsidP="00EA7657">
            <w:pPr>
              <w:spacing w:line="240" w:lineRule="auto"/>
              <w:ind w:left="-13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объектов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B5D49" w:rsidRPr="00EA7657">
        <w:trPr>
          <w:trHeight w:val="422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8.1.1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Памятников истории и культуры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объектов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color w:val="000000"/>
              </w:rPr>
            </w:pPr>
            <w:r w:rsidRPr="00EA7657">
              <w:rPr>
                <w:color w:val="000000"/>
                <w:sz w:val="22"/>
                <w:szCs w:val="22"/>
              </w:rPr>
              <w:t>15</w:t>
            </w:r>
          </w:p>
        </w:tc>
      </w:tr>
      <w:tr w:rsidR="00CB5D49" w:rsidRPr="00EA7657">
        <w:trPr>
          <w:trHeight w:val="148"/>
        </w:trPr>
        <w:tc>
          <w:tcPr>
            <w:tcW w:w="732" w:type="dxa"/>
          </w:tcPr>
          <w:p w:rsidR="00CB5D49" w:rsidRPr="00EA7657" w:rsidRDefault="00CB5D49" w:rsidP="00EA7657">
            <w:pPr>
              <w:spacing w:line="240" w:lineRule="auto"/>
              <w:ind w:left="-108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2509" w:type="dxa"/>
          </w:tcPr>
          <w:p w:rsidR="00CB5D49" w:rsidRPr="00EA7657" w:rsidRDefault="00CB5D49" w:rsidP="00EA7657">
            <w:pPr>
              <w:spacing w:line="240" w:lineRule="auto"/>
              <w:ind w:left="-13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ООПТ</w:t>
            </w:r>
          </w:p>
        </w:tc>
        <w:tc>
          <w:tcPr>
            <w:tcW w:w="1153" w:type="dxa"/>
          </w:tcPr>
          <w:p w:rsidR="00CB5D49" w:rsidRPr="00EA7657" w:rsidRDefault="00CB5D49" w:rsidP="00EA7657">
            <w:pPr>
              <w:spacing w:line="240" w:lineRule="auto"/>
              <w:ind w:left="0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объектов</w:t>
            </w:r>
          </w:p>
        </w:tc>
        <w:tc>
          <w:tcPr>
            <w:tcW w:w="1560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728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1639" w:type="dxa"/>
          </w:tcPr>
          <w:p w:rsidR="00CB5D49" w:rsidRPr="00EA7657" w:rsidRDefault="00CB5D49" w:rsidP="00EA7657">
            <w:pPr>
              <w:spacing w:line="240" w:lineRule="auto"/>
              <w:ind w:left="-14"/>
              <w:jc w:val="center"/>
              <w:rPr>
                <w:b/>
                <w:bCs/>
                <w:color w:val="000000"/>
              </w:rPr>
            </w:pPr>
            <w:r w:rsidRPr="00EA7657">
              <w:rPr>
                <w:b/>
                <w:bCs/>
                <w:color w:val="000000"/>
                <w:sz w:val="22"/>
                <w:szCs w:val="22"/>
              </w:rPr>
              <w:t>-</w:t>
            </w:r>
          </w:p>
        </w:tc>
      </w:tr>
    </w:tbl>
    <w:p w:rsidR="00CB5D49" w:rsidRPr="00BC2837" w:rsidRDefault="00CB5D49" w:rsidP="001B7B60">
      <w:pPr>
        <w:ind w:left="0"/>
        <w:jc w:val="both"/>
        <w:rPr>
          <w:color w:val="FF0000"/>
        </w:rPr>
      </w:pPr>
    </w:p>
    <w:sectPr w:rsidR="00CB5D49" w:rsidRPr="00BC2837" w:rsidSect="00080600">
      <w:footerReference w:type="default" r:id="rId21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5D49" w:rsidRDefault="00CB5D49" w:rsidP="00080600">
      <w:pPr>
        <w:pStyle w:val="a0"/>
        <w:spacing w:before="0" w:after="0"/>
      </w:pPr>
      <w:r>
        <w:separator/>
      </w:r>
    </w:p>
  </w:endnote>
  <w:endnote w:type="continuationSeparator" w:id="1">
    <w:p w:rsidR="00CB5D49" w:rsidRDefault="00CB5D49" w:rsidP="00080600">
      <w:pPr>
        <w:pStyle w:val="a0"/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D49" w:rsidRDefault="00CB5D49">
    <w:pPr>
      <w:pStyle w:val="Footer"/>
      <w:jc w:val="right"/>
    </w:pPr>
    <w:fldSimple w:instr=" PAGE   \* MERGEFORMAT ">
      <w:r>
        <w:rPr>
          <w:noProof/>
        </w:rPr>
        <w:t>32</w:t>
      </w:r>
    </w:fldSimple>
  </w:p>
  <w:p w:rsidR="00CB5D49" w:rsidRDefault="00CB5D4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5D49" w:rsidRDefault="00CB5D49" w:rsidP="00080600">
      <w:pPr>
        <w:pStyle w:val="a0"/>
        <w:spacing w:before="0" w:after="0"/>
      </w:pPr>
      <w:r>
        <w:separator/>
      </w:r>
    </w:p>
  </w:footnote>
  <w:footnote w:type="continuationSeparator" w:id="1">
    <w:p w:rsidR="00CB5D49" w:rsidRDefault="00CB5D49" w:rsidP="00080600">
      <w:pPr>
        <w:pStyle w:val="a0"/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66ECDAC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4F130A5"/>
    <w:multiLevelType w:val="hybridMultilevel"/>
    <w:tmpl w:val="DA26A2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>
    <w:nsid w:val="069C35DB"/>
    <w:multiLevelType w:val="multilevel"/>
    <w:tmpl w:val="66A0A854"/>
    <w:styleLink w:val="2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C500A58"/>
    <w:multiLevelType w:val="hybridMultilevel"/>
    <w:tmpl w:val="EB52587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0D8D0759"/>
    <w:multiLevelType w:val="hybridMultilevel"/>
    <w:tmpl w:val="08D6653C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7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7" w:hanging="360"/>
      </w:pPr>
      <w:rPr>
        <w:rFonts w:ascii="Wingdings" w:hAnsi="Wingdings" w:cs="Wingdings" w:hint="default"/>
      </w:rPr>
    </w:lvl>
  </w:abstractNum>
  <w:abstractNum w:abstractNumId="5">
    <w:nsid w:val="0E741F85"/>
    <w:multiLevelType w:val="hybridMultilevel"/>
    <w:tmpl w:val="DE96C3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EF791A"/>
    <w:multiLevelType w:val="hybridMultilevel"/>
    <w:tmpl w:val="40C0606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7">
    <w:nsid w:val="104F632A"/>
    <w:multiLevelType w:val="hybridMultilevel"/>
    <w:tmpl w:val="264C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15B72BF"/>
    <w:multiLevelType w:val="hybridMultilevel"/>
    <w:tmpl w:val="4E4C50E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9">
    <w:nsid w:val="15312459"/>
    <w:multiLevelType w:val="hybridMultilevel"/>
    <w:tmpl w:val="6BB6BF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16E15C96"/>
    <w:multiLevelType w:val="hybridMultilevel"/>
    <w:tmpl w:val="82F0C5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1">
    <w:nsid w:val="16FC75D2"/>
    <w:multiLevelType w:val="hybridMultilevel"/>
    <w:tmpl w:val="B4C42F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187A285E"/>
    <w:multiLevelType w:val="hybridMultilevel"/>
    <w:tmpl w:val="C818B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1C8E1952"/>
    <w:multiLevelType w:val="hybridMultilevel"/>
    <w:tmpl w:val="3C18B87A"/>
    <w:lvl w:ilvl="0" w:tplc="7D00F16C">
      <w:numFmt w:val="bullet"/>
      <w:pStyle w:val="ListNumber2"/>
      <w:lvlText w:val="–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4">
    <w:nsid w:val="1CA51857"/>
    <w:multiLevelType w:val="multilevel"/>
    <w:tmpl w:val="5BB2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418655E"/>
    <w:multiLevelType w:val="hybridMultilevel"/>
    <w:tmpl w:val="0E8C4CF8"/>
    <w:lvl w:ilvl="0" w:tplc="1A7C895C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6">
    <w:nsid w:val="25567B3A"/>
    <w:multiLevelType w:val="hybridMultilevel"/>
    <w:tmpl w:val="81AAB7E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17">
    <w:nsid w:val="26DF6EEF"/>
    <w:multiLevelType w:val="hybridMultilevel"/>
    <w:tmpl w:val="3A2E6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275E0117"/>
    <w:multiLevelType w:val="hybridMultilevel"/>
    <w:tmpl w:val="E1561B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9">
    <w:nsid w:val="2F6915E2"/>
    <w:multiLevelType w:val="hybridMultilevel"/>
    <w:tmpl w:val="5F5CA7EE"/>
    <w:lvl w:ilvl="0" w:tplc="CDCA37DC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cs="Symbol" w:hint="default"/>
        <w:color w:val="auto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2925794"/>
    <w:multiLevelType w:val="hybridMultilevel"/>
    <w:tmpl w:val="25ACB9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33212EFE"/>
    <w:multiLevelType w:val="hybridMultilevel"/>
    <w:tmpl w:val="1E3A14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36483474"/>
    <w:multiLevelType w:val="hybridMultilevel"/>
    <w:tmpl w:val="249C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3">
    <w:nsid w:val="385A1982"/>
    <w:multiLevelType w:val="hybridMultilevel"/>
    <w:tmpl w:val="AFFA9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4">
    <w:nsid w:val="393E35D4"/>
    <w:multiLevelType w:val="hybridMultilevel"/>
    <w:tmpl w:val="8B222006"/>
    <w:lvl w:ilvl="0" w:tplc="9BB87E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EF4D5F"/>
    <w:multiLevelType w:val="hybridMultilevel"/>
    <w:tmpl w:val="EAAA13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6">
    <w:nsid w:val="3A9C3B8D"/>
    <w:multiLevelType w:val="multilevel"/>
    <w:tmpl w:val="66A0A854"/>
    <w:styleLink w:val="1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3B9F0E93"/>
    <w:multiLevelType w:val="hybridMultilevel"/>
    <w:tmpl w:val="7E18FAB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8">
    <w:nsid w:val="41AA4B27"/>
    <w:multiLevelType w:val="hybridMultilevel"/>
    <w:tmpl w:val="A6DE3ABC"/>
    <w:lvl w:ilvl="0" w:tplc="0419000F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9">
    <w:nsid w:val="439F615A"/>
    <w:multiLevelType w:val="hybridMultilevel"/>
    <w:tmpl w:val="053044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0">
    <w:nsid w:val="48007BC7"/>
    <w:multiLevelType w:val="hybridMultilevel"/>
    <w:tmpl w:val="9918D0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1">
    <w:nsid w:val="499E7C6C"/>
    <w:multiLevelType w:val="hybridMultilevel"/>
    <w:tmpl w:val="3A4835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2">
    <w:nsid w:val="4B6A782F"/>
    <w:multiLevelType w:val="hybridMultilevel"/>
    <w:tmpl w:val="AF002668"/>
    <w:lvl w:ilvl="0" w:tplc="D6D096F6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3">
    <w:nsid w:val="4BB76996"/>
    <w:multiLevelType w:val="hybridMultilevel"/>
    <w:tmpl w:val="CB062F7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4">
    <w:nsid w:val="522352F8"/>
    <w:multiLevelType w:val="hybridMultilevel"/>
    <w:tmpl w:val="79E845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 w:tplc="F7286F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273478B"/>
    <w:multiLevelType w:val="hybridMultilevel"/>
    <w:tmpl w:val="722A5A48"/>
    <w:lvl w:ilvl="0" w:tplc="2DEE7BA2">
      <w:start w:val="1"/>
      <w:numFmt w:val="bullet"/>
      <w:pStyle w:val="NoSpacing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47F4E85"/>
    <w:multiLevelType w:val="hybridMultilevel"/>
    <w:tmpl w:val="C6D0BC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7">
    <w:nsid w:val="56D86181"/>
    <w:multiLevelType w:val="hybridMultilevel"/>
    <w:tmpl w:val="B7888F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8">
    <w:nsid w:val="58255F14"/>
    <w:multiLevelType w:val="hybridMultilevel"/>
    <w:tmpl w:val="8D52240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9">
    <w:nsid w:val="585D325F"/>
    <w:multiLevelType w:val="multilevel"/>
    <w:tmpl w:val="5BB22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591A0C0F"/>
    <w:multiLevelType w:val="hybridMultilevel"/>
    <w:tmpl w:val="B894B57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1">
    <w:nsid w:val="5AD310E8"/>
    <w:multiLevelType w:val="hybridMultilevel"/>
    <w:tmpl w:val="9C4CB7A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2">
    <w:nsid w:val="5B0A64B2"/>
    <w:multiLevelType w:val="hybridMultilevel"/>
    <w:tmpl w:val="AF9EBD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3">
    <w:nsid w:val="5BB029B6"/>
    <w:multiLevelType w:val="hybridMultilevel"/>
    <w:tmpl w:val="D3A85C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4">
    <w:nsid w:val="5C266557"/>
    <w:multiLevelType w:val="hybridMultilevel"/>
    <w:tmpl w:val="057E1E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5">
    <w:nsid w:val="5EA2341B"/>
    <w:multiLevelType w:val="hybridMultilevel"/>
    <w:tmpl w:val="6902EB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6">
    <w:nsid w:val="5EE65DF8"/>
    <w:multiLevelType w:val="hybridMultilevel"/>
    <w:tmpl w:val="6A1AF1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7">
    <w:nsid w:val="641D6EA1"/>
    <w:multiLevelType w:val="hybridMultilevel"/>
    <w:tmpl w:val="B3F0AEB2"/>
    <w:lvl w:ilvl="0" w:tplc="04190001">
      <w:start w:val="1"/>
      <w:numFmt w:val="bullet"/>
      <w:lvlText w:val=""/>
      <w:lvlJc w:val="left"/>
      <w:pPr>
        <w:ind w:left="14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48">
    <w:nsid w:val="67696F7B"/>
    <w:multiLevelType w:val="hybridMultilevel"/>
    <w:tmpl w:val="1504B0F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9">
    <w:nsid w:val="6AF92E0C"/>
    <w:multiLevelType w:val="hybridMultilevel"/>
    <w:tmpl w:val="98CAFE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0">
    <w:nsid w:val="6BAA2019"/>
    <w:multiLevelType w:val="hybridMultilevel"/>
    <w:tmpl w:val="34AAD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1">
    <w:nsid w:val="6C80331F"/>
    <w:multiLevelType w:val="hybridMultilevel"/>
    <w:tmpl w:val="BF3CFB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2">
    <w:nsid w:val="6ECD7FEB"/>
    <w:multiLevelType w:val="hybridMultilevel"/>
    <w:tmpl w:val="7764B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>
    <w:nsid w:val="6FF00789"/>
    <w:multiLevelType w:val="hybridMultilevel"/>
    <w:tmpl w:val="A1886E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4">
    <w:nsid w:val="6FF00C76"/>
    <w:multiLevelType w:val="hybridMultilevel"/>
    <w:tmpl w:val="57FE1A9A"/>
    <w:lvl w:ilvl="0" w:tplc="D038AB4A">
      <w:start w:val="1"/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5">
    <w:nsid w:val="718D742C"/>
    <w:multiLevelType w:val="hybridMultilevel"/>
    <w:tmpl w:val="1D8E4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6">
    <w:nsid w:val="76BF604A"/>
    <w:multiLevelType w:val="hybridMultilevel"/>
    <w:tmpl w:val="E590492E"/>
    <w:lvl w:ilvl="0" w:tplc="DD9AE2DC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7">
    <w:nsid w:val="7AAF564F"/>
    <w:multiLevelType w:val="hybridMultilevel"/>
    <w:tmpl w:val="0E90EE42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8">
    <w:nsid w:val="7B136AFF"/>
    <w:multiLevelType w:val="hybridMultilevel"/>
    <w:tmpl w:val="28082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27A38">
      <w:numFmt w:val="bullet"/>
      <w:lvlText w:val="•"/>
      <w:lvlJc w:val="left"/>
      <w:pPr>
        <w:ind w:left="2160" w:hanging="360"/>
      </w:pPr>
      <w:rPr>
        <w:rFonts w:ascii="Times New Roman" w:eastAsia="Times New Roman" w:hAnsi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5"/>
  </w:num>
  <w:num w:numId="3">
    <w:abstractNumId w:val="13"/>
  </w:num>
  <w:num w:numId="4">
    <w:abstractNumId w:val="26"/>
  </w:num>
  <w:num w:numId="5">
    <w:abstractNumId w:val="2"/>
  </w:num>
  <w:num w:numId="6">
    <w:abstractNumId w:val="17"/>
  </w:num>
  <w:num w:numId="7">
    <w:abstractNumId w:val="16"/>
  </w:num>
  <w:num w:numId="8">
    <w:abstractNumId w:val="12"/>
  </w:num>
  <w:num w:numId="9">
    <w:abstractNumId w:val="21"/>
  </w:num>
  <w:num w:numId="10">
    <w:abstractNumId w:val="4"/>
  </w:num>
  <w:num w:numId="11">
    <w:abstractNumId w:val="23"/>
  </w:num>
  <w:num w:numId="12">
    <w:abstractNumId w:val="45"/>
  </w:num>
  <w:num w:numId="13">
    <w:abstractNumId w:val="6"/>
  </w:num>
  <w:num w:numId="14">
    <w:abstractNumId w:val="37"/>
  </w:num>
  <w:num w:numId="15">
    <w:abstractNumId w:val="31"/>
  </w:num>
  <w:num w:numId="16">
    <w:abstractNumId w:val="36"/>
  </w:num>
  <w:num w:numId="17">
    <w:abstractNumId w:val="40"/>
  </w:num>
  <w:num w:numId="18">
    <w:abstractNumId w:val="57"/>
  </w:num>
  <w:num w:numId="19">
    <w:abstractNumId w:val="8"/>
  </w:num>
  <w:num w:numId="20">
    <w:abstractNumId w:val="25"/>
  </w:num>
  <w:num w:numId="21">
    <w:abstractNumId w:val="48"/>
  </w:num>
  <w:num w:numId="22">
    <w:abstractNumId w:val="29"/>
  </w:num>
  <w:num w:numId="23">
    <w:abstractNumId w:val="58"/>
  </w:num>
  <w:num w:numId="24">
    <w:abstractNumId w:val="41"/>
  </w:num>
  <w:num w:numId="25">
    <w:abstractNumId w:val="53"/>
  </w:num>
  <w:num w:numId="26">
    <w:abstractNumId w:val="34"/>
  </w:num>
  <w:num w:numId="27">
    <w:abstractNumId w:val="3"/>
  </w:num>
  <w:num w:numId="28">
    <w:abstractNumId w:val="50"/>
  </w:num>
  <w:num w:numId="29">
    <w:abstractNumId w:val="49"/>
  </w:num>
  <w:num w:numId="30">
    <w:abstractNumId w:val="10"/>
  </w:num>
  <w:num w:numId="31">
    <w:abstractNumId w:val="18"/>
  </w:num>
  <w:num w:numId="32">
    <w:abstractNumId w:val="1"/>
  </w:num>
  <w:num w:numId="33">
    <w:abstractNumId w:val="51"/>
  </w:num>
  <w:num w:numId="34">
    <w:abstractNumId w:val="22"/>
  </w:num>
  <w:num w:numId="35">
    <w:abstractNumId w:val="5"/>
  </w:num>
  <w:num w:numId="36">
    <w:abstractNumId w:val="42"/>
  </w:num>
  <w:num w:numId="37">
    <w:abstractNumId w:val="30"/>
  </w:num>
  <w:num w:numId="38">
    <w:abstractNumId w:val="20"/>
  </w:num>
  <w:num w:numId="39">
    <w:abstractNumId w:val="43"/>
  </w:num>
  <w:num w:numId="40">
    <w:abstractNumId w:val="11"/>
  </w:num>
  <w:num w:numId="41">
    <w:abstractNumId w:val="28"/>
  </w:num>
  <w:num w:numId="42">
    <w:abstractNumId w:val="9"/>
  </w:num>
  <w:num w:numId="43">
    <w:abstractNumId w:val="32"/>
  </w:num>
  <w:num w:numId="44">
    <w:abstractNumId w:val="19"/>
  </w:num>
  <w:num w:numId="45">
    <w:abstractNumId w:val="44"/>
  </w:num>
  <w:num w:numId="46">
    <w:abstractNumId w:val="38"/>
  </w:num>
  <w:num w:numId="47">
    <w:abstractNumId w:val="15"/>
  </w:num>
  <w:num w:numId="48">
    <w:abstractNumId w:val="52"/>
  </w:num>
  <w:num w:numId="49">
    <w:abstractNumId w:val="47"/>
  </w:num>
  <w:num w:numId="50">
    <w:abstractNumId w:val="7"/>
  </w:num>
  <w:num w:numId="51">
    <w:abstractNumId w:val="55"/>
  </w:num>
  <w:num w:numId="52">
    <w:abstractNumId w:val="27"/>
  </w:num>
  <w:num w:numId="53">
    <w:abstractNumId w:val="24"/>
  </w:num>
  <w:num w:numId="54">
    <w:abstractNumId w:val="33"/>
  </w:num>
  <w:num w:numId="55">
    <w:abstractNumId w:val="39"/>
  </w:num>
  <w:num w:numId="56">
    <w:abstractNumId w:val="14"/>
  </w:num>
  <w:num w:numId="57">
    <w:abstractNumId w:val="46"/>
  </w:num>
  <w:num w:numId="58">
    <w:abstractNumId w:val="56"/>
  </w:num>
  <w:num w:numId="59">
    <w:abstractNumId w:val="5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62A"/>
    <w:rsid w:val="00002DB3"/>
    <w:rsid w:val="000062FB"/>
    <w:rsid w:val="000129B1"/>
    <w:rsid w:val="00014CA1"/>
    <w:rsid w:val="0002438E"/>
    <w:rsid w:val="00040FAA"/>
    <w:rsid w:val="00041940"/>
    <w:rsid w:val="00042FF9"/>
    <w:rsid w:val="00051764"/>
    <w:rsid w:val="00070929"/>
    <w:rsid w:val="00072C54"/>
    <w:rsid w:val="00075EDD"/>
    <w:rsid w:val="00076D89"/>
    <w:rsid w:val="00080600"/>
    <w:rsid w:val="0008320B"/>
    <w:rsid w:val="000864A9"/>
    <w:rsid w:val="000928A6"/>
    <w:rsid w:val="00097471"/>
    <w:rsid w:val="00097CD7"/>
    <w:rsid w:val="000A0955"/>
    <w:rsid w:val="000A0E1A"/>
    <w:rsid w:val="000A1CEF"/>
    <w:rsid w:val="000A3C5D"/>
    <w:rsid w:val="000A4BE5"/>
    <w:rsid w:val="000A51F8"/>
    <w:rsid w:val="000A6D46"/>
    <w:rsid w:val="000B04FF"/>
    <w:rsid w:val="000B0F34"/>
    <w:rsid w:val="000B2F4B"/>
    <w:rsid w:val="000B425F"/>
    <w:rsid w:val="000B4C14"/>
    <w:rsid w:val="000B53EB"/>
    <w:rsid w:val="000B61EF"/>
    <w:rsid w:val="000C1452"/>
    <w:rsid w:val="000C27AB"/>
    <w:rsid w:val="000C2D62"/>
    <w:rsid w:val="000C3D9C"/>
    <w:rsid w:val="000C461C"/>
    <w:rsid w:val="000C6364"/>
    <w:rsid w:val="000C6513"/>
    <w:rsid w:val="000C6CA3"/>
    <w:rsid w:val="000D03A8"/>
    <w:rsid w:val="000D23B7"/>
    <w:rsid w:val="000D4308"/>
    <w:rsid w:val="000D576A"/>
    <w:rsid w:val="000D677F"/>
    <w:rsid w:val="000D7575"/>
    <w:rsid w:val="000E5126"/>
    <w:rsid w:val="000F1482"/>
    <w:rsid w:val="000F196F"/>
    <w:rsid w:val="000F5BFC"/>
    <w:rsid w:val="000F6A6B"/>
    <w:rsid w:val="001008BF"/>
    <w:rsid w:val="00101153"/>
    <w:rsid w:val="001016E9"/>
    <w:rsid w:val="001065AA"/>
    <w:rsid w:val="001144A3"/>
    <w:rsid w:val="001210B9"/>
    <w:rsid w:val="00123927"/>
    <w:rsid w:val="00126435"/>
    <w:rsid w:val="001333BF"/>
    <w:rsid w:val="00133412"/>
    <w:rsid w:val="0013402A"/>
    <w:rsid w:val="0013686F"/>
    <w:rsid w:val="00142D16"/>
    <w:rsid w:val="00144F3F"/>
    <w:rsid w:val="00146513"/>
    <w:rsid w:val="00150636"/>
    <w:rsid w:val="00151412"/>
    <w:rsid w:val="00151973"/>
    <w:rsid w:val="001521E5"/>
    <w:rsid w:val="00152908"/>
    <w:rsid w:val="00155002"/>
    <w:rsid w:val="00155462"/>
    <w:rsid w:val="00155A71"/>
    <w:rsid w:val="00160D04"/>
    <w:rsid w:val="00160FA8"/>
    <w:rsid w:val="0016436B"/>
    <w:rsid w:val="00164538"/>
    <w:rsid w:val="001654A7"/>
    <w:rsid w:val="00165A40"/>
    <w:rsid w:val="001675C1"/>
    <w:rsid w:val="0017053B"/>
    <w:rsid w:val="00170A86"/>
    <w:rsid w:val="00170C03"/>
    <w:rsid w:val="00171E92"/>
    <w:rsid w:val="00190C95"/>
    <w:rsid w:val="00191CDE"/>
    <w:rsid w:val="00192D9F"/>
    <w:rsid w:val="00195131"/>
    <w:rsid w:val="001958E1"/>
    <w:rsid w:val="001959C4"/>
    <w:rsid w:val="00195F83"/>
    <w:rsid w:val="00197958"/>
    <w:rsid w:val="001A0FA0"/>
    <w:rsid w:val="001B04F4"/>
    <w:rsid w:val="001B1CE5"/>
    <w:rsid w:val="001B4284"/>
    <w:rsid w:val="001B7B60"/>
    <w:rsid w:val="001C3AC2"/>
    <w:rsid w:val="001C78BA"/>
    <w:rsid w:val="001D0FF8"/>
    <w:rsid w:val="001D263C"/>
    <w:rsid w:val="001D3A90"/>
    <w:rsid w:val="001D44F9"/>
    <w:rsid w:val="001D681D"/>
    <w:rsid w:val="001E13D9"/>
    <w:rsid w:val="001F5BF4"/>
    <w:rsid w:val="00203D45"/>
    <w:rsid w:val="00204673"/>
    <w:rsid w:val="002062A9"/>
    <w:rsid w:val="00207462"/>
    <w:rsid w:val="00212550"/>
    <w:rsid w:val="002177F1"/>
    <w:rsid w:val="002201C7"/>
    <w:rsid w:val="00222318"/>
    <w:rsid w:val="00222EE9"/>
    <w:rsid w:val="00233819"/>
    <w:rsid w:val="00240082"/>
    <w:rsid w:val="0024166E"/>
    <w:rsid w:val="00245038"/>
    <w:rsid w:val="00246742"/>
    <w:rsid w:val="002502B8"/>
    <w:rsid w:val="00251DF9"/>
    <w:rsid w:val="002553EE"/>
    <w:rsid w:val="002637E2"/>
    <w:rsid w:val="00274B01"/>
    <w:rsid w:val="002778BA"/>
    <w:rsid w:val="00277D2D"/>
    <w:rsid w:val="00283220"/>
    <w:rsid w:val="00283E0D"/>
    <w:rsid w:val="00287950"/>
    <w:rsid w:val="00293F45"/>
    <w:rsid w:val="002A14E6"/>
    <w:rsid w:val="002A2F06"/>
    <w:rsid w:val="002A3C6C"/>
    <w:rsid w:val="002B2B98"/>
    <w:rsid w:val="002B796D"/>
    <w:rsid w:val="002C307D"/>
    <w:rsid w:val="002C33DC"/>
    <w:rsid w:val="002C4474"/>
    <w:rsid w:val="002D5355"/>
    <w:rsid w:val="002D5DE7"/>
    <w:rsid w:val="002D61DE"/>
    <w:rsid w:val="002D74C7"/>
    <w:rsid w:val="002E64B7"/>
    <w:rsid w:val="002E6633"/>
    <w:rsid w:val="002E67D5"/>
    <w:rsid w:val="002E76EF"/>
    <w:rsid w:val="002E7866"/>
    <w:rsid w:val="002F1FA2"/>
    <w:rsid w:val="002F7892"/>
    <w:rsid w:val="003016E1"/>
    <w:rsid w:val="0031205E"/>
    <w:rsid w:val="00317187"/>
    <w:rsid w:val="00320B74"/>
    <w:rsid w:val="00320C5F"/>
    <w:rsid w:val="00321D80"/>
    <w:rsid w:val="0033248B"/>
    <w:rsid w:val="003370FA"/>
    <w:rsid w:val="0033730B"/>
    <w:rsid w:val="003418CB"/>
    <w:rsid w:val="00341D65"/>
    <w:rsid w:val="003448F6"/>
    <w:rsid w:val="0034720E"/>
    <w:rsid w:val="00347D12"/>
    <w:rsid w:val="00347D2C"/>
    <w:rsid w:val="003518D6"/>
    <w:rsid w:val="003529C8"/>
    <w:rsid w:val="00354912"/>
    <w:rsid w:val="00354F09"/>
    <w:rsid w:val="00357CCD"/>
    <w:rsid w:val="00361564"/>
    <w:rsid w:val="00366966"/>
    <w:rsid w:val="00371957"/>
    <w:rsid w:val="00377DB6"/>
    <w:rsid w:val="0038099E"/>
    <w:rsid w:val="00397CEE"/>
    <w:rsid w:val="003A48AB"/>
    <w:rsid w:val="003A4A58"/>
    <w:rsid w:val="003A4F55"/>
    <w:rsid w:val="003A58E1"/>
    <w:rsid w:val="003B3F35"/>
    <w:rsid w:val="003B42B2"/>
    <w:rsid w:val="003B44E5"/>
    <w:rsid w:val="003B4B58"/>
    <w:rsid w:val="003C2E7E"/>
    <w:rsid w:val="003C489E"/>
    <w:rsid w:val="003C79A4"/>
    <w:rsid w:val="003D1F6B"/>
    <w:rsid w:val="003D3648"/>
    <w:rsid w:val="003D644B"/>
    <w:rsid w:val="003E02B6"/>
    <w:rsid w:val="003E061C"/>
    <w:rsid w:val="003E15E9"/>
    <w:rsid w:val="003E33A4"/>
    <w:rsid w:val="003E5A80"/>
    <w:rsid w:val="003E676D"/>
    <w:rsid w:val="003F56AC"/>
    <w:rsid w:val="003F6112"/>
    <w:rsid w:val="0040001D"/>
    <w:rsid w:val="00400294"/>
    <w:rsid w:val="0040407C"/>
    <w:rsid w:val="00405C1A"/>
    <w:rsid w:val="00407F8D"/>
    <w:rsid w:val="00410178"/>
    <w:rsid w:val="004115D7"/>
    <w:rsid w:val="00412D65"/>
    <w:rsid w:val="004144BA"/>
    <w:rsid w:val="00414EFE"/>
    <w:rsid w:val="0042407F"/>
    <w:rsid w:val="004269DB"/>
    <w:rsid w:val="00426E35"/>
    <w:rsid w:val="004270C5"/>
    <w:rsid w:val="0043046E"/>
    <w:rsid w:val="0043127D"/>
    <w:rsid w:val="004443B3"/>
    <w:rsid w:val="004474EC"/>
    <w:rsid w:val="00447588"/>
    <w:rsid w:val="00454FA0"/>
    <w:rsid w:val="00461456"/>
    <w:rsid w:val="0046148C"/>
    <w:rsid w:val="00464735"/>
    <w:rsid w:val="00466080"/>
    <w:rsid w:val="00466B33"/>
    <w:rsid w:val="00467FF4"/>
    <w:rsid w:val="004773AC"/>
    <w:rsid w:val="00485656"/>
    <w:rsid w:val="00485B02"/>
    <w:rsid w:val="004912B9"/>
    <w:rsid w:val="004918E9"/>
    <w:rsid w:val="0049197D"/>
    <w:rsid w:val="0049760E"/>
    <w:rsid w:val="004A0943"/>
    <w:rsid w:val="004A192E"/>
    <w:rsid w:val="004A55F1"/>
    <w:rsid w:val="004A5D34"/>
    <w:rsid w:val="004A7187"/>
    <w:rsid w:val="004B1D97"/>
    <w:rsid w:val="004B7F1D"/>
    <w:rsid w:val="004C3AA3"/>
    <w:rsid w:val="004C458A"/>
    <w:rsid w:val="004D3BD7"/>
    <w:rsid w:val="004D6E6E"/>
    <w:rsid w:val="004E1B64"/>
    <w:rsid w:val="004E40D3"/>
    <w:rsid w:val="004E4CE1"/>
    <w:rsid w:val="004E5E8C"/>
    <w:rsid w:val="004F0827"/>
    <w:rsid w:val="004F1140"/>
    <w:rsid w:val="004F393D"/>
    <w:rsid w:val="004F4196"/>
    <w:rsid w:val="004F5827"/>
    <w:rsid w:val="005031FD"/>
    <w:rsid w:val="005046F1"/>
    <w:rsid w:val="0050484A"/>
    <w:rsid w:val="00506503"/>
    <w:rsid w:val="0050691A"/>
    <w:rsid w:val="00506E00"/>
    <w:rsid w:val="00512230"/>
    <w:rsid w:val="005125B7"/>
    <w:rsid w:val="00514712"/>
    <w:rsid w:val="00517A03"/>
    <w:rsid w:val="005223E1"/>
    <w:rsid w:val="00527AAD"/>
    <w:rsid w:val="00527CA8"/>
    <w:rsid w:val="00530525"/>
    <w:rsid w:val="00537E00"/>
    <w:rsid w:val="005420ED"/>
    <w:rsid w:val="00542286"/>
    <w:rsid w:val="0054494F"/>
    <w:rsid w:val="005451D0"/>
    <w:rsid w:val="00546F27"/>
    <w:rsid w:val="005471B3"/>
    <w:rsid w:val="00547A20"/>
    <w:rsid w:val="005537C3"/>
    <w:rsid w:val="00553E0D"/>
    <w:rsid w:val="005565DE"/>
    <w:rsid w:val="00560ABD"/>
    <w:rsid w:val="0056324C"/>
    <w:rsid w:val="00565BF5"/>
    <w:rsid w:val="00580908"/>
    <w:rsid w:val="0058261C"/>
    <w:rsid w:val="00586667"/>
    <w:rsid w:val="00587786"/>
    <w:rsid w:val="00587A8F"/>
    <w:rsid w:val="00590137"/>
    <w:rsid w:val="0059069D"/>
    <w:rsid w:val="005915A6"/>
    <w:rsid w:val="005925A5"/>
    <w:rsid w:val="00592B04"/>
    <w:rsid w:val="00596CFA"/>
    <w:rsid w:val="005A4256"/>
    <w:rsid w:val="005A4EE1"/>
    <w:rsid w:val="005A5692"/>
    <w:rsid w:val="005B37D3"/>
    <w:rsid w:val="005B3FA5"/>
    <w:rsid w:val="005C08FB"/>
    <w:rsid w:val="005C2D8E"/>
    <w:rsid w:val="005C4616"/>
    <w:rsid w:val="005C4C73"/>
    <w:rsid w:val="005C53C2"/>
    <w:rsid w:val="005C5771"/>
    <w:rsid w:val="005C5EF8"/>
    <w:rsid w:val="005D0156"/>
    <w:rsid w:val="005D10C1"/>
    <w:rsid w:val="005D792D"/>
    <w:rsid w:val="005E502B"/>
    <w:rsid w:val="005E70DC"/>
    <w:rsid w:val="005F42B9"/>
    <w:rsid w:val="005F4852"/>
    <w:rsid w:val="005F5742"/>
    <w:rsid w:val="005F6CB5"/>
    <w:rsid w:val="00601087"/>
    <w:rsid w:val="00602F33"/>
    <w:rsid w:val="006042E3"/>
    <w:rsid w:val="00606320"/>
    <w:rsid w:val="00607D8A"/>
    <w:rsid w:val="0062303F"/>
    <w:rsid w:val="00623D38"/>
    <w:rsid w:val="00633FCE"/>
    <w:rsid w:val="0063424E"/>
    <w:rsid w:val="00634C34"/>
    <w:rsid w:val="00641E0D"/>
    <w:rsid w:val="00651400"/>
    <w:rsid w:val="00651495"/>
    <w:rsid w:val="00651673"/>
    <w:rsid w:val="00654F7F"/>
    <w:rsid w:val="00661530"/>
    <w:rsid w:val="0066256D"/>
    <w:rsid w:val="00667EA6"/>
    <w:rsid w:val="00673BA7"/>
    <w:rsid w:val="00674B10"/>
    <w:rsid w:val="0067508A"/>
    <w:rsid w:val="006778A7"/>
    <w:rsid w:val="00677F93"/>
    <w:rsid w:val="006809D1"/>
    <w:rsid w:val="00681635"/>
    <w:rsid w:val="00681C3C"/>
    <w:rsid w:val="00683426"/>
    <w:rsid w:val="00683F8E"/>
    <w:rsid w:val="00685341"/>
    <w:rsid w:val="00692429"/>
    <w:rsid w:val="006964F8"/>
    <w:rsid w:val="00697175"/>
    <w:rsid w:val="00697739"/>
    <w:rsid w:val="006A0880"/>
    <w:rsid w:val="006A19F6"/>
    <w:rsid w:val="006A4E9C"/>
    <w:rsid w:val="006A71AD"/>
    <w:rsid w:val="006B0D90"/>
    <w:rsid w:val="006B23C7"/>
    <w:rsid w:val="006B57D8"/>
    <w:rsid w:val="006C0941"/>
    <w:rsid w:val="006C7F82"/>
    <w:rsid w:val="006D65EF"/>
    <w:rsid w:val="006E1238"/>
    <w:rsid w:val="006E14B7"/>
    <w:rsid w:val="006E1D09"/>
    <w:rsid w:val="006E39EB"/>
    <w:rsid w:val="006E3D7E"/>
    <w:rsid w:val="006E7546"/>
    <w:rsid w:val="006E75FC"/>
    <w:rsid w:val="006E7D81"/>
    <w:rsid w:val="006F0131"/>
    <w:rsid w:val="006F0AC8"/>
    <w:rsid w:val="006F1C29"/>
    <w:rsid w:val="006F219A"/>
    <w:rsid w:val="00704F21"/>
    <w:rsid w:val="007144DE"/>
    <w:rsid w:val="00717A35"/>
    <w:rsid w:val="007253BE"/>
    <w:rsid w:val="00734B48"/>
    <w:rsid w:val="00736F96"/>
    <w:rsid w:val="007376A4"/>
    <w:rsid w:val="00737BB3"/>
    <w:rsid w:val="00737CE4"/>
    <w:rsid w:val="00737F69"/>
    <w:rsid w:val="007458FB"/>
    <w:rsid w:val="0074738A"/>
    <w:rsid w:val="00747DC9"/>
    <w:rsid w:val="007504A9"/>
    <w:rsid w:val="00751D38"/>
    <w:rsid w:val="00751EBD"/>
    <w:rsid w:val="00753CB1"/>
    <w:rsid w:val="00755A6A"/>
    <w:rsid w:val="00760B4F"/>
    <w:rsid w:val="00764BD3"/>
    <w:rsid w:val="00764D6F"/>
    <w:rsid w:val="00765F73"/>
    <w:rsid w:val="007663F9"/>
    <w:rsid w:val="007716F0"/>
    <w:rsid w:val="00773AAC"/>
    <w:rsid w:val="00776DCD"/>
    <w:rsid w:val="007877C7"/>
    <w:rsid w:val="007952F4"/>
    <w:rsid w:val="0079542B"/>
    <w:rsid w:val="007967FA"/>
    <w:rsid w:val="007A322C"/>
    <w:rsid w:val="007A3E53"/>
    <w:rsid w:val="007A4D34"/>
    <w:rsid w:val="007A55ED"/>
    <w:rsid w:val="007A76B7"/>
    <w:rsid w:val="007B0F96"/>
    <w:rsid w:val="007B2352"/>
    <w:rsid w:val="007B2E05"/>
    <w:rsid w:val="007B37D7"/>
    <w:rsid w:val="007B459B"/>
    <w:rsid w:val="007C002F"/>
    <w:rsid w:val="007C2690"/>
    <w:rsid w:val="007C3A59"/>
    <w:rsid w:val="007C4054"/>
    <w:rsid w:val="007C5867"/>
    <w:rsid w:val="007D30F2"/>
    <w:rsid w:val="007D4366"/>
    <w:rsid w:val="007D52BB"/>
    <w:rsid w:val="007D5399"/>
    <w:rsid w:val="007E1BCD"/>
    <w:rsid w:val="007E5296"/>
    <w:rsid w:val="007E7E60"/>
    <w:rsid w:val="007F2B01"/>
    <w:rsid w:val="007F5129"/>
    <w:rsid w:val="0080151D"/>
    <w:rsid w:val="0080228E"/>
    <w:rsid w:val="008061E5"/>
    <w:rsid w:val="00807514"/>
    <w:rsid w:val="00811FF3"/>
    <w:rsid w:val="00813119"/>
    <w:rsid w:val="008132BE"/>
    <w:rsid w:val="008138EA"/>
    <w:rsid w:val="008231E0"/>
    <w:rsid w:val="00823A89"/>
    <w:rsid w:val="0082660C"/>
    <w:rsid w:val="00826B3F"/>
    <w:rsid w:val="008317D1"/>
    <w:rsid w:val="00833D5D"/>
    <w:rsid w:val="008356AD"/>
    <w:rsid w:val="00835D49"/>
    <w:rsid w:val="00837BF3"/>
    <w:rsid w:val="008445D1"/>
    <w:rsid w:val="008452BB"/>
    <w:rsid w:val="00846BAB"/>
    <w:rsid w:val="00847C99"/>
    <w:rsid w:val="00850447"/>
    <w:rsid w:val="008506F7"/>
    <w:rsid w:val="0085519D"/>
    <w:rsid w:val="008553AB"/>
    <w:rsid w:val="00855A30"/>
    <w:rsid w:val="00855AC2"/>
    <w:rsid w:val="008560F1"/>
    <w:rsid w:val="00856413"/>
    <w:rsid w:val="00856E0C"/>
    <w:rsid w:val="0085727B"/>
    <w:rsid w:val="00861D5B"/>
    <w:rsid w:val="00863973"/>
    <w:rsid w:val="008669E3"/>
    <w:rsid w:val="00876B03"/>
    <w:rsid w:val="008775AC"/>
    <w:rsid w:val="00880EF3"/>
    <w:rsid w:val="00883520"/>
    <w:rsid w:val="008842C3"/>
    <w:rsid w:val="00885E7A"/>
    <w:rsid w:val="00886006"/>
    <w:rsid w:val="008A2D41"/>
    <w:rsid w:val="008B0C34"/>
    <w:rsid w:val="008B6113"/>
    <w:rsid w:val="008B66D4"/>
    <w:rsid w:val="008C210B"/>
    <w:rsid w:val="008C70BA"/>
    <w:rsid w:val="008D5A37"/>
    <w:rsid w:val="008E3F18"/>
    <w:rsid w:val="008E4862"/>
    <w:rsid w:val="008E4EB8"/>
    <w:rsid w:val="008F2B4F"/>
    <w:rsid w:val="008F7261"/>
    <w:rsid w:val="00901BDC"/>
    <w:rsid w:val="009064D6"/>
    <w:rsid w:val="0090740E"/>
    <w:rsid w:val="00907771"/>
    <w:rsid w:val="009125D7"/>
    <w:rsid w:val="00914221"/>
    <w:rsid w:val="00915362"/>
    <w:rsid w:val="00921BAB"/>
    <w:rsid w:val="00921BDF"/>
    <w:rsid w:val="00922EDC"/>
    <w:rsid w:val="00924C4A"/>
    <w:rsid w:val="00924F8A"/>
    <w:rsid w:val="00934654"/>
    <w:rsid w:val="009378EA"/>
    <w:rsid w:val="00937E14"/>
    <w:rsid w:val="00940308"/>
    <w:rsid w:val="0094651A"/>
    <w:rsid w:val="00947F74"/>
    <w:rsid w:val="00951FD2"/>
    <w:rsid w:val="0095375C"/>
    <w:rsid w:val="0095753C"/>
    <w:rsid w:val="0096201E"/>
    <w:rsid w:val="00966523"/>
    <w:rsid w:val="009722F4"/>
    <w:rsid w:val="00972829"/>
    <w:rsid w:val="00972EDC"/>
    <w:rsid w:val="00973CFD"/>
    <w:rsid w:val="0097723F"/>
    <w:rsid w:val="00980046"/>
    <w:rsid w:val="0098034B"/>
    <w:rsid w:val="009816C2"/>
    <w:rsid w:val="00986670"/>
    <w:rsid w:val="009872C5"/>
    <w:rsid w:val="00990346"/>
    <w:rsid w:val="00997902"/>
    <w:rsid w:val="009A03B7"/>
    <w:rsid w:val="009A0860"/>
    <w:rsid w:val="009A479C"/>
    <w:rsid w:val="009B2EDE"/>
    <w:rsid w:val="009B74E9"/>
    <w:rsid w:val="009C0A25"/>
    <w:rsid w:val="009C5617"/>
    <w:rsid w:val="009C6AE6"/>
    <w:rsid w:val="009C7A78"/>
    <w:rsid w:val="009D228C"/>
    <w:rsid w:val="009E1635"/>
    <w:rsid w:val="009F0748"/>
    <w:rsid w:val="009F0DD6"/>
    <w:rsid w:val="009F4E3B"/>
    <w:rsid w:val="009F6F8E"/>
    <w:rsid w:val="009F7B88"/>
    <w:rsid w:val="009F7EF2"/>
    <w:rsid w:val="00A019ED"/>
    <w:rsid w:val="00A04ECD"/>
    <w:rsid w:val="00A11D99"/>
    <w:rsid w:val="00A123A1"/>
    <w:rsid w:val="00A131D7"/>
    <w:rsid w:val="00A1383D"/>
    <w:rsid w:val="00A23114"/>
    <w:rsid w:val="00A30D0D"/>
    <w:rsid w:val="00A35ED9"/>
    <w:rsid w:val="00A42934"/>
    <w:rsid w:val="00A442A8"/>
    <w:rsid w:val="00A45F95"/>
    <w:rsid w:val="00A520CC"/>
    <w:rsid w:val="00A52F5D"/>
    <w:rsid w:val="00A53C57"/>
    <w:rsid w:val="00A549FE"/>
    <w:rsid w:val="00A5614B"/>
    <w:rsid w:val="00A56FFC"/>
    <w:rsid w:val="00A629DD"/>
    <w:rsid w:val="00A64D47"/>
    <w:rsid w:val="00A66437"/>
    <w:rsid w:val="00A678C7"/>
    <w:rsid w:val="00A7051B"/>
    <w:rsid w:val="00A70946"/>
    <w:rsid w:val="00A77B8A"/>
    <w:rsid w:val="00A81038"/>
    <w:rsid w:val="00A817AF"/>
    <w:rsid w:val="00A81CA1"/>
    <w:rsid w:val="00A81CA7"/>
    <w:rsid w:val="00A81F6E"/>
    <w:rsid w:val="00A8268F"/>
    <w:rsid w:val="00A83ADC"/>
    <w:rsid w:val="00A8417A"/>
    <w:rsid w:val="00A93FF6"/>
    <w:rsid w:val="00A95C4F"/>
    <w:rsid w:val="00A96504"/>
    <w:rsid w:val="00AA14F9"/>
    <w:rsid w:val="00AB5A53"/>
    <w:rsid w:val="00AB60A9"/>
    <w:rsid w:val="00AC286E"/>
    <w:rsid w:val="00AC3DBA"/>
    <w:rsid w:val="00AC4E5A"/>
    <w:rsid w:val="00AC69E5"/>
    <w:rsid w:val="00AC6EE6"/>
    <w:rsid w:val="00AC74AB"/>
    <w:rsid w:val="00AD19F6"/>
    <w:rsid w:val="00AD5E7E"/>
    <w:rsid w:val="00AD6B34"/>
    <w:rsid w:val="00AE4E87"/>
    <w:rsid w:val="00AE7B50"/>
    <w:rsid w:val="00AF5950"/>
    <w:rsid w:val="00AF6E55"/>
    <w:rsid w:val="00B00947"/>
    <w:rsid w:val="00B02B00"/>
    <w:rsid w:val="00B1217E"/>
    <w:rsid w:val="00B12857"/>
    <w:rsid w:val="00B169E1"/>
    <w:rsid w:val="00B17588"/>
    <w:rsid w:val="00B20078"/>
    <w:rsid w:val="00B207A0"/>
    <w:rsid w:val="00B2116C"/>
    <w:rsid w:val="00B21BED"/>
    <w:rsid w:val="00B25418"/>
    <w:rsid w:val="00B26FC4"/>
    <w:rsid w:val="00B322BA"/>
    <w:rsid w:val="00B33FCF"/>
    <w:rsid w:val="00B41E57"/>
    <w:rsid w:val="00B43D5C"/>
    <w:rsid w:val="00B458CF"/>
    <w:rsid w:val="00B46C06"/>
    <w:rsid w:val="00B50DD5"/>
    <w:rsid w:val="00B5109E"/>
    <w:rsid w:val="00B538EC"/>
    <w:rsid w:val="00B54C4D"/>
    <w:rsid w:val="00B64B3E"/>
    <w:rsid w:val="00B65DA5"/>
    <w:rsid w:val="00B67D00"/>
    <w:rsid w:val="00B757C5"/>
    <w:rsid w:val="00B77366"/>
    <w:rsid w:val="00B803D4"/>
    <w:rsid w:val="00B852F6"/>
    <w:rsid w:val="00B91B9A"/>
    <w:rsid w:val="00B94185"/>
    <w:rsid w:val="00B9443E"/>
    <w:rsid w:val="00B95CF9"/>
    <w:rsid w:val="00B9668D"/>
    <w:rsid w:val="00BA0FBF"/>
    <w:rsid w:val="00BA55B3"/>
    <w:rsid w:val="00BA685F"/>
    <w:rsid w:val="00BA770B"/>
    <w:rsid w:val="00BA7948"/>
    <w:rsid w:val="00BB021D"/>
    <w:rsid w:val="00BB2034"/>
    <w:rsid w:val="00BB40E0"/>
    <w:rsid w:val="00BB7392"/>
    <w:rsid w:val="00BC2837"/>
    <w:rsid w:val="00BC379B"/>
    <w:rsid w:val="00BC6749"/>
    <w:rsid w:val="00BE52DA"/>
    <w:rsid w:val="00BF052D"/>
    <w:rsid w:val="00BF2546"/>
    <w:rsid w:val="00BF291E"/>
    <w:rsid w:val="00BF2D87"/>
    <w:rsid w:val="00BF462A"/>
    <w:rsid w:val="00BF61A5"/>
    <w:rsid w:val="00C00659"/>
    <w:rsid w:val="00C01BEE"/>
    <w:rsid w:val="00C02390"/>
    <w:rsid w:val="00C03634"/>
    <w:rsid w:val="00C03915"/>
    <w:rsid w:val="00C10494"/>
    <w:rsid w:val="00C10EA2"/>
    <w:rsid w:val="00C17FB2"/>
    <w:rsid w:val="00C317FF"/>
    <w:rsid w:val="00C3334C"/>
    <w:rsid w:val="00C340F1"/>
    <w:rsid w:val="00C355C6"/>
    <w:rsid w:val="00C40692"/>
    <w:rsid w:val="00C413CA"/>
    <w:rsid w:val="00C41D5A"/>
    <w:rsid w:val="00C42A41"/>
    <w:rsid w:val="00C43CE1"/>
    <w:rsid w:val="00C451EE"/>
    <w:rsid w:val="00C57D5B"/>
    <w:rsid w:val="00C61B12"/>
    <w:rsid w:val="00C6270A"/>
    <w:rsid w:val="00C6334E"/>
    <w:rsid w:val="00C64663"/>
    <w:rsid w:val="00C64983"/>
    <w:rsid w:val="00C6720B"/>
    <w:rsid w:val="00C73676"/>
    <w:rsid w:val="00C80AC0"/>
    <w:rsid w:val="00C8182A"/>
    <w:rsid w:val="00C94C58"/>
    <w:rsid w:val="00C9680D"/>
    <w:rsid w:val="00C969F4"/>
    <w:rsid w:val="00CA69AC"/>
    <w:rsid w:val="00CB036A"/>
    <w:rsid w:val="00CB5D49"/>
    <w:rsid w:val="00CB69BA"/>
    <w:rsid w:val="00CC0A53"/>
    <w:rsid w:val="00CC3E5C"/>
    <w:rsid w:val="00CC6045"/>
    <w:rsid w:val="00CC768F"/>
    <w:rsid w:val="00CD031C"/>
    <w:rsid w:val="00CD1E61"/>
    <w:rsid w:val="00CD3982"/>
    <w:rsid w:val="00CE7539"/>
    <w:rsid w:val="00CF2676"/>
    <w:rsid w:val="00D002DB"/>
    <w:rsid w:val="00D0517B"/>
    <w:rsid w:val="00D05500"/>
    <w:rsid w:val="00D06FBF"/>
    <w:rsid w:val="00D102F8"/>
    <w:rsid w:val="00D110CC"/>
    <w:rsid w:val="00D128C5"/>
    <w:rsid w:val="00D14089"/>
    <w:rsid w:val="00D15F13"/>
    <w:rsid w:val="00D22810"/>
    <w:rsid w:val="00D274A8"/>
    <w:rsid w:val="00D35B9A"/>
    <w:rsid w:val="00D36730"/>
    <w:rsid w:val="00D37754"/>
    <w:rsid w:val="00D44227"/>
    <w:rsid w:val="00D451A1"/>
    <w:rsid w:val="00D533C5"/>
    <w:rsid w:val="00D53864"/>
    <w:rsid w:val="00D556E5"/>
    <w:rsid w:val="00D65101"/>
    <w:rsid w:val="00D70F26"/>
    <w:rsid w:val="00D74B61"/>
    <w:rsid w:val="00D74C6D"/>
    <w:rsid w:val="00D76A8D"/>
    <w:rsid w:val="00D80EC9"/>
    <w:rsid w:val="00D8353F"/>
    <w:rsid w:val="00D84A84"/>
    <w:rsid w:val="00D92809"/>
    <w:rsid w:val="00D944F8"/>
    <w:rsid w:val="00D96B6F"/>
    <w:rsid w:val="00DA1A88"/>
    <w:rsid w:val="00DA73BC"/>
    <w:rsid w:val="00DB5EB6"/>
    <w:rsid w:val="00DC1242"/>
    <w:rsid w:val="00DC166B"/>
    <w:rsid w:val="00DC16EB"/>
    <w:rsid w:val="00DC27E4"/>
    <w:rsid w:val="00DD7319"/>
    <w:rsid w:val="00DD7E4F"/>
    <w:rsid w:val="00DE3324"/>
    <w:rsid w:val="00DF1C18"/>
    <w:rsid w:val="00DF2A05"/>
    <w:rsid w:val="00DF5E2D"/>
    <w:rsid w:val="00E0048E"/>
    <w:rsid w:val="00E008B7"/>
    <w:rsid w:val="00E10964"/>
    <w:rsid w:val="00E114E8"/>
    <w:rsid w:val="00E218CE"/>
    <w:rsid w:val="00E22131"/>
    <w:rsid w:val="00E227AB"/>
    <w:rsid w:val="00E24C04"/>
    <w:rsid w:val="00E251FB"/>
    <w:rsid w:val="00E27142"/>
    <w:rsid w:val="00E32ADF"/>
    <w:rsid w:val="00E35FA9"/>
    <w:rsid w:val="00E4058E"/>
    <w:rsid w:val="00E46459"/>
    <w:rsid w:val="00E50D41"/>
    <w:rsid w:val="00E51058"/>
    <w:rsid w:val="00E5130F"/>
    <w:rsid w:val="00E60FA1"/>
    <w:rsid w:val="00E639E0"/>
    <w:rsid w:val="00E646D6"/>
    <w:rsid w:val="00E653CD"/>
    <w:rsid w:val="00E70B4D"/>
    <w:rsid w:val="00E7436A"/>
    <w:rsid w:val="00E76E6B"/>
    <w:rsid w:val="00E801E2"/>
    <w:rsid w:val="00E807AB"/>
    <w:rsid w:val="00E81199"/>
    <w:rsid w:val="00E83E31"/>
    <w:rsid w:val="00E85D55"/>
    <w:rsid w:val="00E86BC0"/>
    <w:rsid w:val="00E9045B"/>
    <w:rsid w:val="00E94812"/>
    <w:rsid w:val="00E9592F"/>
    <w:rsid w:val="00E966E6"/>
    <w:rsid w:val="00EA41EC"/>
    <w:rsid w:val="00EA6FE0"/>
    <w:rsid w:val="00EA7657"/>
    <w:rsid w:val="00EA7F58"/>
    <w:rsid w:val="00EB214E"/>
    <w:rsid w:val="00EB2A26"/>
    <w:rsid w:val="00EB3D62"/>
    <w:rsid w:val="00EB53C5"/>
    <w:rsid w:val="00EB77B1"/>
    <w:rsid w:val="00EB7EB6"/>
    <w:rsid w:val="00EC28E9"/>
    <w:rsid w:val="00EC35CD"/>
    <w:rsid w:val="00ED1FF3"/>
    <w:rsid w:val="00ED34B4"/>
    <w:rsid w:val="00ED6CBA"/>
    <w:rsid w:val="00ED6EF5"/>
    <w:rsid w:val="00EE011F"/>
    <w:rsid w:val="00EE41D4"/>
    <w:rsid w:val="00EE5291"/>
    <w:rsid w:val="00EF6D02"/>
    <w:rsid w:val="00F0130F"/>
    <w:rsid w:val="00F0225A"/>
    <w:rsid w:val="00F035EA"/>
    <w:rsid w:val="00F0383A"/>
    <w:rsid w:val="00F03B55"/>
    <w:rsid w:val="00F0461E"/>
    <w:rsid w:val="00F066A8"/>
    <w:rsid w:val="00F07F97"/>
    <w:rsid w:val="00F100C1"/>
    <w:rsid w:val="00F10C87"/>
    <w:rsid w:val="00F1217D"/>
    <w:rsid w:val="00F13CC9"/>
    <w:rsid w:val="00F14394"/>
    <w:rsid w:val="00F17F7C"/>
    <w:rsid w:val="00F21801"/>
    <w:rsid w:val="00F24FD8"/>
    <w:rsid w:val="00F251C1"/>
    <w:rsid w:val="00F27E81"/>
    <w:rsid w:val="00F315D9"/>
    <w:rsid w:val="00F32159"/>
    <w:rsid w:val="00F349AA"/>
    <w:rsid w:val="00F35840"/>
    <w:rsid w:val="00F36138"/>
    <w:rsid w:val="00F42634"/>
    <w:rsid w:val="00F42740"/>
    <w:rsid w:val="00F476AC"/>
    <w:rsid w:val="00F53136"/>
    <w:rsid w:val="00F6179F"/>
    <w:rsid w:val="00F6402E"/>
    <w:rsid w:val="00F668EE"/>
    <w:rsid w:val="00F732BA"/>
    <w:rsid w:val="00F73327"/>
    <w:rsid w:val="00F74020"/>
    <w:rsid w:val="00F846A4"/>
    <w:rsid w:val="00F85469"/>
    <w:rsid w:val="00F86D25"/>
    <w:rsid w:val="00F87231"/>
    <w:rsid w:val="00F94AA5"/>
    <w:rsid w:val="00FA3F02"/>
    <w:rsid w:val="00FA689D"/>
    <w:rsid w:val="00FB0B8F"/>
    <w:rsid w:val="00FB41B3"/>
    <w:rsid w:val="00FB6DAD"/>
    <w:rsid w:val="00FB6DD9"/>
    <w:rsid w:val="00FB7031"/>
    <w:rsid w:val="00FB764B"/>
    <w:rsid w:val="00FC5101"/>
    <w:rsid w:val="00FC5FB1"/>
    <w:rsid w:val="00FD11B4"/>
    <w:rsid w:val="00FD1520"/>
    <w:rsid w:val="00FD1770"/>
    <w:rsid w:val="00FD26F9"/>
    <w:rsid w:val="00FD58FC"/>
    <w:rsid w:val="00FD66B5"/>
    <w:rsid w:val="00FD7230"/>
    <w:rsid w:val="00FE07AF"/>
    <w:rsid w:val="00FE0841"/>
    <w:rsid w:val="00FE2AE7"/>
    <w:rsid w:val="00FE3909"/>
    <w:rsid w:val="00FF17C6"/>
    <w:rsid w:val="00FF20D7"/>
    <w:rsid w:val="00FF4A13"/>
    <w:rsid w:val="00FF5A0D"/>
    <w:rsid w:val="00FF6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Franklin Gothic Book" w:eastAsia="Franklin Gothic Book" w:hAnsi="Franklin Gothic Book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7E7E60"/>
    <w:pPr>
      <w:spacing w:before="80" w:after="80" w:line="276" w:lineRule="auto"/>
      <w:ind w:left="567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A81038"/>
    <w:pPr>
      <w:keepNext/>
      <w:keepLines/>
      <w:spacing w:before="120" w:after="0" w:line="360" w:lineRule="auto"/>
      <w:ind w:left="0" w:firstLine="567"/>
      <w:outlineLvl w:val="0"/>
    </w:pPr>
    <w:rPr>
      <w:rFonts w:eastAsia="Franklin Gothic Book"/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527AAD"/>
    <w:pPr>
      <w:keepNext/>
      <w:keepLines/>
      <w:spacing w:after="0"/>
      <w:ind w:left="0"/>
      <w:outlineLvl w:val="1"/>
    </w:pPr>
    <w:rPr>
      <w:rFonts w:ascii="Franklin Gothic Medium" w:hAnsi="Franklin Gothic Medium" w:cs="Franklin Gothic Medium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14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27AAD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rFonts w:eastAsia="Franklin Gothic Book"/>
      <w:caps/>
      <w:color w:val="365F91"/>
      <w:spacing w:val="10"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27AAD"/>
    <w:pPr>
      <w:pBdr>
        <w:bottom w:val="single" w:sz="6" w:space="1" w:color="4F81BD"/>
      </w:pBdr>
      <w:spacing w:before="300" w:after="0"/>
      <w:outlineLvl w:val="4"/>
    </w:pPr>
    <w:rPr>
      <w:rFonts w:eastAsia="Franklin Gothic Book"/>
      <w:caps/>
      <w:color w:val="365F91"/>
      <w:spacing w:val="10"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527AAD"/>
    <w:pPr>
      <w:pBdr>
        <w:bottom w:val="dotted" w:sz="6" w:space="1" w:color="4F81BD"/>
      </w:pBdr>
      <w:spacing w:before="300" w:after="0"/>
      <w:outlineLvl w:val="5"/>
    </w:pPr>
    <w:rPr>
      <w:rFonts w:eastAsia="Franklin Gothic Book"/>
      <w:caps/>
      <w:color w:val="365F91"/>
      <w:spacing w:val="10"/>
      <w:lang w:val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527AAD"/>
    <w:pPr>
      <w:spacing w:before="300" w:after="0"/>
      <w:outlineLvl w:val="6"/>
    </w:pPr>
    <w:rPr>
      <w:rFonts w:eastAsia="Franklin Gothic Book"/>
      <w:caps/>
      <w:color w:val="365F91"/>
      <w:spacing w:val="10"/>
      <w:lang w:val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527AAD"/>
    <w:pPr>
      <w:spacing w:before="300" w:after="0"/>
      <w:outlineLvl w:val="7"/>
    </w:pPr>
    <w:rPr>
      <w:rFonts w:eastAsia="Franklin Gothic Book"/>
      <w:caps/>
      <w:spacing w:val="10"/>
      <w:sz w:val="18"/>
      <w:szCs w:val="18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27AAD"/>
    <w:pPr>
      <w:spacing w:before="300" w:after="0"/>
      <w:outlineLvl w:val="8"/>
    </w:pPr>
    <w:rPr>
      <w:rFonts w:eastAsia="Franklin Gothic Book"/>
      <w:i/>
      <w:iCs/>
      <w:caps/>
      <w:spacing w:val="10"/>
      <w:sz w:val="18"/>
      <w:szCs w:val="18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81038"/>
    <w:rPr>
      <w:rFonts w:ascii="Times New Roman" w:hAnsi="Times New Roman" w:cs="Times New Roman"/>
      <w:b/>
      <w:bCs/>
      <w:sz w:val="24"/>
      <w:szCs w:val="24"/>
      <w:lang w:val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27AAD"/>
    <w:rPr>
      <w:rFonts w:ascii="Franklin Gothic Medium" w:hAnsi="Franklin Gothic Medium" w:cs="Franklin Gothic Medium"/>
      <w:sz w:val="26"/>
      <w:szCs w:val="26"/>
      <w:lang w:val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114E8"/>
    <w:rPr>
      <w:caps/>
      <w:color w:val="243F60"/>
      <w:spacing w:val="15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27AAD"/>
    <w:rPr>
      <w:caps/>
      <w:color w:val="365F91"/>
      <w:spacing w:val="1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27AAD"/>
    <w:rPr>
      <w:caps/>
      <w:color w:val="365F91"/>
      <w:spacing w:val="10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27AAD"/>
    <w:rPr>
      <w:caps/>
      <w:color w:val="365F91"/>
      <w:spacing w:val="1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27AAD"/>
    <w:rPr>
      <w:caps/>
      <w:color w:val="365F91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27AA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27AAD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527AAD"/>
    <w:rPr>
      <w:b/>
      <w:bCs/>
      <w:color w:val="365F91"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E114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E114E8"/>
    <w:rPr>
      <w:caps/>
      <w:color w:val="4F81BD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E114E8"/>
    <w:pPr>
      <w:spacing w:after="1000" w:line="240" w:lineRule="auto"/>
    </w:pPr>
    <w:rPr>
      <w:caps/>
      <w:color w:val="595959"/>
      <w:spacing w:val="1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E114E8"/>
    <w:rPr>
      <w:caps/>
      <w:color w:val="595959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96201E"/>
    <w:rPr>
      <w:rFonts w:ascii="Franklin Gothic Medium" w:hAnsi="Franklin Gothic Medium" w:cs="Franklin Gothic Medium"/>
      <w:sz w:val="22"/>
      <w:szCs w:val="22"/>
    </w:rPr>
  </w:style>
  <w:style w:type="character" w:styleId="Emphasis">
    <w:name w:val="Emphasis"/>
    <w:basedOn w:val="DefaultParagraphFont"/>
    <w:uiPriority w:val="99"/>
    <w:qFormat/>
    <w:rsid w:val="00E114E8"/>
    <w:rPr>
      <w:caps/>
      <w:color w:val="243F60"/>
      <w:spacing w:val="5"/>
    </w:rPr>
  </w:style>
  <w:style w:type="paragraph" w:styleId="NoSpacing">
    <w:name w:val="No Spacing"/>
    <w:aliases w:val="Перечисление"/>
    <w:basedOn w:val="ListParagraph"/>
    <w:link w:val="NoSpacingChar"/>
    <w:uiPriority w:val="99"/>
    <w:qFormat/>
    <w:rsid w:val="00560ABD"/>
    <w:pPr>
      <w:numPr>
        <w:numId w:val="2"/>
      </w:numPr>
      <w:spacing w:before="200" w:after="200"/>
    </w:pPr>
  </w:style>
  <w:style w:type="character" w:customStyle="1" w:styleId="NoSpacingChar">
    <w:name w:val="No Spacing Char"/>
    <w:aliases w:val="Перечисление Char"/>
    <w:basedOn w:val="DefaultParagraphFont"/>
    <w:link w:val="NoSpacing"/>
    <w:uiPriority w:val="99"/>
    <w:locked/>
    <w:rsid w:val="00560ABD"/>
    <w:rPr>
      <w:rFonts w:ascii="Times New Roman" w:eastAsia="Times New Roman" w:hAnsi="Times New Roman"/>
      <w:sz w:val="24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99"/>
    <w:qFormat/>
    <w:rsid w:val="00E114E8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A53C57"/>
    <w:pPr>
      <w:spacing w:after="0" w:line="240" w:lineRule="auto"/>
      <w:ind w:left="0"/>
    </w:pPr>
    <w:rPr>
      <w:rFonts w:eastAsia="Franklin Gothic Book"/>
      <w:i/>
      <w:iCs/>
      <w:lang w:val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A53C57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E114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E114E8"/>
    <w:rPr>
      <w:i/>
      <w:iCs/>
      <w:color w:val="4F81BD"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E114E8"/>
    <w:rPr>
      <w:i/>
      <w:iCs/>
      <w:color w:val="243F60"/>
    </w:rPr>
  </w:style>
  <w:style w:type="character" w:styleId="IntenseEmphasis">
    <w:name w:val="Intense Emphasis"/>
    <w:basedOn w:val="DefaultParagraphFont"/>
    <w:uiPriority w:val="99"/>
    <w:qFormat/>
    <w:rsid w:val="00E114E8"/>
    <w:rPr>
      <w:b/>
      <w:bCs/>
      <w:caps/>
      <w:color w:val="243F60"/>
      <w:spacing w:val="10"/>
    </w:rPr>
  </w:style>
  <w:style w:type="character" w:styleId="SubtleReference">
    <w:name w:val="Subtle Reference"/>
    <w:basedOn w:val="DefaultParagraphFont"/>
    <w:uiPriority w:val="99"/>
    <w:qFormat/>
    <w:rsid w:val="00E114E8"/>
    <w:rPr>
      <w:b/>
      <w:bCs/>
      <w:color w:val="4F81BD"/>
    </w:rPr>
  </w:style>
  <w:style w:type="character" w:styleId="IntenseReference">
    <w:name w:val="Intense Reference"/>
    <w:basedOn w:val="DefaultParagraphFont"/>
    <w:uiPriority w:val="99"/>
    <w:qFormat/>
    <w:rsid w:val="00E114E8"/>
    <w:rPr>
      <w:b/>
      <w:bCs/>
      <w:i/>
      <w:iCs/>
      <w:caps/>
      <w:color w:val="4F81BD"/>
    </w:rPr>
  </w:style>
  <w:style w:type="character" w:styleId="BookTitle">
    <w:name w:val="Book Title"/>
    <w:basedOn w:val="DefaultParagraphFont"/>
    <w:uiPriority w:val="99"/>
    <w:qFormat/>
    <w:rsid w:val="00E114E8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99"/>
    <w:qFormat/>
    <w:rsid w:val="00527AAD"/>
    <w:pPr>
      <w:outlineLvl w:val="9"/>
    </w:pPr>
  </w:style>
  <w:style w:type="table" w:styleId="TableGrid">
    <w:name w:val="Table Grid"/>
    <w:basedOn w:val="TableNormal"/>
    <w:uiPriority w:val="99"/>
    <w:rsid w:val="00835D49"/>
    <w:rPr>
      <w:rFonts w:eastAsia="Times New Roman" w:cs="Franklin Gothic Book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35D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35D49"/>
    <w:rPr>
      <w:rFonts w:ascii="Tahoma" w:hAnsi="Tahoma" w:cs="Tahoma"/>
      <w:sz w:val="16"/>
      <w:szCs w:val="16"/>
    </w:rPr>
  </w:style>
  <w:style w:type="paragraph" w:customStyle="1" w:styleId="a0">
    <w:name w:val="Таблица"/>
    <w:basedOn w:val="Normal"/>
    <w:link w:val="a1"/>
    <w:uiPriority w:val="99"/>
    <w:rsid w:val="0096201E"/>
    <w:pPr>
      <w:spacing w:before="120" w:after="120" w:line="240" w:lineRule="auto"/>
      <w:ind w:left="0"/>
    </w:pPr>
  </w:style>
  <w:style w:type="paragraph" w:customStyle="1" w:styleId="a2">
    <w:name w:val="Оглавление"/>
    <w:basedOn w:val="Quote"/>
    <w:link w:val="a3"/>
    <w:uiPriority w:val="99"/>
    <w:rsid w:val="00B95CF9"/>
    <w:pPr>
      <w:spacing w:before="100" w:beforeAutospacing="1" w:after="100" w:afterAutospacing="1"/>
    </w:pPr>
    <w:rPr>
      <w:i w:val="0"/>
      <w:iCs w:val="0"/>
    </w:rPr>
  </w:style>
  <w:style w:type="character" w:customStyle="1" w:styleId="a1">
    <w:name w:val="Таблица Знак"/>
    <w:basedOn w:val="DefaultParagraphFont"/>
    <w:link w:val="a0"/>
    <w:uiPriority w:val="99"/>
    <w:locked/>
    <w:rsid w:val="0096201E"/>
    <w:rPr>
      <w:rFonts w:eastAsia="Times New Roman"/>
      <w:lang w:val="ru-RU"/>
    </w:rPr>
  </w:style>
  <w:style w:type="paragraph" w:styleId="Header">
    <w:name w:val="header"/>
    <w:basedOn w:val="Normal"/>
    <w:link w:val="HeaderChar"/>
    <w:uiPriority w:val="99"/>
    <w:semiHidden/>
    <w:rsid w:val="0008060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0600"/>
    <w:rPr>
      <w:rFonts w:eastAsia="Times New Roman"/>
      <w:lang w:val="ru-RU"/>
    </w:rPr>
  </w:style>
  <w:style w:type="character" w:customStyle="1" w:styleId="a3">
    <w:name w:val="Оглавление Знак"/>
    <w:basedOn w:val="QuoteChar"/>
    <w:link w:val="a2"/>
    <w:uiPriority w:val="99"/>
    <w:locked/>
    <w:rsid w:val="00B95CF9"/>
  </w:style>
  <w:style w:type="paragraph" w:styleId="Footer">
    <w:name w:val="footer"/>
    <w:basedOn w:val="Normal"/>
    <w:link w:val="FooterChar"/>
    <w:uiPriority w:val="99"/>
    <w:rsid w:val="00080600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80600"/>
    <w:rPr>
      <w:rFonts w:eastAsia="Times New Roman"/>
      <w:lang w:val="ru-RU"/>
    </w:rPr>
  </w:style>
  <w:style w:type="paragraph" w:styleId="ListNumber2">
    <w:name w:val="List Number 2"/>
    <w:basedOn w:val="Normal"/>
    <w:uiPriority w:val="99"/>
    <w:semiHidden/>
    <w:rsid w:val="00412D65"/>
    <w:pPr>
      <w:numPr>
        <w:numId w:val="3"/>
      </w:numPr>
      <w:spacing w:before="0" w:after="0" w:line="240" w:lineRule="auto"/>
    </w:pPr>
    <w:rPr>
      <w:lang w:eastAsia="ru-RU"/>
    </w:rPr>
  </w:style>
  <w:style w:type="character" w:styleId="Hyperlink">
    <w:name w:val="Hyperlink"/>
    <w:basedOn w:val="DefaultParagraphFont"/>
    <w:uiPriority w:val="99"/>
    <w:rsid w:val="00F21801"/>
    <w:rPr>
      <w:color w:val="0000FF"/>
      <w:u w:val="single"/>
    </w:rPr>
  </w:style>
  <w:style w:type="paragraph" w:styleId="BodyTextIndent">
    <w:name w:val="Body Text Indent"/>
    <w:aliases w:val="Основной текст 1,Основной текст с отступом Знак1,Нумерованный список !!,Надин стиль"/>
    <w:basedOn w:val="Normal"/>
    <w:link w:val="BodyTextIndentChar"/>
    <w:uiPriority w:val="99"/>
    <w:rsid w:val="00D70F26"/>
    <w:pPr>
      <w:spacing w:before="0" w:after="0" w:line="360" w:lineRule="auto"/>
      <w:ind w:left="0" w:firstLine="839"/>
      <w:jc w:val="both"/>
    </w:pPr>
    <w:rPr>
      <w:lang w:eastAsia="ru-RU"/>
    </w:rPr>
  </w:style>
  <w:style w:type="character" w:customStyle="1" w:styleId="BodyTextIndentChar">
    <w:name w:val="Body Text Indent Char"/>
    <w:aliases w:val="Основной текст 1 Char,Основной текст с отступом Знак1 Char,Нумерованный список !! Char,Надин стиль Char"/>
    <w:basedOn w:val="DefaultParagraphFont"/>
    <w:link w:val="BodyTextIndent"/>
    <w:uiPriority w:val="99"/>
    <w:locked/>
    <w:rsid w:val="00D70F26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Таблица_ужатая"/>
    <w:basedOn w:val="a0"/>
    <w:link w:val="a5"/>
    <w:uiPriority w:val="99"/>
    <w:rsid w:val="00A93FF6"/>
  </w:style>
  <w:style w:type="character" w:customStyle="1" w:styleId="a5">
    <w:name w:val="Таблица_ужатая Знак"/>
    <w:basedOn w:val="a1"/>
    <w:link w:val="a4"/>
    <w:uiPriority w:val="99"/>
    <w:locked/>
    <w:rsid w:val="00A93FF6"/>
  </w:style>
  <w:style w:type="character" w:customStyle="1" w:styleId="apple-converted-space">
    <w:name w:val="apple-converted-space"/>
    <w:basedOn w:val="DefaultParagraphFont"/>
    <w:uiPriority w:val="99"/>
    <w:rsid w:val="000C6364"/>
  </w:style>
  <w:style w:type="paragraph" w:styleId="NormalWeb">
    <w:name w:val="Normal (Web)"/>
    <w:aliases w:val="Обычный (Web),Обычный (Web)1,Обычный (веб) Знак Знак,Обычный (Web) Знак Знак Знак"/>
    <w:basedOn w:val="Normal"/>
    <w:link w:val="NormalWebChar"/>
    <w:uiPriority w:val="99"/>
    <w:rsid w:val="00A123A1"/>
    <w:pPr>
      <w:suppressAutoHyphens/>
      <w:spacing w:before="280" w:after="280" w:line="240" w:lineRule="auto"/>
      <w:ind w:left="0"/>
    </w:pPr>
    <w:rPr>
      <w:rFonts w:eastAsia="Franklin Gothic Book"/>
      <w:lang w:eastAsia="ar-SA"/>
    </w:rPr>
  </w:style>
  <w:style w:type="paragraph" w:customStyle="1" w:styleId="ConsNormal">
    <w:name w:val="ConsNormal"/>
    <w:uiPriority w:val="99"/>
    <w:rsid w:val="00A123A1"/>
    <w:pPr>
      <w:ind w:firstLine="720"/>
    </w:pPr>
    <w:rPr>
      <w:rFonts w:ascii="Consultant" w:eastAsia="Times New Roman" w:hAnsi="Consultant" w:cs="Consultant"/>
      <w:sz w:val="20"/>
      <w:szCs w:val="20"/>
    </w:rPr>
  </w:style>
  <w:style w:type="character" w:customStyle="1" w:styleId="NormalWebChar">
    <w:name w:val="Normal (Web) Char"/>
    <w:aliases w:val="Обычный (Web) Char,Обычный (Web)1 Char,Обычный (веб) Знак Знак Char,Обычный (Web) Знак Знак Знак Char"/>
    <w:link w:val="NormalWeb"/>
    <w:uiPriority w:val="99"/>
    <w:locked/>
    <w:rsid w:val="00A123A1"/>
    <w:rPr>
      <w:rFonts w:ascii="Times New Roman" w:hAnsi="Times New Roman" w:cs="Times New Roman"/>
      <w:sz w:val="24"/>
      <w:szCs w:val="24"/>
      <w:lang w:val="ru-RU"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123A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23A1"/>
    <w:rPr>
      <w:rFonts w:ascii="Times New Roman" w:hAnsi="Times New Roman" w:cs="Times New Roman"/>
      <w:sz w:val="24"/>
      <w:szCs w:val="24"/>
      <w:lang w:val="ru-RU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A123A1"/>
    <w:pPr>
      <w:spacing w:after="8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A123A1"/>
  </w:style>
  <w:style w:type="paragraph" w:customStyle="1" w:styleId="063">
    <w:name w:val="Стиль Первая строка:  063 см"/>
    <w:basedOn w:val="Normal"/>
    <w:uiPriority w:val="99"/>
    <w:rsid w:val="00A123A1"/>
    <w:pPr>
      <w:spacing w:before="0" w:after="0" w:line="240" w:lineRule="auto"/>
      <w:ind w:left="0" w:firstLine="360"/>
      <w:jc w:val="both"/>
    </w:pPr>
    <w:rPr>
      <w:rFonts w:ascii="Arial" w:hAnsi="Arial" w:cs="Arial"/>
      <w:lang w:eastAsia="ru-RU"/>
    </w:rPr>
  </w:style>
  <w:style w:type="paragraph" w:customStyle="1" w:styleId="ConsPlusNormal">
    <w:name w:val="ConsPlusNormal"/>
    <w:link w:val="ConsPlusNormal0"/>
    <w:uiPriority w:val="99"/>
    <w:rsid w:val="008075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BlockText">
    <w:name w:val="Block Text"/>
    <w:basedOn w:val="Normal"/>
    <w:uiPriority w:val="99"/>
    <w:rsid w:val="00807514"/>
    <w:pPr>
      <w:shd w:val="clear" w:color="auto" w:fill="FFFFFF"/>
      <w:spacing w:before="0" w:after="0" w:line="240" w:lineRule="auto"/>
      <w:ind w:left="202" w:right="-483" w:firstLine="322"/>
      <w:jc w:val="both"/>
    </w:pPr>
    <w:rPr>
      <w:color w:val="000000"/>
      <w:lang w:eastAsia="ru-RU"/>
    </w:rPr>
  </w:style>
  <w:style w:type="paragraph" w:customStyle="1" w:styleId="10">
    <w:name w:val="Обычный 1 Знак"/>
    <w:basedOn w:val="Normal"/>
    <w:uiPriority w:val="99"/>
    <w:rsid w:val="00807514"/>
    <w:pPr>
      <w:spacing w:before="0" w:after="0" w:line="240" w:lineRule="auto"/>
      <w:ind w:left="0" w:firstLine="851"/>
      <w:jc w:val="both"/>
    </w:pPr>
    <w:rPr>
      <w:lang w:eastAsia="ru-RU"/>
    </w:rPr>
  </w:style>
  <w:style w:type="paragraph" w:customStyle="1" w:styleId="11">
    <w:name w:val="Без интервала1"/>
    <w:uiPriority w:val="99"/>
    <w:rsid w:val="00DA73BC"/>
    <w:pPr>
      <w:suppressAutoHyphens/>
      <w:spacing w:line="100" w:lineRule="atLeast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paragraph" w:customStyle="1" w:styleId="HEADERTEXT">
    <w:name w:val=".HEADERTEXT"/>
    <w:uiPriority w:val="99"/>
    <w:rsid w:val="0038099E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character" w:customStyle="1" w:styleId="ConsPlusNormal0">
    <w:name w:val="ConsPlusNormal Знак"/>
    <w:link w:val="ConsPlusNormal"/>
    <w:uiPriority w:val="99"/>
    <w:locked/>
    <w:rsid w:val="0038099E"/>
    <w:rPr>
      <w:rFonts w:ascii="Arial" w:hAnsi="Arial" w:cs="Arial"/>
      <w:sz w:val="22"/>
      <w:szCs w:val="22"/>
      <w:lang w:val="ru-RU" w:eastAsia="ru-RU"/>
    </w:rPr>
  </w:style>
  <w:style w:type="paragraph" w:customStyle="1" w:styleId="a6">
    <w:name w:val="Для записок"/>
    <w:basedOn w:val="Normal"/>
    <w:link w:val="a7"/>
    <w:uiPriority w:val="99"/>
    <w:rsid w:val="00CC0A53"/>
    <w:pPr>
      <w:spacing w:before="0" w:after="100" w:line="240" w:lineRule="auto"/>
      <w:ind w:left="0" w:firstLine="720"/>
      <w:jc w:val="both"/>
    </w:pPr>
    <w:rPr>
      <w:rFonts w:eastAsia="Franklin Gothic Book"/>
      <w:sz w:val="20"/>
      <w:szCs w:val="20"/>
      <w:lang w:eastAsia="ru-RU"/>
    </w:rPr>
  </w:style>
  <w:style w:type="character" w:customStyle="1" w:styleId="a7">
    <w:name w:val="Для записок Знак"/>
    <w:link w:val="a6"/>
    <w:uiPriority w:val="99"/>
    <w:locked/>
    <w:rsid w:val="00CC0A53"/>
    <w:rPr>
      <w:rFonts w:ascii="Times New Roman" w:hAnsi="Times New Roman" w:cs="Times New Roman"/>
      <w:sz w:val="20"/>
      <w:szCs w:val="20"/>
      <w:lang w:val="ru-RU" w:eastAsia="ru-RU"/>
    </w:rPr>
  </w:style>
  <w:style w:type="paragraph" w:customStyle="1" w:styleId="a8">
    <w:name w:val="Мой стиль"/>
    <w:basedOn w:val="a0"/>
    <w:uiPriority w:val="99"/>
    <w:rsid w:val="00D92809"/>
    <w:pPr>
      <w:keepNext/>
      <w:spacing w:before="0" w:after="0"/>
      <w:ind w:left="709"/>
    </w:pPr>
    <w:rPr>
      <w:b/>
      <w:bCs/>
      <w:color w:val="000000"/>
    </w:rPr>
  </w:style>
  <w:style w:type="paragraph" w:styleId="TOC1">
    <w:name w:val="toc 1"/>
    <w:basedOn w:val="Normal"/>
    <w:next w:val="Normal"/>
    <w:autoRedefine/>
    <w:uiPriority w:val="99"/>
    <w:semiHidden/>
    <w:rsid w:val="00D92809"/>
    <w:pPr>
      <w:spacing w:after="100"/>
      <w:ind w:left="0"/>
    </w:p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934654"/>
    <w:rPr>
      <w:rFonts w:ascii="Times New Roman" w:hAnsi="Times New Roman" w:cs="Times New Roman"/>
      <w:sz w:val="24"/>
      <w:szCs w:val="24"/>
      <w:lang w:val="ru-RU"/>
    </w:rPr>
  </w:style>
  <w:style w:type="paragraph" w:customStyle="1" w:styleId="3">
    <w:name w:val="Знак Знак3 Знак Знак Знак Знак Знак Знак Знак"/>
    <w:basedOn w:val="Normal"/>
    <w:uiPriority w:val="99"/>
    <w:rsid w:val="00F42634"/>
    <w:pPr>
      <w:spacing w:before="0" w:after="160" w:line="240" w:lineRule="exact"/>
      <w:ind w:left="0"/>
    </w:pPr>
    <w:rPr>
      <w:rFonts w:ascii="Verdana" w:hAnsi="Verdana" w:cs="Verdana"/>
      <w:sz w:val="20"/>
      <w:szCs w:val="20"/>
      <w:lang w:val="en-US"/>
    </w:rPr>
  </w:style>
  <w:style w:type="character" w:customStyle="1" w:styleId="a9">
    <w:name w:val="ГРАД Основной текст Знак Знак"/>
    <w:basedOn w:val="DefaultParagraphFont"/>
    <w:link w:val="a"/>
    <w:uiPriority w:val="99"/>
    <w:semiHidden/>
    <w:locked/>
    <w:rsid w:val="000B4C14"/>
    <w:rPr>
      <w:rFonts w:ascii="Times New Roman" w:hAnsi="Times New Roman"/>
      <w:color w:val="000000"/>
      <w:spacing w:val="4"/>
      <w:sz w:val="24"/>
      <w:szCs w:val="24"/>
      <w:lang w:val="en-US" w:eastAsia="en-US"/>
    </w:rPr>
  </w:style>
  <w:style w:type="paragraph" w:customStyle="1" w:styleId="a">
    <w:name w:val="ГРАД Основной текст"/>
    <w:basedOn w:val="Normal"/>
    <w:link w:val="a9"/>
    <w:autoRedefine/>
    <w:uiPriority w:val="99"/>
    <w:semiHidden/>
    <w:rsid w:val="000B4C14"/>
    <w:pPr>
      <w:numPr>
        <w:numId w:val="58"/>
      </w:numPr>
      <w:tabs>
        <w:tab w:val="left" w:pos="540"/>
        <w:tab w:val="left" w:pos="1260"/>
        <w:tab w:val="left" w:pos="1620"/>
      </w:tabs>
      <w:spacing w:before="0" w:after="0" w:line="360" w:lineRule="auto"/>
      <w:ind w:left="1134" w:firstLine="0"/>
      <w:jc w:val="both"/>
    </w:pPr>
    <w:rPr>
      <w:rFonts w:eastAsia="Franklin Gothic Book"/>
      <w:color w:val="000000"/>
      <w:spacing w:val="4"/>
      <w:lang w:val="en-US"/>
    </w:rPr>
  </w:style>
  <w:style w:type="numbering" w:customStyle="1" w:styleId="2">
    <w:name w:val="Стиль2"/>
    <w:rsid w:val="003A7C38"/>
    <w:pPr>
      <w:numPr>
        <w:numId w:val="5"/>
      </w:numPr>
    </w:pPr>
  </w:style>
  <w:style w:type="numbering" w:customStyle="1" w:styleId="1">
    <w:name w:val="Стиль1"/>
    <w:rsid w:val="003A7C38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586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ifikant.ru/class/oktmo/11656406" TargetMode="External"/><Relationship Id="rId13" Type="http://schemas.openxmlformats.org/officeDocument/2006/relationships/hyperlink" Target="http://kodifikant.ru/class/oktmo/11656428" TargetMode="External"/><Relationship Id="rId18" Type="http://schemas.openxmlformats.org/officeDocument/2006/relationships/hyperlink" Target="http://kodifikant.ru/class/oktmo/11656456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kodifikant.ru/class/oktmo/11656404" TargetMode="External"/><Relationship Id="rId12" Type="http://schemas.openxmlformats.org/officeDocument/2006/relationships/hyperlink" Target="http://kodifikant.ru/class/oktmo/11656424" TargetMode="External"/><Relationship Id="rId17" Type="http://schemas.openxmlformats.org/officeDocument/2006/relationships/hyperlink" Target="http://kodifikant.ru/class/oktmo/11656452" TargetMode="External"/><Relationship Id="rId2" Type="http://schemas.openxmlformats.org/officeDocument/2006/relationships/styles" Target="styles.xml"/><Relationship Id="rId16" Type="http://schemas.openxmlformats.org/officeDocument/2006/relationships/hyperlink" Target="http://kodifikant.ru/class/oktmo/11656448" TargetMode="External"/><Relationship Id="rId20" Type="http://schemas.openxmlformats.org/officeDocument/2006/relationships/hyperlink" Target="consultantplus://offline/ref=D91F27B902C63445B7AA1B39AA92C85BBBCA56C93F7B001E6D71EE3DAEAD1B7Cq0g5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kodifikant.ru/class/oktmo/1165642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odifikant.ru/class/oktmo/1165644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kodifikant.ru/class/oktmo/11656416" TargetMode="External"/><Relationship Id="rId19" Type="http://schemas.openxmlformats.org/officeDocument/2006/relationships/hyperlink" Target="http://kodifikant.ru/class/oktmo/1165646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odifikant.ru/class/oktmo/11656408" TargetMode="External"/><Relationship Id="rId14" Type="http://schemas.openxmlformats.org/officeDocument/2006/relationships/hyperlink" Target="http://kodifikant.ru/class/oktmo/1165643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370</TotalTime>
  <Pages>47</Pages>
  <Words>11476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heavyweight</dc:creator>
  <cp:keywords/>
  <dc:description/>
  <cp:lastModifiedBy>Stroitel_2</cp:lastModifiedBy>
  <cp:revision>28</cp:revision>
  <cp:lastPrinted>2018-03-11T13:16:00Z</cp:lastPrinted>
  <dcterms:created xsi:type="dcterms:W3CDTF">2017-10-20T06:27:00Z</dcterms:created>
  <dcterms:modified xsi:type="dcterms:W3CDTF">2018-03-30T05:28:00Z</dcterms:modified>
</cp:coreProperties>
</file>